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F8B" w:rsidRDefault="00565AC6" w:rsidP="00650F8B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189737" wp14:editId="206DEDCD">
                <wp:simplePos x="0" y="0"/>
                <wp:positionH relativeFrom="column">
                  <wp:posOffset>4821555</wp:posOffset>
                </wp:positionH>
                <wp:positionV relativeFrom="paragraph">
                  <wp:posOffset>-43815</wp:posOffset>
                </wp:positionV>
                <wp:extent cx="2059305" cy="736600"/>
                <wp:effectExtent l="0" t="0" r="17145" b="25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305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5AC6" w:rsidRDefault="00565AC6" w:rsidP="00565AC6">
                            <w:r>
                              <w:t>Remis le : _________________</w:t>
                            </w:r>
                          </w:p>
                          <w:p w:rsidR="00565AC6" w:rsidRDefault="00565AC6" w:rsidP="00565AC6">
                            <w:r>
                              <w:t>A :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18973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79.65pt;margin-top:-3.45pt;width:162.15pt;height:5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" fillcolor="white [3201]" strokeweight=".5pt">
                <v:textbox>
                  <w:txbxContent>
                    <w:p w:rsidR="00565AC6" w:rsidRDefault="00565AC6" w:rsidP="00565AC6">
                      <w:r>
                        <w:t>Remis le : _________________</w:t>
                      </w:r>
                    </w:p>
                    <w:p w:rsidR="00565AC6" w:rsidRDefault="00565AC6" w:rsidP="00565AC6">
                      <w:r>
                        <w:t>A : 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50F8B">
        <w:t>CAHIER DES CHARGES</w:t>
      </w:r>
    </w:p>
    <w:p w:rsidR="009B43AE" w:rsidRPr="005C594F" w:rsidRDefault="00247645" w:rsidP="00DA4167">
      <w:pPr>
        <w:ind w:right="2125"/>
        <w:rPr>
          <w:sz w:val="18"/>
          <w:szCs w:val="18"/>
        </w:rPr>
      </w:pPr>
      <w:r w:rsidRPr="005C594F">
        <w:rPr>
          <w:sz w:val="18"/>
          <w:szCs w:val="18"/>
        </w:rPr>
        <w:t xml:space="preserve">Mesurer </w:t>
      </w:r>
      <w:r w:rsidR="00F47469" w:rsidRPr="005C594F">
        <w:rPr>
          <w:sz w:val="18"/>
          <w:szCs w:val="18"/>
        </w:rPr>
        <w:t xml:space="preserve">l’humidité de l’air </w:t>
      </w:r>
      <w:r w:rsidR="00AC1AE0" w:rsidRPr="005C594F">
        <w:rPr>
          <w:sz w:val="18"/>
          <w:szCs w:val="18"/>
        </w:rPr>
        <w:t>ou/</w:t>
      </w:r>
      <w:r w:rsidR="00F47469" w:rsidRPr="005C594F">
        <w:rPr>
          <w:sz w:val="18"/>
          <w:szCs w:val="18"/>
        </w:rPr>
        <w:t>et de la terre</w:t>
      </w:r>
      <w:r w:rsidRPr="005C594F">
        <w:rPr>
          <w:sz w:val="18"/>
          <w:szCs w:val="18"/>
        </w:rPr>
        <w:t xml:space="preserve"> </w:t>
      </w:r>
      <w:r w:rsidR="00DA4167" w:rsidRPr="005C594F">
        <w:rPr>
          <w:sz w:val="18"/>
          <w:szCs w:val="18"/>
        </w:rPr>
        <w:t>à l’intérieur de la serre entre _____</w:t>
      </w:r>
      <w:r w:rsidR="005C594F">
        <w:rPr>
          <w:sz w:val="18"/>
          <w:szCs w:val="18"/>
        </w:rPr>
        <w:t>____</w:t>
      </w:r>
      <w:r w:rsidR="00DA4167" w:rsidRPr="005C594F">
        <w:rPr>
          <w:sz w:val="18"/>
          <w:szCs w:val="18"/>
        </w:rPr>
        <w:t>__ (_________) et ________ (___________) +/-_____</w:t>
      </w:r>
      <w:proofErr w:type="gramStart"/>
      <w:r w:rsidR="00DA4167" w:rsidRPr="005C594F">
        <w:rPr>
          <w:sz w:val="18"/>
          <w:szCs w:val="18"/>
        </w:rPr>
        <w:t>_(</w:t>
      </w:r>
      <w:proofErr w:type="gramEnd"/>
      <w:r w:rsidR="00DA4167" w:rsidRPr="005C594F">
        <w:rPr>
          <w:sz w:val="18"/>
          <w:szCs w:val="18"/>
        </w:rPr>
        <w:t xml:space="preserve">__________) </w:t>
      </w:r>
      <w:r w:rsidRPr="005C594F">
        <w:rPr>
          <w:sz w:val="18"/>
          <w:szCs w:val="18"/>
        </w:rPr>
        <w:t>et l’afficher sur un LCD.</w:t>
      </w:r>
      <w:r w:rsidR="002510F7" w:rsidRPr="005C594F">
        <w:rPr>
          <w:sz w:val="18"/>
          <w:szCs w:val="18"/>
        </w:rPr>
        <w:t xml:space="preserve"> </w:t>
      </w:r>
    </w:p>
    <w:p w:rsidR="005C594F" w:rsidRPr="00F9208D" w:rsidRDefault="005C594F" w:rsidP="005C594F">
      <w:pPr>
        <w:pStyle w:val="Sansinterligne"/>
      </w:pPr>
    </w:p>
    <w:p w:rsidR="009B43AE" w:rsidRDefault="009B43AE" w:rsidP="009B43AE">
      <w:pPr>
        <w:pStyle w:val="Titre1"/>
      </w:pPr>
      <w:r>
        <w:t>MAT</w:t>
      </w:r>
      <w:r w:rsidR="00D80FAE">
        <w:t>É</w:t>
      </w:r>
      <w:r>
        <w:t xml:space="preserve">RIELS MIS </w:t>
      </w:r>
      <w:r w:rsidR="00D80FAE">
        <w:t>À</w:t>
      </w:r>
      <w:r>
        <w:t xml:space="preserve"> DISPOSITION</w:t>
      </w:r>
    </w:p>
    <w:p w:rsidR="009B43AE" w:rsidRPr="00DA4167" w:rsidRDefault="009B43AE" w:rsidP="009B43AE">
      <w:pPr>
        <w:rPr>
          <w:sz w:val="18"/>
          <w:szCs w:val="18"/>
        </w:rPr>
      </w:pPr>
      <w:r w:rsidRPr="00DA4167">
        <w:rPr>
          <w:sz w:val="18"/>
          <w:szCs w:val="18"/>
        </w:rPr>
        <w:t xml:space="preserve">Carte à microcontrôleur Netduino+2, </w:t>
      </w:r>
      <w:proofErr w:type="spellStart"/>
      <w:r w:rsidRPr="00DA4167">
        <w:rPr>
          <w:sz w:val="18"/>
          <w:szCs w:val="18"/>
        </w:rPr>
        <w:t>shields</w:t>
      </w:r>
      <w:proofErr w:type="spellEnd"/>
      <w:r w:rsidRPr="00DA4167">
        <w:rPr>
          <w:sz w:val="18"/>
          <w:szCs w:val="18"/>
        </w:rPr>
        <w:t xml:space="preserve"> </w:t>
      </w:r>
      <w:proofErr w:type="spellStart"/>
      <w:r w:rsidRPr="00DA4167">
        <w:rPr>
          <w:sz w:val="18"/>
          <w:szCs w:val="18"/>
        </w:rPr>
        <w:t>arduino</w:t>
      </w:r>
      <w:proofErr w:type="spellEnd"/>
      <w:r w:rsidR="00D80FAE">
        <w:rPr>
          <w:sz w:val="18"/>
          <w:szCs w:val="18"/>
        </w:rPr>
        <w:t xml:space="preserve">, </w:t>
      </w:r>
      <w:r w:rsidRPr="00DA4167">
        <w:rPr>
          <w:sz w:val="18"/>
          <w:szCs w:val="18"/>
        </w:rPr>
        <w:t xml:space="preserve">IHM (LCD + clavier + </w:t>
      </w:r>
      <w:r w:rsidR="00D80FAE">
        <w:rPr>
          <w:sz w:val="18"/>
          <w:szCs w:val="18"/>
        </w:rPr>
        <w:t>LED</w:t>
      </w:r>
      <w:r w:rsidRPr="00DA4167">
        <w:rPr>
          <w:sz w:val="18"/>
          <w:szCs w:val="18"/>
        </w:rPr>
        <w:t>)</w:t>
      </w:r>
    </w:p>
    <w:p w:rsidR="00DA4167" w:rsidRDefault="009B43AE" w:rsidP="009B43AE">
      <w:pPr>
        <w:rPr>
          <w:sz w:val="18"/>
          <w:szCs w:val="18"/>
          <w:lang w:val="en-US"/>
        </w:rPr>
      </w:pPr>
      <w:proofErr w:type="spellStart"/>
      <w:r w:rsidRPr="00DA4167">
        <w:rPr>
          <w:sz w:val="18"/>
          <w:szCs w:val="18"/>
          <w:lang w:val="en-US"/>
        </w:rPr>
        <w:t>Capteur</w:t>
      </w:r>
      <w:r w:rsidR="001145AE">
        <w:rPr>
          <w:sz w:val="18"/>
          <w:szCs w:val="18"/>
          <w:lang w:val="en-US"/>
        </w:rPr>
        <w:t>s</w:t>
      </w:r>
      <w:proofErr w:type="spellEnd"/>
      <w:r w:rsidRPr="00DA4167">
        <w:rPr>
          <w:sz w:val="18"/>
          <w:szCs w:val="18"/>
          <w:lang w:val="en-US"/>
        </w:rPr>
        <w:t xml:space="preserve"> </w:t>
      </w:r>
      <w:proofErr w:type="spellStart"/>
      <w:r w:rsidRPr="00DA4167">
        <w:rPr>
          <w:sz w:val="18"/>
          <w:szCs w:val="18"/>
          <w:lang w:val="en-US"/>
        </w:rPr>
        <w:t>d’humidité</w:t>
      </w:r>
      <w:proofErr w:type="spellEnd"/>
      <w:r w:rsidRPr="00DA4167">
        <w:rPr>
          <w:sz w:val="18"/>
          <w:szCs w:val="18"/>
          <w:lang w:val="en-US"/>
        </w:rPr>
        <w:t> </w:t>
      </w:r>
      <w:r w:rsidR="00A37404" w:rsidRPr="00DA4167">
        <w:rPr>
          <w:sz w:val="18"/>
          <w:szCs w:val="18"/>
          <w:lang w:val="en-US"/>
        </w:rPr>
        <w:t xml:space="preserve"> de </w:t>
      </w:r>
      <w:proofErr w:type="spellStart"/>
      <w:r w:rsidR="00A37404" w:rsidRPr="00DA4167">
        <w:rPr>
          <w:sz w:val="18"/>
          <w:szCs w:val="18"/>
          <w:lang w:val="en-US"/>
        </w:rPr>
        <w:t>l’air</w:t>
      </w:r>
      <w:proofErr w:type="spellEnd"/>
      <w:r w:rsidR="00A37404" w:rsidRPr="00DA4167">
        <w:rPr>
          <w:sz w:val="18"/>
          <w:szCs w:val="18"/>
          <w:lang w:val="en-US"/>
        </w:rPr>
        <w:t xml:space="preserve"> </w:t>
      </w:r>
      <w:proofErr w:type="spellStart"/>
      <w:r w:rsidR="00E72A77">
        <w:rPr>
          <w:sz w:val="18"/>
          <w:szCs w:val="18"/>
          <w:lang w:val="en-US"/>
        </w:rPr>
        <w:t>disponible</w:t>
      </w:r>
      <w:r w:rsidR="00D80FAE">
        <w:rPr>
          <w:sz w:val="18"/>
          <w:szCs w:val="18"/>
          <w:lang w:val="en-US"/>
        </w:rPr>
        <w:t>s</w:t>
      </w:r>
      <w:proofErr w:type="spellEnd"/>
      <w:r w:rsidR="00E72A77">
        <w:rPr>
          <w:sz w:val="18"/>
          <w:szCs w:val="18"/>
          <w:lang w:val="en-US"/>
        </w:rPr>
        <w:t xml:space="preserve"> </w:t>
      </w:r>
      <w:r w:rsidRPr="00DA4167">
        <w:rPr>
          <w:sz w:val="18"/>
          <w:szCs w:val="18"/>
          <w:lang w:val="en-US"/>
        </w:rPr>
        <w:t xml:space="preserve">: </w:t>
      </w:r>
      <w:r w:rsidRPr="00DA4167">
        <w:rPr>
          <w:b/>
          <w:sz w:val="18"/>
          <w:szCs w:val="18"/>
          <w:lang w:val="en-US"/>
        </w:rPr>
        <w:t>HIH4000</w:t>
      </w:r>
      <w:r w:rsidRPr="00DA4167">
        <w:rPr>
          <w:sz w:val="18"/>
          <w:szCs w:val="18"/>
          <w:lang w:val="en-US"/>
        </w:rPr>
        <w:t>, Module “Temperature and Humidity Sensor Pro”(</w:t>
      </w:r>
      <w:r w:rsidRPr="00DA4167">
        <w:rPr>
          <w:b/>
          <w:sz w:val="18"/>
          <w:szCs w:val="18"/>
          <w:lang w:val="en-US"/>
        </w:rPr>
        <w:t>SEN11301P</w:t>
      </w:r>
      <w:r w:rsidRPr="00DA4167">
        <w:rPr>
          <w:sz w:val="18"/>
          <w:szCs w:val="18"/>
          <w:lang w:val="en-US"/>
        </w:rPr>
        <w:t xml:space="preserve">), </w:t>
      </w:r>
    </w:p>
    <w:p w:rsidR="009B43AE" w:rsidRPr="00DA4167" w:rsidRDefault="00DA4167" w:rsidP="009B43AE">
      <w:pPr>
        <w:rPr>
          <w:sz w:val="18"/>
          <w:szCs w:val="18"/>
          <w:lang w:val="en-US"/>
        </w:rPr>
      </w:pPr>
      <w:proofErr w:type="spellStart"/>
      <w:r w:rsidRPr="00DA4167">
        <w:rPr>
          <w:sz w:val="18"/>
          <w:szCs w:val="18"/>
          <w:lang w:val="en-US"/>
        </w:rPr>
        <w:t>Capteur</w:t>
      </w:r>
      <w:proofErr w:type="spellEnd"/>
      <w:r w:rsidRPr="00DA4167">
        <w:rPr>
          <w:sz w:val="18"/>
          <w:szCs w:val="18"/>
          <w:lang w:val="en-US"/>
        </w:rPr>
        <w:t xml:space="preserve"> </w:t>
      </w:r>
      <w:proofErr w:type="spellStart"/>
      <w:r w:rsidRPr="00DA4167">
        <w:rPr>
          <w:sz w:val="18"/>
          <w:szCs w:val="18"/>
          <w:lang w:val="en-US"/>
        </w:rPr>
        <w:t>d'humidité</w:t>
      </w:r>
      <w:proofErr w:type="spellEnd"/>
      <w:r w:rsidRPr="00DA4167">
        <w:rPr>
          <w:sz w:val="18"/>
          <w:szCs w:val="18"/>
          <w:lang w:val="en-US"/>
        </w:rPr>
        <w:t xml:space="preserve"> de la </w:t>
      </w:r>
      <w:proofErr w:type="spellStart"/>
      <w:r w:rsidRPr="00DA4167">
        <w:rPr>
          <w:sz w:val="18"/>
          <w:szCs w:val="18"/>
          <w:lang w:val="en-US"/>
        </w:rPr>
        <w:t>terre</w:t>
      </w:r>
      <w:proofErr w:type="spellEnd"/>
      <w:r w:rsidRPr="00DA4167">
        <w:rPr>
          <w:sz w:val="18"/>
          <w:szCs w:val="18"/>
          <w:lang w:val="en-US"/>
        </w:rPr>
        <w:t xml:space="preserve"> </w:t>
      </w:r>
      <w:r w:rsidR="00E72A77">
        <w:rPr>
          <w:sz w:val="18"/>
          <w:szCs w:val="18"/>
          <w:lang w:val="en-US"/>
        </w:rPr>
        <w:t xml:space="preserve">disponible </w:t>
      </w:r>
      <w:r w:rsidRPr="00DA4167">
        <w:rPr>
          <w:sz w:val="18"/>
          <w:szCs w:val="18"/>
          <w:lang w:val="en-US"/>
        </w:rPr>
        <w:t xml:space="preserve">: </w:t>
      </w:r>
      <w:r w:rsidR="009B43AE" w:rsidRPr="00DA4167">
        <w:rPr>
          <w:sz w:val="18"/>
          <w:szCs w:val="18"/>
          <w:lang w:val="en-US"/>
        </w:rPr>
        <w:t>Module “Moisture Sensor” (</w:t>
      </w:r>
      <w:r w:rsidR="009B43AE" w:rsidRPr="00DA4167">
        <w:rPr>
          <w:b/>
          <w:sz w:val="18"/>
          <w:szCs w:val="18"/>
          <w:lang w:val="en-US"/>
        </w:rPr>
        <w:t>SEN92355P</w:t>
      </w:r>
      <w:r w:rsidR="009B43AE" w:rsidRPr="00DA4167">
        <w:rPr>
          <w:sz w:val="18"/>
          <w:szCs w:val="18"/>
          <w:lang w:val="en-US"/>
        </w:rPr>
        <w:t>).</w:t>
      </w:r>
      <w:r w:rsidRPr="00DA4167">
        <w:rPr>
          <w:sz w:val="18"/>
          <w:szCs w:val="18"/>
          <w:lang w:val="en-US"/>
        </w:rPr>
        <w:t xml:space="preserve"> </w:t>
      </w:r>
      <w:r w:rsidRPr="00DA4167">
        <w:rPr>
          <w:sz w:val="18"/>
          <w:szCs w:val="18"/>
        </w:rPr>
        <w:t>Vous pouvez également chercher d'autres modèles</w:t>
      </w:r>
    </w:p>
    <w:p w:rsidR="00247645" w:rsidRPr="00DA4167" w:rsidRDefault="00D80FAE" w:rsidP="00DA4167">
      <w:pPr>
        <w:rPr>
          <w:sz w:val="18"/>
          <w:szCs w:val="18"/>
        </w:rPr>
      </w:pPr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F34AE8" wp14:editId="6A8D7C72">
                <wp:simplePos x="0" y="0"/>
                <wp:positionH relativeFrom="column">
                  <wp:posOffset>-362585</wp:posOffset>
                </wp:positionH>
                <wp:positionV relativeFrom="paragraph">
                  <wp:posOffset>299085</wp:posOffset>
                </wp:positionV>
                <wp:extent cx="288290" cy="288290"/>
                <wp:effectExtent l="0" t="0" r="16510" b="16510"/>
                <wp:wrapNone/>
                <wp:docPr id="20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3AE" w:rsidRPr="00AF533F" w:rsidRDefault="009B43AE" w:rsidP="009B43AE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34AE8" id="Rectangle 2" o:spid="_x0000_s1027" style="position:absolute;margin-left:-28.55pt;margin-top:23.55pt;width:22.7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" fillcolor="#0070c0" strokecolor="#0070c0">
                <v:textbox>
                  <w:txbxContent>
                    <w:p w:rsidR="009B43AE" w:rsidRPr="00AF533F" w:rsidRDefault="009B43AE" w:rsidP="009B43AE">
                      <w:pPr>
                        <w:pStyle w:val="Sansinterligne"/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9B43AE" w:rsidRPr="00DA4167">
        <w:rPr>
          <w:sz w:val="18"/>
          <w:szCs w:val="18"/>
        </w:rPr>
        <w:t xml:space="preserve">Multimètre MX59HD. Module Oregon. </w:t>
      </w:r>
    </w:p>
    <w:p w:rsidR="00B07A4A" w:rsidRDefault="00B07A4A" w:rsidP="00B07A4A">
      <w:pPr>
        <w:pStyle w:val="Titre1"/>
      </w:pPr>
      <w:r>
        <w:t>rECHERCHE</w:t>
      </w:r>
      <w:r w:rsidR="00650F8B">
        <w:t>S</w:t>
      </w:r>
      <w:r>
        <w:t xml:space="preserve"> DOCUMeNTAIRE</w:t>
      </w:r>
      <w:r w:rsidR="00650F8B">
        <w:t xml:space="preserve">S </w:t>
      </w:r>
    </w:p>
    <w:p w:rsidR="00B07A4A" w:rsidRPr="00DA4167" w:rsidRDefault="00247645" w:rsidP="00650F8B">
      <w:pPr>
        <w:rPr>
          <w:sz w:val="18"/>
          <w:szCs w:val="18"/>
        </w:rPr>
      </w:pPr>
      <w:r w:rsidRPr="00DA4167">
        <w:rPr>
          <w:sz w:val="18"/>
          <w:szCs w:val="18"/>
        </w:rPr>
        <w:t xml:space="preserve">Effectuer des recherches documentaires sur </w:t>
      </w:r>
      <w:r w:rsidR="00F47469" w:rsidRPr="00DA4167">
        <w:rPr>
          <w:sz w:val="18"/>
          <w:szCs w:val="18"/>
        </w:rPr>
        <w:t>l’humidité</w:t>
      </w:r>
      <w:r w:rsidR="005C594F">
        <w:rPr>
          <w:sz w:val="18"/>
          <w:szCs w:val="18"/>
        </w:rPr>
        <w:t xml:space="preserve"> ______________</w:t>
      </w:r>
      <w:r w:rsidRPr="00DA4167">
        <w:rPr>
          <w:sz w:val="18"/>
          <w:szCs w:val="18"/>
        </w:rPr>
        <w:t>et les moyens disponibles pour la mesurer.</w:t>
      </w:r>
    </w:p>
    <w:p w:rsidR="005C594F" w:rsidRDefault="009B43AE" w:rsidP="00DA4167">
      <w:pPr>
        <w:rPr>
          <w:sz w:val="18"/>
          <w:szCs w:val="18"/>
        </w:rPr>
      </w:pPr>
      <w:r w:rsidRPr="00DA4167">
        <w:rPr>
          <w:b/>
          <w:noProof/>
          <w:sz w:val="18"/>
          <w:szCs w:val="18"/>
        </w:rPr>
        <w:sym w:font="Wingdings" w:char="F021"/>
      </w:r>
      <w:r w:rsidRPr="00DA4167">
        <w:rPr>
          <w:b/>
          <w:noProof/>
          <w:sz w:val="18"/>
          <w:szCs w:val="18"/>
        </w:rPr>
        <w:t xml:space="preserve"> </w:t>
      </w:r>
      <w:r w:rsidR="00B931A9" w:rsidRPr="00DA4167">
        <w:rPr>
          <w:b/>
          <w:noProof/>
          <w:sz w:val="18"/>
          <w:szCs w:val="18"/>
        </w:rPr>
        <w:t>Document à produire</w:t>
      </w:r>
      <w:r w:rsidR="00DA4167" w:rsidRPr="00DA4167">
        <w:rPr>
          <w:b/>
          <w:noProof/>
          <w:sz w:val="18"/>
          <w:szCs w:val="18"/>
        </w:rPr>
        <w:t xml:space="preserve"> </w:t>
      </w:r>
      <w:r w:rsidR="00247645" w:rsidRPr="00DA4167">
        <w:rPr>
          <w:sz w:val="18"/>
          <w:szCs w:val="18"/>
        </w:rPr>
        <w:t xml:space="preserve">: paragraphe d’introduction de la tâche « Mesurer </w:t>
      </w:r>
      <w:r w:rsidR="00F47469" w:rsidRPr="00DA4167">
        <w:rPr>
          <w:sz w:val="18"/>
          <w:szCs w:val="18"/>
        </w:rPr>
        <w:t>l’humidité</w:t>
      </w:r>
      <w:r w:rsidR="005C594F">
        <w:rPr>
          <w:sz w:val="18"/>
          <w:szCs w:val="18"/>
        </w:rPr>
        <w:t xml:space="preserve"> _____________</w:t>
      </w:r>
      <w:r w:rsidR="00247645" w:rsidRPr="00DA4167">
        <w:rPr>
          <w:sz w:val="18"/>
          <w:szCs w:val="18"/>
        </w:rPr>
        <w:t xml:space="preserve"> dans la serre »</w:t>
      </w:r>
    </w:p>
    <w:p w:rsidR="00B41FCF" w:rsidRPr="00DA4167" w:rsidRDefault="00DA4167" w:rsidP="00DA4167">
      <w:pPr>
        <w:rPr>
          <w:sz w:val="18"/>
          <w:szCs w:val="18"/>
        </w:rPr>
      </w:pPr>
      <w:r w:rsidRPr="00DA4167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5C594F">
        <w:rPr>
          <w:sz w:val="18"/>
          <w:szCs w:val="18"/>
        </w:rPr>
        <w:tab/>
      </w:r>
      <w:r w:rsidR="009B43AE" w:rsidRPr="00DA4167">
        <w:rPr>
          <w:b/>
          <w:sz w:val="18"/>
          <w:szCs w:val="18"/>
        </w:rPr>
        <w:t>Vu prof</w:t>
      </w:r>
      <w:r w:rsidR="009B43AE" w:rsidRPr="00DA4167">
        <w:rPr>
          <w:sz w:val="18"/>
          <w:szCs w:val="18"/>
        </w:rPr>
        <w:t xml:space="preserve"> </w:t>
      </w:r>
      <w:r w:rsidR="009B43AE" w:rsidRPr="00DA4167">
        <w:rPr>
          <w:sz w:val="18"/>
          <w:szCs w:val="18"/>
        </w:rPr>
        <w:sym w:font="Wingdings" w:char="F0A8"/>
      </w:r>
      <w:r w:rsidR="009B43AE" w:rsidRPr="00DA4167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B76FD" wp14:editId="7D909CE0">
                <wp:simplePos x="0" y="0"/>
                <wp:positionH relativeFrom="column">
                  <wp:posOffset>-362490</wp:posOffset>
                </wp:positionH>
                <wp:positionV relativeFrom="paragraph">
                  <wp:posOffset>282822</wp:posOffset>
                </wp:positionV>
                <wp:extent cx="288290" cy="288290"/>
                <wp:effectExtent l="0" t="0" r="16510" b="1651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3AE" w:rsidRPr="00AF533F" w:rsidRDefault="009B43AE" w:rsidP="009B43AE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B76FD" id="_x0000_s1028" style="position:absolute;margin-left:-28.55pt;margin-top:22.25pt;width:22.7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" fillcolor="#0070c0" strokecolor="#0070c0">
                <v:textbox>
                  <w:txbxContent>
                    <w:p w:rsidR="009B43AE" w:rsidRPr="00AF533F" w:rsidRDefault="009B43AE" w:rsidP="009B43AE">
                      <w:pPr>
                        <w:pStyle w:val="Sansinterligne"/>
                        <w:rPr>
                          <w:b/>
                          <w:color w:val="FFFFFF" w:themeColor="background1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247645" w:rsidRDefault="00CB085E" w:rsidP="00247645">
      <w:pPr>
        <w:pStyle w:val="Titre1"/>
      </w:pPr>
      <w:r>
        <w:rPr>
          <w:noProof/>
        </w:rPr>
        <w:t xml:space="preserve">SIMULATION, </w:t>
      </w:r>
      <w:r w:rsidR="008355BB">
        <w:rPr>
          <w:noProof/>
        </w:rPr>
        <w:t>Exp</w:t>
      </w:r>
      <w:r w:rsidR="00D80FAE">
        <w:rPr>
          <w:noProof/>
        </w:rPr>
        <w:t>É</w:t>
      </w:r>
      <w:r w:rsidR="008355BB">
        <w:rPr>
          <w:noProof/>
        </w:rPr>
        <w:t>riment</w:t>
      </w:r>
      <w:r w:rsidR="00CC5067">
        <w:rPr>
          <w:noProof/>
        </w:rPr>
        <w:t>ATION</w:t>
      </w:r>
    </w:p>
    <w:p w:rsidR="005C594F" w:rsidRPr="000C3277" w:rsidRDefault="005C594F" w:rsidP="005C594F">
      <w:pPr>
        <w:rPr>
          <w:noProof/>
          <w:sz w:val="18"/>
          <w:szCs w:val="18"/>
        </w:rPr>
      </w:pPr>
      <w:r w:rsidRPr="000C3277">
        <w:rPr>
          <w:noProof/>
          <w:sz w:val="18"/>
          <w:szCs w:val="18"/>
        </w:rPr>
        <w:drawing>
          <wp:anchor distT="0" distB="0" distL="114300" distR="114300" simplePos="0" relativeHeight="251696128" behindDoc="0" locked="0" layoutInCell="1" allowOverlap="1" wp14:anchorId="455379D7" wp14:editId="2E75F543">
            <wp:simplePos x="0" y="0"/>
            <wp:positionH relativeFrom="column">
              <wp:posOffset>3669665</wp:posOffset>
            </wp:positionH>
            <wp:positionV relativeFrom="paragraph">
              <wp:posOffset>508000</wp:posOffset>
            </wp:positionV>
            <wp:extent cx="2346960" cy="132016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96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3277">
        <w:rPr>
          <w:noProof/>
          <w:sz w:val="18"/>
          <w:szCs w:val="18"/>
        </w:rPr>
        <w:t xml:space="preserve">En tenant compte des indicateurs de performance de la fiche d’ évaluation, répondre au cahier des charges en utilisant le capteur disponible ou celui que vous aurez choisi. Quantifier les </w:t>
      </w:r>
      <w:r w:rsidRPr="000C3277">
        <w:rPr>
          <w:b/>
          <w:noProof/>
          <w:sz w:val="18"/>
          <w:szCs w:val="18"/>
        </w:rPr>
        <w:t>écarts : système souhaité, système simulé, système réel.</w:t>
      </w:r>
    </w:p>
    <w:p w:rsidR="005C594F" w:rsidRPr="000C3277" w:rsidRDefault="005C594F" w:rsidP="005C594F">
      <w:pPr>
        <w:ind w:right="3968"/>
        <w:rPr>
          <w:b/>
          <w:noProof/>
          <w:sz w:val="18"/>
          <w:szCs w:val="18"/>
        </w:rPr>
      </w:pPr>
    </w:p>
    <w:p w:rsidR="005C594F" w:rsidRDefault="005C594F" w:rsidP="005C594F">
      <w:pPr>
        <w:ind w:right="3968"/>
        <w:rPr>
          <w:sz w:val="18"/>
          <w:szCs w:val="18"/>
        </w:rPr>
      </w:pPr>
      <w:r w:rsidRPr="000C3277">
        <w:rPr>
          <w:b/>
          <w:noProof/>
          <w:sz w:val="18"/>
          <w:szCs w:val="18"/>
        </w:rPr>
        <w:sym w:font="Wingdings" w:char="F021"/>
      </w:r>
      <w:r w:rsidRPr="000C3277">
        <w:rPr>
          <w:b/>
          <w:noProof/>
          <w:sz w:val="18"/>
          <w:szCs w:val="18"/>
        </w:rPr>
        <w:t xml:space="preserve"> Documents à produire </w:t>
      </w:r>
      <w:r w:rsidRPr="000C3277">
        <w:rPr>
          <w:sz w:val="18"/>
          <w:szCs w:val="18"/>
        </w:rPr>
        <w:t xml:space="preserve">: </w:t>
      </w:r>
    </w:p>
    <w:p w:rsidR="005C594F" w:rsidRPr="000C3277" w:rsidRDefault="005C594F" w:rsidP="005C594F">
      <w:pPr>
        <w:pStyle w:val="Sansinterligne"/>
        <w:rPr>
          <w:sz w:val="18"/>
          <w:szCs w:val="18"/>
        </w:rPr>
      </w:pPr>
      <w:r w:rsidRPr="000C3277">
        <w:rPr>
          <w:sz w:val="18"/>
          <w:szCs w:val="18"/>
        </w:rPr>
        <w:t xml:space="preserve">      Fiche d’expérience, résultats obtenus, écarts</w:t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b/>
          <w:sz w:val="18"/>
          <w:szCs w:val="18"/>
        </w:rPr>
        <w:t>Vu prof</w:t>
      </w:r>
      <w:r w:rsidRPr="000C3277">
        <w:rPr>
          <w:sz w:val="18"/>
          <w:szCs w:val="18"/>
        </w:rPr>
        <w:t xml:space="preserve"> </w:t>
      </w:r>
      <w:r w:rsidRPr="000C3277">
        <w:rPr>
          <w:sz w:val="18"/>
          <w:szCs w:val="18"/>
        </w:rPr>
        <w:sym w:font="Wingdings" w:char="F0A8"/>
      </w:r>
    </w:p>
    <w:p w:rsidR="005C594F" w:rsidRDefault="005C594F" w:rsidP="005C594F">
      <w:pPr>
        <w:ind w:right="3968"/>
        <w:rPr>
          <w:sz w:val="18"/>
          <w:szCs w:val="18"/>
        </w:rPr>
      </w:pPr>
    </w:p>
    <w:p w:rsidR="005C594F" w:rsidRPr="000C3277" w:rsidRDefault="005C594F" w:rsidP="005C594F">
      <w:pPr>
        <w:ind w:right="3968"/>
        <w:rPr>
          <w:sz w:val="18"/>
          <w:szCs w:val="18"/>
        </w:rPr>
      </w:pPr>
      <w:bookmarkStart w:id="0" w:name="_GoBack"/>
      <w:bookmarkEnd w:id="0"/>
    </w:p>
    <w:p w:rsidR="00B931A9" w:rsidRDefault="009B43AE" w:rsidP="00B931A9">
      <w:pPr>
        <w:pStyle w:val="Titre1"/>
        <w:rPr>
          <w:noProof/>
        </w:rPr>
      </w:pPr>
      <w:r>
        <w:rPr>
          <w:noProof/>
        </w:rPr>
        <w:sym w:font="Wingdings" w:char="F021"/>
      </w:r>
      <w:r>
        <w:rPr>
          <w:noProof/>
        </w:rPr>
        <w:t xml:space="preserve"> </w:t>
      </w:r>
      <w:r w:rsidR="00B931A9">
        <w:rPr>
          <w:noProof/>
        </w:rPr>
        <w:t xml:space="preserve">DOCUMENTS </w:t>
      </w:r>
      <w:r w:rsidR="00AC1653">
        <w:rPr>
          <w:noProof/>
        </w:rPr>
        <w:t xml:space="preserve">complementaires </w:t>
      </w:r>
      <w:r w:rsidR="00D80FAE">
        <w:rPr>
          <w:noProof/>
        </w:rPr>
        <w:t>À</w:t>
      </w:r>
      <w:r w:rsidR="00B931A9">
        <w:rPr>
          <w:noProof/>
        </w:rPr>
        <w:t xml:space="preserve"> PRODUIRE</w:t>
      </w:r>
      <w:r w:rsidR="006B7D39">
        <w:rPr>
          <w:noProof/>
        </w:rPr>
        <w:t xml:space="preserve"> EN VU</w:t>
      </w:r>
      <w:r w:rsidR="00D80FAE">
        <w:rPr>
          <w:noProof/>
        </w:rPr>
        <w:t>E</w:t>
      </w:r>
      <w:r w:rsidR="006B7D39">
        <w:rPr>
          <w:noProof/>
        </w:rPr>
        <w:t xml:space="preserve"> DE LA r</w:t>
      </w:r>
      <w:r w:rsidR="00D80FAE">
        <w:rPr>
          <w:noProof/>
        </w:rPr>
        <w:t>É</w:t>
      </w:r>
      <w:r w:rsidR="006B7D39">
        <w:rPr>
          <w:noProof/>
        </w:rPr>
        <w:t>daction du dossier</w:t>
      </w:r>
    </w:p>
    <w:p w:rsidR="00B931A9" w:rsidRPr="00F6145D" w:rsidRDefault="00B931A9" w:rsidP="00917093">
      <w:pPr>
        <w:rPr>
          <w:noProof/>
          <w:sz w:val="18"/>
          <w:szCs w:val="18"/>
        </w:rPr>
      </w:pPr>
      <w:r w:rsidRPr="00F6145D">
        <w:rPr>
          <w:noProof/>
          <w:sz w:val="18"/>
          <w:szCs w:val="18"/>
        </w:rPr>
        <w:t xml:space="preserve">Chaîne d’information, </w:t>
      </w:r>
      <w:r w:rsidR="00F27BB4" w:rsidRPr="00F6145D">
        <w:rPr>
          <w:noProof/>
          <w:sz w:val="18"/>
          <w:szCs w:val="18"/>
        </w:rPr>
        <w:t xml:space="preserve">schéma de câblage, </w:t>
      </w:r>
      <w:r w:rsidRPr="00F6145D">
        <w:rPr>
          <w:noProof/>
          <w:sz w:val="18"/>
          <w:szCs w:val="18"/>
        </w:rPr>
        <w:t>schéma</w:t>
      </w:r>
      <w:r w:rsidR="006B7D39" w:rsidRPr="00F6145D">
        <w:rPr>
          <w:noProof/>
          <w:sz w:val="18"/>
          <w:szCs w:val="18"/>
        </w:rPr>
        <w:t>s</w:t>
      </w:r>
      <w:r w:rsidRPr="00F6145D">
        <w:rPr>
          <w:noProof/>
          <w:sz w:val="18"/>
          <w:szCs w:val="18"/>
        </w:rPr>
        <w:t>-bloc</w:t>
      </w:r>
      <w:r w:rsidR="006B7D39" w:rsidRPr="00F6145D">
        <w:rPr>
          <w:noProof/>
          <w:sz w:val="18"/>
          <w:szCs w:val="18"/>
        </w:rPr>
        <w:t xml:space="preserve"> </w:t>
      </w:r>
      <w:r w:rsidR="008A5D43" w:rsidRPr="00F6145D">
        <w:rPr>
          <w:noProof/>
          <w:sz w:val="18"/>
          <w:szCs w:val="18"/>
        </w:rPr>
        <w:t>de la chaîne de mesure</w:t>
      </w:r>
      <w:r w:rsidR="006B7D39" w:rsidRPr="00F6145D">
        <w:rPr>
          <w:noProof/>
          <w:sz w:val="18"/>
          <w:szCs w:val="18"/>
        </w:rPr>
        <w:t xml:space="preserve"> </w:t>
      </w:r>
      <w:r w:rsidRPr="00F6145D">
        <w:rPr>
          <w:noProof/>
          <w:sz w:val="18"/>
          <w:szCs w:val="18"/>
        </w:rPr>
        <w:t xml:space="preserve">. </w:t>
      </w:r>
      <w:r w:rsidR="00F27BB4" w:rsidRPr="00F6145D">
        <w:rPr>
          <w:noProof/>
          <w:sz w:val="18"/>
          <w:szCs w:val="18"/>
        </w:rPr>
        <w:tab/>
      </w:r>
      <w:r w:rsidR="00F27BB4" w:rsidRPr="00F6145D">
        <w:rPr>
          <w:noProof/>
          <w:sz w:val="18"/>
          <w:szCs w:val="18"/>
        </w:rPr>
        <w:tab/>
      </w:r>
      <w:r w:rsidR="00F6145D">
        <w:rPr>
          <w:noProof/>
          <w:sz w:val="18"/>
          <w:szCs w:val="18"/>
        </w:rPr>
        <w:tab/>
      </w:r>
      <w:r w:rsidR="009B43AE" w:rsidRPr="00F6145D">
        <w:rPr>
          <w:b/>
          <w:sz w:val="18"/>
          <w:szCs w:val="18"/>
        </w:rPr>
        <w:t>Vu prof</w:t>
      </w:r>
      <w:r w:rsidR="009B43AE" w:rsidRPr="00F6145D">
        <w:rPr>
          <w:sz w:val="18"/>
          <w:szCs w:val="18"/>
        </w:rPr>
        <w:t xml:space="preserve"> </w:t>
      </w:r>
      <w:r w:rsidR="009B43AE" w:rsidRPr="00F6145D">
        <w:rPr>
          <w:sz w:val="18"/>
          <w:szCs w:val="18"/>
        </w:rPr>
        <w:sym w:font="Wingdings" w:char="F0A8"/>
      </w:r>
    </w:p>
    <w:p w:rsidR="00F9208D" w:rsidRDefault="009B43AE" w:rsidP="009B43AE">
      <w:pPr>
        <w:rPr>
          <w:sz w:val="18"/>
          <w:szCs w:val="18"/>
        </w:rPr>
      </w:pPr>
      <w:r w:rsidRPr="00F6145D">
        <w:rPr>
          <w:noProof/>
          <w:sz w:val="18"/>
          <w:szCs w:val="18"/>
        </w:rPr>
        <w:t xml:space="preserve">Algorithmes. Programmes. </w:t>
      </w:r>
      <w:r w:rsidRPr="00F6145D">
        <w:rPr>
          <w:sz w:val="18"/>
          <w:szCs w:val="18"/>
        </w:rPr>
        <w:tab/>
      </w:r>
      <w:r w:rsidRPr="00F6145D">
        <w:rPr>
          <w:sz w:val="18"/>
          <w:szCs w:val="18"/>
        </w:rPr>
        <w:tab/>
      </w:r>
      <w:r w:rsidRPr="00F6145D">
        <w:rPr>
          <w:sz w:val="18"/>
          <w:szCs w:val="18"/>
        </w:rPr>
        <w:tab/>
      </w:r>
      <w:r w:rsidRPr="00F6145D">
        <w:rPr>
          <w:sz w:val="18"/>
          <w:szCs w:val="18"/>
        </w:rPr>
        <w:tab/>
      </w:r>
      <w:r w:rsidRPr="00F6145D">
        <w:rPr>
          <w:sz w:val="18"/>
          <w:szCs w:val="18"/>
        </w:rPr>
        <w:tab/>
      </w:r>
      <w:r w:rsidRPr="00F6145D">
        <w:rPr>
          <w:sz w:val="18"/>
          <w:szCs w:val="18"/>
        </w:rPr>
        <w:tab/>
      </w:r>
      <w:r w:rsidRPr="00F6145D">
        <w:rPr>
          <w:sz w:val="18"/>
          <w:szCs w:val="18"/>
        </w:rPr>
        <w:tab/>
      </w:r>
      <w:r w:rsidRPr="00F6145D">
        <w:rPr>
          <w:sz w:val="18"/>
          <w:szCs w:val="18"/>
        </w:rPr>
        <w:tab/>
      </w:r>
      <w:r w:rsidRPr="00F6145D">
        <w:rPr>
          <w:sz w:val="18"/>
          <w:szCs w:val="18"/>
        </w:rPr>
        <w:tab/>
      </w:r>
      <w:r w:rsidRPr="00F6145D">
        <w:rPr>
          <w:b/>
          <w:sz w:val="18"/>
          <w:szCs w:val="18"/>
        </w:rPr>
        <w:t>Vu prof</w:t>
      </w:r>
      <w:r w:rsidRPr="00F6145D">
        <w:rPr>
          <w:sz w:val="18"/>
          <w:szCs w:val="18"/>
        </w:rPr>
        <w:t xml:space="preserve"> </w:t>
      </w:r>
      <w:r w:rsidRPr="00F6145D">
        <w:rPr>
          <w:sz w:val="18"/>
          <w:szCs w:val="18"/>
        </w:rPr>
        <w:sym w:font="Wingdings" w:char="F0A8"/>
      </w:r>
    </w:p>
    <w:p w:rsidR="005C594F" w:rsidRPr="00F6145D" w:rsidRDefault="005C594F" w:rsidP="009B43AE">
      <w:pPr>
        <w:rPr>
          <w:sz w:val="18"/>
          <w:szCs w:val="18"/>
        </w:rPr>
      </w:pPr>
    </w:p>
    <w:p w:rsidR="009B43AE" w:rsidRDefault="009B43AE" w:rsidP="009B43AE">
      <w:pPr>
        <w:pStyle w:val="Titre1"/>
      </w:pPr>
      <w:r>
        <w:rPr>
          <w:noProof/>
        </w:rPr>
        <w:t xml:space="preserve">DES Ressources documentaires complementaireS SERONT </w:t>
      </w:r>
      <w:r w:rsidR="00D80FAE">
        <w:rPr>
          <w:noProof/>
        </w:rPr>
        <w:t>É</w:t>
      </w:r>
      <w:r>
        <w:rPr>
          <w:noProof/>
        </w:rPr>
        <w:t>VENTUELLEMENT MISES A DISPOSITION DANS LE r</w:t>
      </w:r>
      <w:r w:rsidR="00D80FAE">
        <w:rPr>
          <w:noProof/>
        </w:rPr>
        <w:t>É</w:t>
      </w:r>
      <w:r>
        <w:rPr>
          <w:noProof/>
        </w:rPr>
        <w:t>pertoire du projet sur Google DRIVE</w:t>
      </w:r>
    </w:p>
    <w:sectPr w:rsidR="009B43AE" w:rsidSect="00721E4E">
      <w:headerReference w:type="default" r:id="rId8"/>
      <w:footerReference w:type="default" r:id="rId9"/>
      <w:pgSz w:w="11906" w:h="16838"/>
      <w:pgMar w:top="1701" w:right="1417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3DE" w:rsidRDefault="00F143DE" w:rsidP="00B07A4A">
      <w:r>
        <w:separator/>
      </w:r>
    </w:p>
  </w:endnote>
  <w:endnote w:type="continuationSeparator" w:id="0">
    <w:p w:rsidR="00F143DE" w:rsidRDefault="00F143DE" w:rsidP="00B0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564" w:rsidRPr="00CC5067" w:rsidRDefault="007D24B2" w:rsidP="00B07A4A">
    <w:pPr>
      <w:pStyle w:val="Pieddepage"/>
      <w:rPr>
        <w:sz w:val="16"/>
        <w:szCs w:val="16"/>
      </w:rPr>
    </w:pPr>
    <w:r w:rsidRPr="00CC5067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59AA0B" wp14:editId="31DD43DC">
              <wp:simplePos x="0" y="0"/>
              <wp:positionH relativeFrom="column">
                <wp:posOffset>6177173</wp:posOffset>
              </wp:positionH>
              <wp:positionV relativeFrom="paragraph">
                <wp:posOffset>112977</wp:posOffset>
              </wp:positionV>
              <wp:extent cx="323850" cy="257175"/>
              <wp:effectExtent l="0" t="0" r="19050" b="2857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257175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94564" w:rsidRPr="00163BFC" w:rsidRDefault="007D24B2" w:rsidP="00210111">
                          <w:pPr>
                            <w:pStyle w:val="Sansinterligne"/>
                            <w:jc w:val="center"/>
                          </w:pPr>
                          <w:r w:rsidRPr="00163BFC">
                            <w:fldChar w:fldCharType="begin"/>
                          </w:r>
                          <w:r w:rsidRPr="00163BFC">
                            <w:instrText xml:space="preserve"> PAGE   \* MERGEFORMAT </w:instrText>
                          </w:r>
                          <w:r w:rsidRPr="00163BFC">
                            <w:fldChar w:fldCharType="separate"/>
                          </w:r>
                          <w:r w:rsidR="00565AC6">
                            <w:rPr>
                              <w:noProof/>
                            </w:rPr>
                            <w:t>1</w:t>
                          </w:r>
                          <w:r w:rsidRPr="00163BF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359AA0B" id="AutoShape 9" o:spid="_x0000_s1031" style="position:absolute;margin-left:486.4pt;margin-top:8.9pt;width:25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">
              <v:textbox inset="0,0,0,0">
                <w:txbxContent>
                  <w:p w:rsidR="00494564" w:rsidRPr="00163BFC" w:rsidRDefault="007D24B2" w:rsidP="00210111">
                    <w:pPr>
                      <w:pStyle w:val="Sansinterligne"/>
                      <w:jc w:val="center"/>
                    </w:pPr>
                    <w:r w:rsidRPr="00163BFC">
                      <w:fldChar w:fldCharType="begin"/>
                    </w:r>
                    <w:r w:rsidRPr="00163BFC">
                      <w:instrText xml:space="preserve"> PAGE   \* MERGEFORMAT </w:instrText>
                    </w:r>
                    <w:r w:rsidRPr="00163BFC">
                      <w:fldChar w:fldCharType="separate"/>
                    </w:r>
                    <w:r w:rsidR="00565AC6">
                      <w:rPr>
                        <w:noProof/>
                      </w:rPr>
                      <w:t>1</w:t>
                    </w:r>
                    <w:r w:rsidRPr="00163BFC">
                      <w:fldChar w:fldCharType="end"/>
                    </w:r>
                  </w:p>
                </w:txbxContent>
              </v:textbox>
            </v:roundrect>
          </w:pict>
        </mc:Fallback>
      </mc:AlternateContent>
    </w:r>
    <w:r w:rsidR="00AB735C">
      <w:rPr>
        <w:sz w:val="16"/>
        <w:szCs w:val="16"/>
      </w:rPr>
      <w:t>MNO</w:t>
    </w:r>
    <w:r w:rsidR="006D4EE5">
      <w:rPr>
        <w:sz w:val="16"/>
        <w:szCs w:val="16"/>
      </w:rPr>
      <w:t>10</w:t>
    </w:r>
    <w:r w:rsidR="00446714">
      <w:rPr>
        <w:sz w:val="16"/>
        <w:szCs w:val="16"/>
      </w:rPr>
      <w:t>122018</w:t>
    </w:r>
    <w:r w:rsidR="006D4EE5">
      <w:rPr>
        <w:sz w:val="16"/>
        <w:szCs w:val="16"/>
      </w:rPr>
      <w:tab/>
    </w:r>
    <w:r w:rsidR="006D4EE5">
      <w:rPr>
        <w:sz w:val="16"/>
        <w:szCs w:val="16"/>
      </w:rPr>
      <w:tab/>
      <w:t>Cette fiche peut faire l’objet de modifications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3DE" w:rsidRDefault="00F143DE" w:rsidP="00B07A4A">
      <w:r>
        <w:separator/>
      </w:r>
    </w:p>
  </w:footnote>
  <w:footnote w:type="continuationSeparator" w:id="0">
    <w:p w:rsidR="00F143DE" w:rsidRDefault="00F143DE" w:rsidP="00B07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564" w:rsidRPr="00721E4E" w:rsidRDefault="00035497" w:rsidP="00B07A4A">
    <w:pPr>
      <w:pStyle w:val="centrehaut"/>
    </w:pPr>
    <w:r w:rsidRPr="00721E4E">
      <mc:AlternateContent>
        <mc:Choice Requires="wps">
          <w:drawing>
            <wp:anchor distT="0" distB="0" distL="114300" distR="114300" simplePos="0" relativeHeight="251660288" behindDoc="0" locked="0" layoutInCell="1" allowOverlap="1" wp14:anchorId="4FCF2427" wp14:editId="58AABF90">
              <wp:simplePos x="0" y="0"/>
              <wp:positionH relativeFrom="page">
                <wp:posOffset>5049672</wp:posOffset>
              </wp:positionH>
              <wp:positionV relativeFrom="page">
                <wp:posOffset>211540</wp:posOffset>
              </wp:positionV>
              <wp:extent cx="1988877" cy="600075"/>
              <wp:effectExtent l="0" t="0" r="0" b="952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8877" cy="60007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564" w:rsidRPr="004C0D2C" w:rsidRDefault="00035497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Titredulivre"/>
                              <w:sz w:val="24"/>
                            </w:rPr>
                            <w:t xml:space="preserve"> Mesurer l’h</w:t>
                          </w:r>
                          <w:r w:rsidR="00F47469">
                            <w:rPr>
                              <w:rStyle w:val="Titredulivre"/>
                              <w:sz w:val="24"/>
                            </w:rPr>
                            <w:t>umidité</w:t>
                          </w:r>
                          <w:r>
                            <w:rPr>
                              <w:rStyle w:val="Titredulivre"/>
                              <w:sz w:val="24"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CF242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left:0;text-align:left;margin-left:397.6pt;margin-top:16.65pt;width:156.6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" fillcolor="#ffc000" stroked="f">
              <v:textbox inset=",0,,0">
                <w:txbxContent>
                  <w:p w:rsidR="00494564" w:rsidRPr="004C0D2C" w:rsidRDefault="00035497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Titredulivre"/>
                        <w:sz w:val="24"/>
                      </w:rPr>
                      <w:t xml:space="preserve"> Mesurer l’h</w:t>
                    </w:r>
                    <w:r w:rsidR="00F47469">
                      <w:rPr>
                        <w:rStyle w:val="Titredulivre"/>
                        <w:sz w:val="24"/>
                      </w:rPr>
                      <w:t>umidité</w:t>
                    </w:r>
                    <w:r>
                      <w:rPr>
                        <w:rStyle w:val="Titredulivre"/>
                        <w:sz w:val="24"/>
                      </w:rPr>
                      <w:t>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5067" w:rsidRPr="00721E4E">
      <mc:AlternateContent>
        <mc:Choice Requires="wps">
          <w:drawing>
            <wp:anchor distT="0" distB="0" distL="114300" distR="114300" simplePos="0" relativeHeight="251662336" behindDoc="0" locked="0" layoutInCell="1" allowOverlap="1" wp14:anchorId="4BF2156D" wp14:editId="212CD409">
              <wp:simplePos x="0" y="0"/>
              <wp:positionH relativeFrom="leftMargin">
                <wp:posOffset>352425</wp:posOffset>
              </wp:positionH>
              <wp:positionV relativeFrom="page">
                <wp:posOffset>209550</wp:posOffset>
              </wp:positionV>
              <wp:extent cx="1504950" cy="504825"/>
              <wp:effectExtent l="0" t="0" r="19050" b="285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5048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584" w:rsidRPr="004C0D2C" w:rsidRDefault="00CC5067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9B43AE">
                            <w:rPr>
                              <w:rStyle w:val="lev"/>
                              <w:sz w:val="32"/>
                            </w:rPr>
                            <w:t>PI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:</w:t>
                          </w:r>
                          <w:r w:rsidR="00AE5584" w:rsidRPr="00AE5584">
                            <w:rPr>
                              <w:rStyle w:val="Titredulivre"/>
                              <w:sz w:val="24"/>
                            </w:rPr>
                            <w:t xml:space="preserve"> </w:t>
                          </w:r>
                          <w:r w:rsidR="00247645">
                            <w:rPr>
                              <w:rStyle w:val="Titredulivre"/>
                              <w:sz w:val="24"/>
                            </w:rPr>
                            <w:t>Serre</w:t>
                          </w:r>
                        </w:p>
                        <w:p w:rsidR="00494564" w:rsidRPr="004C0D2C" w:rsidRDefault="00F143DE" w:rsidP="00B07A4A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18000" tIns="45720" rIns="1800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F2156D" id="Text Box 2" o:spid="_x0000_s1030" type="#_x0000_t202" style="position:absolute;left:0;text-align:left;margin-left:27.75pt;margin-top:16.5pt;width:118.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" fillcolor="white [3212]">
              <v:textbox inset=".5mm,,.5mm">
                <w:txbxContent>
                  <w:p w:rsidR="00AE5584" w:rsidRPr="004C0D2C" w:rsidRDefault="00CC5067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lev"/>
                        <w:sz w:val="32"/>
                      </w:rPr>
                      <w:t xml:space="preserve"> </w:t>
                    </w:r>
                    <w:r w:rsidR="009B43AE">
                      <w:rPr>
                        <w:rStyle w:val="lev"/>
                        <w:sz w:val="32"/>
                      </w:rPr>
                      <w:t>PI</w:t>
                    </w:r>
                    <w:r w:rsidR="00AE5584">
                      <w:rPr>
                        <w:rStyle w:val="lev"/>
                        <w:sz w:val="32"/>
                      </w:rPr>
                      <w:t>:</w:t>
                    </w:r>
                    <w:r w:rsidR="00AE5584" w:rsidRPr="00AE5584">
                      <w:rPr>
                        <w:rStyle w:val="Titredulivre"/>
                        <w:sz w:val="24"/>
                      </w:rPr>
                      <w:t xml:space="preserve"> </w:t>
                    </w:r>
                    <w:r w:rsidR="00247645">
                      <w:rPr>
                        <w:rStyle w:val="Titredulivre"/>
                        <w:sz w:val="24"/>
                      </w:rPr>
                      <w:t>Serre</w:t>
                    </w:r>
                  </w:p>
                  <w:p w:rsidR="00494564" w:rsidRPr="004C0D2C" w:rsidRDefault="00F143DE" w:rsidP="00B07A4A">
                    <w:pPr>
                      <w:rPr>
                        <w:rStyle w:val="lev"/>
                        <w:sz w:val="32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61312" behindDoc="0" locked="0" layoutInCell="1" allowOverlap="1" wp14:anchorId="056A6B10" wp14:editId="5E99F66A">
              <wp:simplePos x="0" y="0"/>
              <wp:positionH relativeFrom="column">
                <wp:posOffset>-610870</wp:posOffset>
              </wp:positionH>
              <wp:positionV relativeFrom="paragraph">
                <wp:posOffset>639445</wp:posOffset>
              </wp:positionV>
              <wp:extent cx="7632065" cy="0"/>
              <wp:effectExtent l="0" t="0" r="2603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20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286F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48.1pt;margin-top:50.35pt;width:600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w9HgIAADw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" strokeweight="1.5pt"/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59264" behindDoc="0" locked="0" layoutInCell="1" allowOverlap="1" wp14:anchorId="538F23C9" wp14:editId="355CC9B6">
              <wp:simplePos x="0" y="0"/>
              <wp:positionH relativeFrom="column">
                <wp:posOffset>-539186</wp:posOffset>
              </wp:positionH>
              <wp:positionV relativeFrom="paragraph">
                <wp:posOffset>638175</wp:posOffset>
              </wp:positionV>
              <wp:extent cx="467995" cy="9774555"/>
              <wp:effectExtent l="0" t="0" r="8255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" cy="97745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DED994" id="Rectangle 6" o:spid="_x0000_s1026" style="position:absolute;margin-left:-42.45pt;margin-top:50.25pt;width:36.85pt;height:7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" fillcolor="#dbe5f1 [660]" stroked="f"/>
          </w:pict>
        </mc:Fallback>
      </mc:AlternateContent>
    </w:r>
    <w:r w:rsidR="00AE5584">
      <w:t>Fiche de t</w:t>
    </w:r>
    <w:r w:rsidR="00D80FAE">
      <w:t>â</w:t>
    </w:r>
    <w:r w:rsidR="00AE5584">
      <w:t>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01151"/>
    <w:multiLevelType w:val="hybridMultilevel"/>
    <w:tmpl w:val="FBF22E74"/>
    <w:lvl w:ilvl="0" w:tplc="0CA0A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2C"/>
    <w:rsid w:val="00003ACF"/>
    <w:rsid w:val="00005FB6"/>
    <w:rsid w:val="000225E8"/>
    <w:rsid w:val="000253E9"/>
    <w:rsid w:val="00035497"/>
    <w:rsid w:val="00051DCD"/>
    <w:rsid w:val="00055A4E"/>
    <w:rsid w:val="001145AE"/>
    <w:rsid w:val="00116D70"/>
    <w:rsid w:val="00130BF0"/>
    <w:rsid w:val="00137B91"/>
    <w:rsid w:val="001C7560"/>
    <w:rsid w:val="00210111"/>
    <w:rsid w:val="0022284C"/>
    <w:rsid w:val="00247645"/>
    <w:rsid w:val="002510F7"/>
    <w:rsid w:val="002A7176"/>
    <w:rsid w:val="002E37A6"/>
    <w:rsid w:val="002E4B3F"/>
    <w:rsid w:val="003004DF"/>
    <w:rsid w:val="003030A2"/>
    <w:rsid w:val="00320B10"/>
    <w:rsid w:val="00376427"/>
    <w:rsid w:val="003E0207"/>
    <w:rsid w:val="00412967"/>
    <w:rsid w:val="00416906"/>
    <w:rsid w:val="00446714"/>
    <w:rsid w:val="00493B79"/>
    <w:rsid w:val="004C0D2C"/>
    <w:rsid w:val="004F02EC"/>
    <w:rsid w:val="00540472"/>
    <w:rsid w:val="00565AC6"/>
    <w:rsid w:val="005C594F"/>
    <w:rsid w:val="005D6C1F"/>
    <w:rsid w:val="005E2F50"/>
    <w:rsid w:val="00604180"/>
    <w:rsid w:val="00650F8B"/>
    <w:rsid w:val="00684449"/>
    <w:rsid w:val="006859E3"/>
    <w:rsid w:val="006A7412"/>
    <w:rsid w:val="006B707A"/>
    <w:rsid w:val="006B7D39"/>
    <w:rsid w:val="006D0F8B"/>
    <w:rsid w:val="006D4EE5"/>
    <w:rsid w:val="007712F2"/>
    <w:rsid w:val="007A15C1"/>
    <w:rsid w:val="007C28CA"/>
    <w:rsid w:val="007D24B2"/>
    <w:rsid w:val="008355BB"/>
    <w:rsid w:val="0085152C"/>
    <w:rsid w:val="00895440"/>
    <w:rsid w:val="008A5D43"/>
    <w:rsid w:val="00915B47"/>
    <w:rsid w:val="00917093"/>
    <w:rsid w:val="00932672"/>
    <w:rsid w:val="00932939"/>
    <w:rsid w:val="009B43AE"/>
    <w:rsid w:val="00A33C84"/>
    <w:rsid w:val="00A37404"/>
    <w:rsid w:val="00A63C0E"/>
    <w:rsid w:val="00A83BBF"/>
    <w:rsid w:val="00A9387B"/>
    <w:rsid w:val="00AB735C"/>
    <w:rsid w:val="00AC1653"/>
    <w:rsid w:val="00AC1AE0"/>
    <w:rsid w:val="00AE5584"/>
    <w:rsid w:val="00AF5588"/>
    <w:rsid w:val="00B07A4A"/>
    <w:rsid w:val="00B41FCF"/>
    <w:rsid w:val="00B931A9"/>
    <w:rsid w:val="00BA6751"/>
    <w:rsid w:val="00C319AB"/>
    <w:rsid w:val="00CB085E"/>
    <w:rsid w:val="00CC5067"/>
    <w:rsid w:val="00D80FAE"/>
    <w:rsid w:val="00DA4167"/>
    <w:rsid w:val="00E07E3C"/>
    <w:rsid w:val="00E342F1"/>
    <w:rsid w:val="00E41BA3"/>
    <w:rsid w:val="00E72A77"/>
    <w:rsid w:val="00EB305E"/>
    <w:rsid w:val="00EE3729"/>
    <w:rsid w:val="00F10B70"/>
    <w:rsid w:val="00F143DE"/>
    <w:rsid w:val="00F27BB4"/>
    <w:rsid w:val="00F3624C"/>
    <w:rsid w:val="00F47469"/>
    <w:rsid w:val="00F6145D"/>
    <w:rsid w:val="00F7453A"/>
    <w:rsid w:val="00F8617C"/>
    <w:rsid w:val="00F9208D"/>
    <w:rsid w:val="00F96AB8"/>
    <w:rsid w:val="00FA4D7C"/>
    <w:rsid w:val="00FD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47E8C"/>
  <w15:docId w15:val="{F6518429-CF05-40E1-86F0-83FF226F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Accentuationlgr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4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AppData\Roaming\Microsoft\Templates\Dot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Dot1.dotx</Template>
  <TotalTime>0</TotalTime>
  <Pages>1</Pages>
  <Words>241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Philippe MARIANO</cp:lastModifiedBy>
  <cp:revision>2</cp:revision>
  <cp:lastPrinted>2014-01-09T12:05:00Z</cp:lastPrinted>
  <dcterms:created xsi:type="dcterms:W3CDTF">2018-12-10T18:14:00Z</dcterms:created>
  <dcterms:modified xsi:type="dcterms:W3CDTF">2018-12-10T18:14:00Z</dcterms:modified>
</cp:coreProperties>
</file>