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F8B" w:rsidRDefault="009B029D" w:rsidP="00650F8B">
      <w:pPr>
        <w:pStyle w:val="Titre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C6620" wp14:editId="3CB6D718">
                <wp:simplePos x="0" y="0"/>
                <wp:positionH relativeFrom="column">
                  <wp:posOffset>4648835</wp:posOffset>
                </wp:positionH>
                <wp:positionV relativeFrom="paragraph">
                  <wp:posOffset>74930</wp:posOffset>
                </wp:positionV>
                <wp:extent cx="2059305" cy="847725"/>
                <wp:effectExtent l="0" t="0" r="17145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9305" cy="847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29D" w:rsidRDefault="009B029D" w:rsidP="009B029D">
                            <w:r>
                              <w:t>Remis le : _________________</w:t>
                            </w:r>
                          </w:p>
                          <w:p w:rsidR="009B029D" w:rsidRDefault="009B029D" w:rsidP="009B029D">
                            <w:r>
                              <w:t>A : 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C662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66.05pt;margin-top:5.9pt;width:162.15pt;height:66.7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" fillcolor="white [3201]" strokeweight=".5pt">
                <v:textbox>
                  <w:txbxContent>
                    <w:p w:rsidR="009B029D" w:rsidRDefault="009B029D" w:rsidP="009B029D">
                      <w:r>
                        <w:t>Remis le : _________________</w:t>
                      </w:r>
                    </w:p>
                    <w:p w:rsidR="009B029D" w:rsidRDefault="009B029D" w:rsidP="009B029D">
                      <w:r>
                        <w:t>A : 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650F8B">
        <w:t>CAHIER DES CHARGES</w:t>
      </w:r>
    </w:p>
    <w:p w:rsidR="009001D0" w:rsidRDefault="00247645" w:rsidP="009B029D">
      <w:pPr>
        <w:ind w:right="2267"/>
      </w:pPr>
      <w:r>
        <w:t xml:space="preserve">Mesurer </w:t>
      </w:r>
      <w:r w:rsidR="009001D0">
        <w:t>l’inclinaison</w:t>
      </w:r>
      <w:r w:rsidR="00C734F2">
        <w:t xml:space="preserve"> angulaire </w:t>
      </w:r>
      <w:r w:rsidR="007D6AB3">
        <w:t xml:space="preserve">du robot </w:t>
      </w:r>
      <w:r w:rsidR="009001D0">
        <w:t>entre _________ et ___________</w:t>
      </w:r>
      <w:r w:rsidR="009B029D">
        <w:t xml:space="preserve"> </w:t>
      </w:r>
      <w:r w:rsidR="009001D0">
        <w:t xml:space="preserve"> </w:t>
      </w:r>
    </w:p>
    <w:p w:rsidR="006A71A6" w:rsidRDefault="00C734F2" w:rsidP="009B029D">
      <w:pPr>
        <w:ind w:right="2267"/>
      </w:pPr>
      <w:r>
        <w:t xml:space="preserve"> </w:t>
      </w:r>
      <w:r w:rsidR="00D800BD">
        <w:t>+/-</w:t>
      </w:r>
      <w:r>
        <w:t xml:space="preserve"> </w:t>
      </w:r>
      <w:r w:rsidR="009001D0">
        <w:t>______________</w:t>
      </w:r>
      <w:r w:rsidR="00D800BD">
        <w:t>)</w:t>
      </w:r>
      <w:r w:rsidR="00247645">
        <w:t>.</w:t>
      </w:r>
      <w:r w:rsidR="002510F7">
        <w:t xml:space="preserve"> </w:t>
      </w:r>
    </w:p>
    <w:p w:rsidR="006A71A6" w:rsidRDefault="006A71A6" w:rsidP="006A71A6">
      <w:pPr>
        <w:pStyle w:val="Titre1"/>
      </w:pPr>
      <w:r>
        <w:t>MAT</w:t>
      </w:r>
      <w:r w:rsidR="00015E37">
        <w:t>É</w:t>
      </w:r>
      <w:r>
        <w:t xml:space="preserve">RIELS </w:t>
      </w:r>
      <w:r w:rsidR="00C734F2">
        <w:t>Disponible</w:t>
      </w:r>
      <w:r w:rsidR="00DB5360">
        <w:t>s</w:t>
      </w:r>
      <w:r w:rsidR="008B3DD7">
        <w:t xml:space="preserve"> </w:t>
      </w:r>
      <w:r w:rsidR="008B3DD7" w:rsidRPr="00CC0A08">
        <w:rPr>
          <w:sz w:val="16"/>
          <w:szCs w:val="16"/>
        </w:rPr>
        <w:t>(En chercher d’autres si n</w:t>
      </w:r>
      <w:r w:rsidR="00015E37">
        <w:rPr>
          <w:sz w:val="16"/>
          <w:szCs w:val="16"/>
        </w:rPr>
        <w:t>É</w:t>
      </w:r>
      <w:r w:rsidR="008B3DD7" w:rsidRPr="00CC0A08">
        <w:rPr>
          <w:sz w:val="16"/>
          <w:szCs w:val="16"/>
        </w:rPr>
        <w:t>cessaire)</w:t>
      </w:r>
    </w:p>
    <w:p w:rsidR="006A71A6" w:rsidRPr="009001D0" w:rsidRDefault="00B33B63" w:rsidP="006A71A6">
      <w:pPr>
        <w:rPr>
          <w:sz w:val="18"/>
          <w:szCs w:val="18"/>
        </w:rPr>
      </w:pPr>
      <w:r w:rsidRPr="009001D0">
        <w:rPr>
          <w:sz w:val="18"/>
          <w:szCs w:val="18"/>
        </w:rPr>
        <w:t>Carte à microcontrôleur</w:t>
      </w:r>
      <w:r w:rsidR="00CD5BDD" w:rsidRPr="009001D0">
        <w:rPr>
          <w:sz w:val="18"/>
          <w:szCs w:val="18"/>
        </w:rPr>
        <w:t xml:space="preserve">, </w:t>
      </w:r>
      <w:r w:rsidR="00DB5360" w:rsidRPr="009001D0">
        <w:rPr>
          <w:sz w:val="18"/>
          <w:szCs w:val="18"/>
        </w:rPr>
        <w:t>Interface Homme Machine</w:t>
      </w:r>
      <w:r w:rsidR="006A71A6" w:rsidRPr="009001D0">
        <w:rPr>
          <w:sz w:val="18"/>
          <w:szCs w:val="18"/>
        </w:rPr>
        <w:t xml:space="preserve"> (LCD + clavier + </w:t>
      </w:r>
      <w:r w:rsidR="00EF7CAC">
        <w:rPr>
          <w:sz w:val="18"/>
          <w:szCs w:val="18"/>
        </w:rPr>
        <w:t>LED</w:t>
      </w:r>
      <w:r w:rsidR="006A71A6" w:rsidRPr="009001D0">
        <w:rPr>
          <w:sz w:val="18"/>
          <w:szCs w:val="18"/>
        </w:rPr>
        <w:t>)</w:t>
      </w:r>
    </w:p>
    <w:p w:rsidR="006A71A6" w:rsidRPr="009001D0" w:rsidRDefault="00C734F2" w:rsidP="006A71A6">
      <w:pPr>
        <w:rPr>
          <w:sz w:val="18"/>
          <w:szCs w:val="18"/>
        </w:rPr>
      </w:pPr>
      <w:r w:rsidRPr="009001D0">
        <w:rPr>
          <w:sz w:val="18"/>
          <w:szCs w:val="18"/>
        </w:rPr>
        <w:t>Capteur</w:t>
      </w:r>
      <w:r w:rsidR="00B61D49" w:rsidRPr="009001D0">
        <w:rPr>
          <w:sz w:val="18"/>
          <w:szCs w:val="18"/>
        </w:rPr>
        <w:t xml:space="preserve"> : </w:t>
      </w:r>
      <w:r w:rsidR="00B61D49" w:rsidRPr="000E2D66">
        <w:rPr>
          <w:b/>
          <w:sz w:val="18"/>
          <w:szCs w:val="18"/>
        </w:rPr>
        <w:t>A chercher</w:t>
      </w:r>
      <w:r w:rsidR="006A71A6" w:rsidRPr="009001D0">
        <w:rPr>
          <w:sz w:val="18"/>
          <w:szCs w:val="18"/>
        </w:rPr>
        <w:t>.</w:t>
      </w:r>
    </w:p>
    <w:p w:rsidR="006A71A6" w:rsidRPr="009001D0" w:rsidRDefault="00C734F2" w:rsidP="006A71A6">
      <w:pPr>
        <w:rPr>
          <w:sz w:val="18"/>
          <w:szCs w:val="18"/>
        </w:rPr>
      </w:pPr>
      <w:r w:rsidRPr="009001D0">
        <w:rPr>
          <w:sz w:val="18"/>
          <w:szCs w:val="18"/>
        </w:rPr>
        <w:t>Multimètre MX59HD</w:t>
      </w:r>
    </w:p>
    <w:p w:rsidR="006A71A6" w:rsidRPr="009001D0" w:rsidRDefault="006A71A6" w:rsidP="00B07A4A">
      <w:pPr>
        <w:rPr>
          <w:sz w:val="18"/>
          <w:szCs w:val="18"/>
        </w:rPr>
      </w:pPr>
      <w:r w:rsidRPr="009001D0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FDCD9E" wp14:editId="22C5ED48">
                <wp:simplePos x="0" y="0"/>
                <wp:positionH relativeFrom="column">
                  <wp:posOffset>-377825</wp:posOffset>
                </wp:positionH>
                <wp:positionV relativeFrom="paragraph">
                  <wp:posOffset>281305</wp:posOffset>
                </wp:positionV>
                <wp:extent cx="288290" cy="288290"/>
                <wp:effectExtent l="0" t="0" r="16510" b="1651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71A6" w:rsidRPr="00AF533F" w:rsidRDefault="006A71A6" w:rsidP="006A71A6">
                            <w:pPr>
                              <w:pStyle w:val="Sansinterligne"/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AF533F"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FDCD9E" id="Rectangle 2" o:spid="_x0000_s1027" style="position:absolute;margin-left:-29.75pt;margin-top:22.15pt;width:22.7pt;height:22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" fillcolor="#0070c0" strokecolor="#0070c0">
                <v:textbox>
                  <w:txbxContent>
                    <w:p w:rsidR="006A71A6" w:rsidRPr="00AF533F" w:rsidRDefault="006A71A6" w:rsidP="006A71A6">
                      <w:pPr>
                        <w:pStyle w:val="Sansinterligne"/>
                        <w:rPr>
                          <w:b/>
                          <w:color w:val="FFFFFF" w:themeColor="background1"/>
                          <w:sz w:val="22"/>
                          <w:szCs w:val="22"/>
                        </w:rPr>
                      </w:pPr>
                      <w:r w:rsidRPr="00AF533F">
                        <w:rPr>
                          <w:b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015E37">
        <w:rPr>
          <w:sz w:val="18"/>
          <w:szCs w:val="18"/>
        </w:rPr>
        <w:t>Oscilloscope numérique bi</w:t>
      </w:r>
      <w:r w:rsidRPr="009001D0">
        <w:rPr>
          <w:sz w:val="18"/>
          <w:szCs w:val="18"/>
        </w:rPr>
        <w:t>courbe + module I2C et RS232</w:t>
      </w:r>
    </w:p>
    <w:p w:rsidR="00B07A4A" w:rsidRDefault="00B07A4A" w:rsidP="00B07A4A">
      <w:pPr>
        <w:pStyle w:val="Titre1"/>
      </w:pPr>
      <w:r>
        <w:t>rECHERCHE</w:t>
      </w:r>
      <w:r w:rsidR="00650F8B">
        <w:t>S</w:t>
      </w:r>
      <w:r>
        <w:t xml:space="preserve"> DOCUMeNTAIRE</w:t>
      </w:r>
      <w:r w:rsidR="00650F8B">
        <w:t>S</w:t>
      </w:r>
    </w:p>
    <w:p w:rsidR="00B07A4A" w:rsidRDefault="00C96ED8" w:rsidP="00650F8B">
      <w:r>
        <w:t>Effectuer</w:t>
      </w:r>
      <w:r w:rsidR="00247645">
        <w:t xml:space="preserve"> des recherches documentaires sur </w:t>
      </w:r>
      <w:r w:rsidR="00AA306C">
        <w:t xml:space="preserve">la grandeur </w:t>
      </w:r>
      <w:r w:rsidR="00C734F2">
        <w:t xml:space="preserve">physique </w:t>
      </w:r>
      <w:r w:rsidR="00AA306C">
        <w:t>« </w:t>
      </w:r>
      <w:r w:rsidR="00C734F2" w:rsidRPr="00AA306C">
        <w:rPr>
          <w:b/>
        </w:rPr>
        <w:t>position angulaire</w:t>
      </w:r>
      <w:r w:rsidR="00AA306C">
        <w:t> »</w:t>
      </w:r>
      <w:r w:rsidR="00247645">
        <w:t xml:space="preserve"> et les moyens disponibles pour la mesurer.</w:t>
      </w:r>
    </w:p>
    <w:p w:rsidR="00B41FCF" w:rsidRDefault="006A71A6" w:rsidP="00650F8B">
      <w:r>
        <w:rPr>
          <w:b/>
          <w:noProof/>
        </w:rPr>
        <w:sym w:font="Wingdings" w:char="F021"/>
      </w:r>
      <w:r>
        <w:rPr>
          <w:b/>
          <w:noProof/>
        </w:rPr>
        <w:t xml:space="preserve"> </w:t>
      </w:r>
      <w:r w:rsidR="00B931A9" w:rsidRPr="00B931A9">
        <w:rPr>
          <w:b/>
          <w:noProof/>
        </w:rPr>
        <w:t xml:space="preserve">Document à </w:t>
      </w:r>
      <w:r w:rsidR="00C734F2" w:rsidRPr="00B931A9">
        <w:rPr>
          <w:b/>
          <w:noProof/>
        </w:rPr>
        <w:t>produire</w:t>
      </w:r>
      <w:r w:rsidR="00C734F2">
        <w:t xml:space="preserve"> :</w:t>
      </w:r>
      <w:r w:rsidR="00247645">
        <w:t xml:space="preserve"> paragraphe d’introduction de la tâche « </w:t>
      </w:r>
      <w:r w:rsidR="00C734F2">
        <w:t xml:space="preserve">Mesurer </w:t>
      </w:r>
      <w:r w:rsidR="009001D0">
        <w:t>l’inclinaison</w:t>
      </w:r>
      <w:r w:rsidR="00C734F2">
        <w:t xml:space="preserve"> </w:t>
      </w:r>
      <w:r w:rsidR="007D6AB3">
        <w:t xml:space="preserve">du robot </w:t>
      </w:r>
      <w:r w:rsidR="00C734F2">
        <w:t>»</w:t>
      </w:r>
      <w:r w:rsidRPr="006A71A6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61D49">
        <w:tab/>
      </w:r>
      <w:r w:rsidR="00C734F2">
        <w:tab/>
      </w:r>
      <w:r w:rsidR="007D6AB3">
        <w:tab/>
      </w:r>
      <w:r w:rsidR="00755945">
        <w:tab/>
      </w:r>
      <w:r w:rsidR="000E2D66">
        <w:tab/>
      </w:r>
      <w:r w:rsidRPr="00AF533F">
        <w:rPr>
          <w:b/>
        </w:rPr>
        <w:t>Vu prof</w:t>
      </w:r>
      <w:r>
        <w:t xml:space="preserve"> </w:t>
      </w:r>
      <w:r>
        <w:sym w:font="Wingdings" w:char="F0A8"/>
      </w:r>
    </w:p>
    <w:p w:rsidR="00247645" w:rsidRDefault="006A71A6" w:rsidP="00247645">
      <w:pPr>
        <w:pStyle w:val="Titre1"/>
      </w:pPr>
      <w:r w:rsidRPr="00B07A4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BD1F4FD" wp14:editId="20B06BDF">
                <wp:simplePos x="0" y="0"/>
                <wp:positionH relativeFrom="column">
                  <wp:posOffset>-373380</wp:posOffset>
                </wp:positionH>
                <wp:positionV relativeFrom="paragraph">
                  <wp:posOffset>2540</wp:posOffset>
                </wp:positionV>
                <wp:extent cx="288290" cy="288290"/>
                <wp:effectExtent l="0" t="0" r="16510" b="1651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71A6" w:rsidRPr="00AF533F" w:rsidRDefault="006A71A6" w:rsidP="006A71A6">
                            <w:pPr>
                              <w:pStyle w:val="Sansinterligne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AF533F">
                              <w:rPr>
                                <w:b/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D1F4FD" id="_x0000_s1028" style="position:absolute;margin-left:-29.4pt;margin-top:.2pt;width:22.7pt;height:22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" fillcolor="#0070c0" strokecolor="#0070c0">
                <v:textbox>
                  <w:txbxContent>
                    <w:p w:rsidR="006A71A6" w:rsidRPr="00AF533F" w:rsidRDefault="006A71A6" w:rsidP="006A71A6">
                      <w:pPr>
                        <w:pStyle w:val="Sansinterligne"/>
                        <w:rPr>
                          <w:b/>
                          <w:color w:val="FFFFFF" w:themeColor="background1"/>
                        </w:rPr>
                      </w:pPr>
                      <w:r w:rsidRPr="00AF533F">
                        <w:rPr>
                          <w:b/>
                          <w:color w:val="FFFFFF" w:themeColor="background1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9001D0">
        <w:rPr>
          <w:noProof/>
        </w:rPr>
        <w:t>SIMULATION</w:t>
      </w:r>
      <w:r w:rsidR="00015E37">
        <w:rPr>
          <w:noProof/>
        </w:rPr>
        <w:t>,</w:t>
      </w:r>
      <w:r w:rsidR="009001D0">
        <w:rPr>
          <w:noProof/>
        </w:rPr>
        <w:t xml:space="preserve"> </w:t>
      </w:r>
      <w:r w:rsidR="008355BB">
        <w:rPr>
          <w:noProof/>
        </w:rPr>
        <w:t>Exp</w:t>
      </w:r>
      <w:r w:rsidR="00425BEB">
        <w:rPr>
          <w:noProof/>
        </w:rPr>
        <w:t>É</w:t>
      </w:r>
      <w:r w:rsidR="008355BB">
        <w:rPr>
          <w:noProof/>
        </w:rPr>
        <w:t>riment</w:t>
      </w:r>
      <w:r w:rsidR="00CC5067">
        <w:rPr>
          <w:noProof/>
        </w:rPr>
        <w:t>ATION</w:t>
      </w:r>
    </w:p>
    <w:p w:rsidR="006859E3" w:rsidRDefault="00AA306C" w:rsidP="00917093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10BA201" wp14:editId="4652D867">
            <wp:simplePos x="0" y="0"/>
            <wp:positionH relativeFrom="column">
              <wp:posOffset>3300730</wp:posOffset>
            </wp:positionH>
            <wp:positionV relativeFrom="paragraph">
              <wp:posOffset>644525</wp:posOffset>
            </wp:positionV>
            <wp:extent cx="2856230" cy="1606550"/>
            <wp:effectExtent l="0" t="0" r="127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6230" cy="160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55BB">
        <w:rPr>
          <w:noProof/>
        </w:rPr>
        <w:t>En tenant compte des indicateurs de performance de la fiche d’ évaluation, r</w:t>
      </w:r>
      <w:r w:rsidR="006859E3">
        <w:rPr>
          <w:noProof/>
        </w:rPr>
        <w:t>épondre au cah</w:t>
      </w:r>
      <w:r w:rsidR="00C734F2">
        <w:rPr>
          <w:noProof/>
        </w:rPr>
        <w:t>ier des charges en utilisant le capteur disponible ou celui que vous aurez choisi</w:t>
      </w:r>
      <w:r w:rsidR="006859E3">
        <w:rPr>
          <w:noProof/>
        </w:rPr>
        <w:t xml:space="preserve">. </w:t>
      </w:r>
      <w:r w:rsidR="00940B84" w:rsidRPr="00940B84">
        <w:rPr>
          <w:noProof/>
        </w:rPr>
        <w:t>Q</w:t>
      </w:r>
      <w:r w:rsidR="006859E3">
        <w:rPr>
          <w:noProof/>
        </w:rPr>
        <w:t xml:space="preserve">uantifier les </w:t>
      </w:r>
      <w:r w:rsidR="00B33B63">
        <w:rPr>
          <w:b/>
          <w:noProof/>
        </w:rPr>
        <w:t>écart</w:t>
      </w:r>
      <w:r w:rsidR="006859E3" w:rsidRPr="003303F8">
        <w:rPr>
          <w:b/>
          <w:noProof/>
        </w:rPr>
        <w:t>s</w:t>
      </w:r>
      <w:r w:rsidR="00DB5360">
        <w:rPr>
          <w:b/>
          <w:noProof/>
        </w:rPr>
        <w:t> :</w:t>
      </w:r>
      <w:r w:rsidR="00C734F2">
        <w:rPr>
          <w:b/>
          <w:noProof/>
        </w:rPr>
        <w:t xml:space="preserve"> système souhaité,</w:t>
      </w:r>
      <w:r w:rsidR="00940B84">
        <w:rPr>
          <w:b/>
          <w:noProof/>
        </w:rPr>
        <w:t xml:space="preserve"> système simulé, système réel.</w:t>
      </w:r>
    </w:p>
    <w:p w:rsidR="00DB5360" w:rsidRDefault="00DB5360" w:rsidP="00DB5360">
      <w:pPr>
        <w:ind w:right="3968"/>
        <w:rPr>
          <w:b/>
          <w:noProof/>
        </w:rPr>
      </w:pPr>
    </w:p>
    <w:p w:rsidR="00DB5360" w:rsidRDefault="004D0FF7" w:rsidP="00DB5360">
      <w:pPr>
        <w:ind w:right="3968"/>
      </w:pPr>
      <w:r>
        <w:rPr>
          <w:b/>
          <w:noProof/>
        </w:rPr>
        <w:sym w:font="Wingdings" w:char="F021"/>
      </w:r>
      <w:r>
        <w:rPr>
          <w:b/>
          <w:noProof/>
        </w:rPr>
        <w:t xml:space="preserve"> </w:t>
      </w:r>
      <w:r w:rsidR="00926FFF" w:rsidRPr="00B931A9">
        <w:rPr>
          <w:b/>
          <w:noProof/>
        </w:rPr>
        <w:t>Document</w:t>
      </w:r>
      <w:r w:rsidR="00DB5360">
        <w:rPr>
          <w:b/>
          <w:noProof/>
        </w:rPr>
        <w:t>s</w:t>
      </w:r>
      <w:r w:rsidR="00926FFF" w:rsidRPr="00B931A9">
        <w:rPr>
          <w:b/>
          <w:noProof/>
        </w:rPr>
        <w:t xml:space="preserve"> à produire</w:t>
      </w:r>
      <w:r w:rsidR="00C734F2">
        <w:rPr>
          <w:b/>
          <w:noProof/>
        </w:rPr>
        <w:t xml:space="preserve"> </w:t>
      </w:r>
      <w:r w:rsidR="00926FFF">
        <w:t xml:space="preserve">: </w:t>
      </w:r>
    </w:p>
    <w:p w:rsidR="00631412" w:rsidRDefault="00DB5360" w:rsidP="00DB5360">
      <w:pPr>
        <w:ind w:right="3968"/>
      </w:pPr>
      <w:r>
        <w:t xml:space="preserve">      </w:t>
      </w:r>
      <w:r w:rsidR="00C734F2">
        <w:t>Fiche d’expérience, résultats obtenus, écarts</w:t>
      </w:r>
      <w:r w:rsidR="00C734F2">
        <w:tab/>
      </w:r>
      <w:r w:rsidR="00C734F2">
        <w:tab/>
      </w:r>
      <w:r w:rsidR="00C734F2">
        <w:tab/>
      </w:r>
      <w:r w:rsidR="00AA306C">
        <w:tab/>
      </w:r>
      <w:r>
        <w:tab/>
      </w:r>
      <w:r>
        <w:tab/>
      </w:r>
      <w:r w:rsidR="006A71A6" w:rsidRPr="00AF533F">
        <w:rPr>
          <w:b/>
        </w:rPr>
        <w:t>Vu prof</w:t>
      </w:r>
      <w:r w:rsidR="006A71A6">
        <w:t xml:space="preserve"> </w:t>
      </w:r>
      <w:r w:rsidR="006A71A6">
        <w:sym w:font="Wingdings" w:char="F0A8"/>
      </w:r>
    </w:p>
    <w:p w:rsidR="00AA306C" w:rsidRDefault="00AA306C" w:rsidP="00917093"/>
    <w:p w:rsidR="00AA306C" w:rsidRPr="00631412" w:rsidRDefault="00AA306C" w:rsidP="00917093"/>
    <w:p w:rsidR="00B931A9" w:rsidRDefault="004D0FF7" w:rsidP="00B931A9">
      <w:pPr>
        <w:pStyle w:val="Titre1"/>
      </w:pPr>
      <w:r>
        <w:rPr>
          <w:b w:val="0"/>
          <w:noProof/>
        </w:rPr>
        <w:sym w:font="Wingdings" w:char="F021"/>
      </w:r>
      <w:r>
        <w:rPr>
          <w:b w:val="0"/>
          <w:noProof/>
        </w:rPr>
        <w:t xml:space="preserve"> </w:t>
      </w:r>
      <w:r w:rsidR="00B931A9">
        <w:rPr>
          <w:noProof/>
        </w:rPr>
        <w:t xml:space="preserve">DOCUMENTS </w:t>
      </w:r>
      <w:r w:rsidR="007B2F5F">
        <w:rPr>
          <w:noProof/>
        </w:rPr>
        <w:t>compl</w:t>
      </w:r>
      <w:r w:rsidR="00015E37">
        <w:rPr>
          <w:noProof/>
        </w:rPr>
        <w:t>É</w:t>
      </w:r>
      <w:r w:rsidR="007B2F5F">
        <w:rPr>
          <w:noProof/>
        </w:rPr>
        <w:t xml:space="preserve">mentaires </w:t>
      </w:r>
      <w:r w:rsidR="00B931A9">
        <w:rPr>
          <w:noProof/>
        </w:rPr>
        <w:t>A PRODUIRE</w:t>
      </w:r>
      <w:r w:rsidR="006B7D39">
        <w:rPr>
          <w:noProof/>
        </w:rPr>
        <w:t xml:space="preserve"> EN VU</w:t>
      </w:r>
      <w:r w:rsidR="00015E37">
        <w:rPr>
          <w:noProof/>
        </w:rPr>
        <w:t>E</w:t>
      </w:r>
      <w:r w:rsidR="006B7D39">
        <w:rPr>
          <w:noProof/>
        </w:rPr>
        <w:t xml:space="preserve"> DE LA r</w:t>
      </w:r>
      <w:r w:rsidR="00015E37">
        <w:rPr>
          <w:noProof/>
        </w:rPr>
        <w:t>É</w:t>
      </w:r>
      <w:r w:rsidR="006B7D39">
        <w:rPr>
          <w:noProof/>
        </w:rPr>
        <w:t>daction du dossier</w:t>
      </w:r>
    </w:p>
    <w:p w:rsidR="00B931A9" w:rsidRPr="00B931A9" w:rsidRDefault="00DB5360" w:rsidP="00917093">
      <w:pPr>
        <w:rPr>
          <w:noProof/>
        </w:rPr>
      </w:pPr>
      <w:r>
        <w:rPr>
          <w:noProof/>
        </w:rPr>
        <w:t>Schéma de la c</w:t>
      </w:r>
      <w:r w:rsidR="00B931A9" w:rsidRPr="00B931A9">
        <w:rPr>
          <w:noProof/>
        </w:rPr>
        <w:t xml:space="preserve">haîne d’information, </w:t>
      </w:r>
      <w:r w:rsidR="002047EB" w:rsidRPr="00B931A9">
        <w:rPr>
          <w:noProof/>
        </w:rPr>
        <w:t>schéma</w:t>
      </w:r>
      <w:r w:rsidR="002047EB">
        <w:rPr>
          <w:noProof/>
        </w:rPr>
        <w:t>s</w:t>
      </w:r>
      <w:r w:rsidR="002047EB" w:rsidRPr="00B931A9">
        <w:rPr>
          <w:noProof/>
        </w:rPr>
        <w:t>-bloc</w:t>
      </w:r>
      <w:r w:rsidR="002047EB">
        <w:rPr>
          <w:noProof/>
        </w:rPr>
        <w:t xml:space="preserve"> de la chaîne de mesure, </w:t>
      </w:r>
      <w:r w:rsidR="00342576">
        <w:rPr>
          <w:noProof/>
        </w:rPr>
        <w:t xml:space="preserve">schéma </w:t>
      </w:r>
      <w:r w:rsidR="002047EB">
        <w:rPr>
          <w:noProof/>
        </w:rPr>
        <w:t>structurel Capteur + conditionneur</w:t>
      </w:r>
      <w:r w:rsidR="007D6AB3">
        <w:rPr>
          <w:noProof/>
        </w:rPr>
        <w:t xml:space="preserve"> (si nécessaire)</w:t>
      </w:r>
      <w:r w:rsidR="00B931A9" w:rsidRPr="00B931A9">
        <w:rPr>
          <w:noProof/>
        </w:rPr>
        <w:t xml:space="preserve">. </w:t>
      </w:r>
      <w:r w:rsidR="00342576">
        <w:rPr>
          <w:noProof/>
        </w:rPr>
        <w:tab/>
      </w:r>
      <w:r w:rsidR="00342576">
        <w:rPr>
          <w:noProof/>
        </w:rPr>
        <w:tab/>
      </w:r>
      <w:r w:rsidR="007D6AB3">
        <w:rPr>
          <w:noProof/>
        </w:rPr>
        <w:tab/>
      </w:r>
      <w:r w:rsidR="007D6AB3">
        <w:rPr>
          <w:noProof/>
        </w:rPr>
        <w:tab/>
      </w:r>
      <w:r w:rsidR="007D6AB3">
        <w:rPr>
          <w:noProof/>
        </w:rPr>
        <w:tab/>
      </w:r>
      <w:r w:rsidR="007D6AB3">
        <w:rPr>
          <w:noProof/>
        </w:rPr>
        <w:tab/>
      </w:r>
      <w:r w:rsidR="007D6AB3">
        <w:rPr>
          <w:noProof/>
        </w:rPr>
        <w:tab/>
      </w:r>
      <w:r w:rsidR="007D6AB3">
        <w:rPr>
          <w:noProof/>
        </w:rPr>
        <w:tab/>
      </w:r>
      <w:r w:rsidR="007D6AB3">
        <w:rPr>
          <w:noProof/>
        </w:rPr>
        <w:tab/>
      </w:r>
      <w:r w:rsidR="006A71A6" w:rsidRPr="00AF533F">
        <w:rPr>
          <w:b/>
        </w:rPr>
        <w:t>Vu prof</w:t>
      </w:r>
      <w:r w:rsidR="006A71A6">
        <w:t xml:space="preserve"> </w:t>
      </w:r>
      <w:r w:rsidR="006A71A6">
        <w:sym w:font="Wingdings" w:char="F0A8"/>
      </w:r>
    </w:p>
    <w:p w:rsidR="00AA306C" w:rsidRDefault="006A71A6" w:rsidP="00917093">
      <w:r w:rsidRPr="00B931A9">
        <w:rPr>
          <w:noProof/>
        </w:rPr>
        <w:t>Algorithme</w:t>
      </w:r>
      <w:r>
        <w:rPr>
          <w:noProof/>
        </w:rPr>
        <w:t>s</w:t>
      </w:r>
      <w:r w:rsidRPr="00B931A9">
        <w:rPr>
          <w:noProof/>
        </w:rPr>
        <w:t>. Programme</w:t>
      </w:r>
      <w:r>
        <w:rPr>
          <w:noProof/>
        </w:rPr>
        <w:t>s</w:t>
      </w:r>
      <w:r w:rsidRPr="00B931A9">
        <w:rPr>
          <w:noProof/>
        </w:rPr>
        <w:t>.</w:t>
      </w:r>
      <w:r>
        <w:rPr>
          <w:noProof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F533F">
        <w:rPr>
          <w:b/>
        </w:rPr>
        <w:t>Vu prof</w:t>
      </w:r>
      <w:r>
        <w:t xml:space="preserve"> </w:t>
      </w:r>
      <w:r>
        <w:sym w:font="Wingdings" w:char="F0A8"/>
      </w:r>
    </w:p>
    <w:p w:rsidR="00091ED6" w:rsidRDefault="006A71A6" w:rsidP="006A71A6">
      <w:pPr>
        <w:pStyle w:val="Titre1"/>
      </w:pPr>
      <w:r>
        <w:rPr>
          <w:noProof/>
        </w:rPr>
        <w:t>DES Ressources documentaires compl</w:t>
      </w:r>
      <w:r w:rsidR="00015E37">
        <w:rPr>
          <w:noProof/>
        </w:rPr>
        <w:t>É</w:t>
      </w:r>
      <w:r>
        <w:rPr>
          <w:noProof/>
        </w:rPr>
        <w:t xml:space="preserve">mentaireS SERONT </w:t>
      </w:r>
      <w:r w:rsidR="00015E37">
        <w:rPr>
          <w:noProof/>
        </w:rPr>
        <w:t>É</w:t>
      </w:r>
      <w:r>
        <w:rPr>
          <w:noProof/>
        </w:rPr>
        <w:t>VENTUELLEMENT MISES A DISPOSITION DANS LE repertoire du projet sur Google DRIVE</w:t>
      </w:r>
    </w:p>
    <w:sectPr w:rsidR="00091ED6" w:rsidSect="00721E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851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92C" w:rsidRDefault="00A3692C" w:rsidP="00B07A4A">
      <w:r>
        <w:separator/>
      </w:r>
    </w:p>
  </w:endnote>
  <w:endnote w:type="continuationSeparator" w:id="0">
    <w:p w:rsidR="00A3692C" w:rsidRDefault="00A3692C" w:rsidP="00B07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21F" w:rsidRDefault="00C0021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E37" w:rsidRPr="00E63BBB" w:rsidRDefault="007D24B2" w:rsidP="00015E37">
    <w:pPr>
      <w:rPr>
        <w:sz w:val="16"/>
        <w:szCs w:val="16"/>
      </w:rPr>
    </w:pPr>
    <w:r w:rsidRPr="00CC5067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ECD6670" wp14:editId="38DFB852">
              <wp:simplePos x="0" y="0"/>
              <wp:positionH relativeFrom="column">
                <wp:posOffset>6177173</wp:posOffset>
              </wp:positionH>
              <wp:positionV relativeFrom="paragraph">
                <wp:posOffset>112977</wp:posOffset>
              </wp:positionV>
              <wp:extent cx="323850" cy="257175"/>
              <wp:effectExtent l="0" t="0" r="19050" b="28575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257175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94564" w:rsidRPr="00163BFC" w:rsidRDefault="007D24B2" w:rsidP="001C7943">
                          <w:pPr>
                            <w:pStyle w:val="Sansinterligne"/>
                            <w:jc w:val="center"/>
                          </w:pPr>
                          <w:r w:rsidRPr="00163BFC">
                            <w:fldChar w:fldCharType="begin"/>
                          </w:r>
                          <w:r w:rsidRPr="00163BFC">
                            <w:instrText xml:space="preserve"> PAGE   \* MERGEFORMAT </w:instrText>
                          </w:r>
                          <w:r w:rsidRPr="00163BFC">
                            <w:fldChar w:fldCharType="separate"/>
                          </w:r>
                          <w:r w:rsidR="00015E37">
                            <w:rPr>
                              <w:noProof/>
                            </w:rPr>
                            <w:t>1</w:t>
                          </w:r>
                          <w:r w:rsidRPr="00163BFC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4ECD6670" id="AutoShape 9" o:spid="_x0000_s1031" style="position:absolute;margin-left:486.4pt;margin-top:8.9pt;width:25.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">
              <v:textbox inset="0,0,0,0">
                <w:txbxContent>
                  <w:p w:rsidR="00494564" w:rsidRPr="00163BFC" w:rsidRDefault="007D24B2" w:rsidP="001C7943">
                    <w:pPr>
                      <w:pStyle w:val="Sansinterligne"/>
                      <w:jc w:val="center"/>
                    </w:pPr>
                    <w:r w:rsidRPr="00163BFC">
                      <w:fldChar w:fldCharType="begin"/>
                    </w:r>
                    <w:r w:rsidRPr="00163BFC">
                      <w:instrText xml:space="preserve"> PAGE   \* MERGEFORMAT </w:instrText>
                    </w:r>
                    <w:r w:rsidRPr="00163BFC">
                      <w:fldChar w:fldCharType="separate"/>
                    </w:r>
                    <w:r w:rsidR="00015E37">
                      <w:rPr>
                        <w:noProof/>
                      </w:rPr>
                      <w:t>1</w:t>
                    </w:r>
                    <w:r w:rsidRPr="00163BFC">
                      <w:fldChar w:fldCharType="end"/>
                    </w:r>
                  </w:p>
                </w:txbxContent>
              </v:textbox>
            </v:roundrect>
          </w:pict>
        </mc:Fallback>
      </mc:AlternateContent>
    </w:r>
    <w:r w:rsidR="00C474E2">
      <w:rPr>
        <w:sz w:val="16"/>
        <w:szCs w:val="16"/>
      </w:rPr>
      <w:t>MNO</w:t>
    </w:r>
    <w:r w:rsidR="00015E37">
      <w:rPr>
        <w:sz w:val="16"/>
        <w:szCs w:val="16"/>
      </w:rPr>
      <w:t>10</w:t>
    </w:r>
    <w:r w:rsidR="009001D0">
      <w:rPr>
        <w:sz w:val="16"/>
        <w:szCs w:val="16"/>
      </w:rPr>
      <w:t>122018</w:t>
    </w:r>
    <w:r w:rsidR="00015E37">
      <w:rPr>
        <w:sz w:val="16"/>
        <w:szCs w:val="16"/>
      </w:rPr>
      <w:t xml:space="preserve"> </w:t>
    </w:r>
    <w:r w:rsidR="00015E37">
      <w:rPr>
        <w:sz w:val="16"/>
        <w:szCs w:val="16"/>
      </w:rPr>
      <w:tab/>
    </w:r>
    <w:r w:rsidR="00015E37">
      <w:rPr>
        <w:sz w:val="16"/>
        <w:szCs w:val="16"/>
      </w:rPr>
      <w:tab/>
    </w:r>
    <w:r w:rsidR="00015E37">
      <w:rPr>
        <w:sz w:val="16"/>
        <w:szCs w:val="16"/>
      </w:rPr>
      <w:tab/>
    </w:r>
    <w:r w:rsidR="00015E37">
      <w:rPr>
        <w:sz w:val="16"/>
        <w:szCs w:val="16"/>
      </w:rPr>
      <w:tab/>
    </w:r>
    <w:r w:rsidR="00015E37">
      <w:rPr>
        <w:sz w:val="16"/>
        <w:szCs w:val="16"/>
      </w:rPr>
      <w:tab/>
    </w:r>
    <w:r w:rsidR="00015E37">
      <w:rPr>
        <w:sz w:val="16"/>
        <w:szCs w:val="16"/>
      </w:rPr>
      <w:tab/>
    </w:r>
    <w:r w:rsidR="000E2D66">
      <w:rPr>
        <w:sz w:val="16"/>
        <w:szCs w:val="16"/>
      </w:rPr>
      <w:t>Cette fiche peut faire l’objet de modifications</w:t>
    </w:r>
  </w:p>
  <w:p w:rsidR="00494564" w:rsidRPr="00CC5067" w:rsidRDefault="00A3692C" w:rsidP="00B07A4A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21F" w:rsidRDefault="00C0021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92C" w:rsidRDefault="00A3692C" w:rsidP="00B07A4A">
      <w:r>
        <w:separator/>
      </w:r>
    </w:p>
  </w:footnote>
  <w:footnote w:type="continuationSeparator" w:id="0">
    <w:p w:rsidR="00A3692C" w:rsidRDefault="00A3692C" w:rsidP="00B07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21F" w:rsidRDefault="00C0021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564" w:rsidRPr="00721E4E" w:rsidRDefault="00CC5067" w:rsidP="009B029D">
    <w:pPr>
      <w:pStyle w:val="centrehaut"/>
      <w:ind w:firstLine="2124"/>
      <w:jc w:val="left"/>
    </w:pPr>
    <w:r w:rsidRPr="00721E4E">
      <mc:AlternateContent>
        <mc:Choice Requires="wps">
          <w:drawing>
            <wp:anchor distT="0" distB="0" distL="114300" distR="114300" simplePos="0" relativeHeight="251662336" behindDoc="0" locked="0" layoutInCell="1" allowOverlap="1" wp14:anchorId="2C079ED8" wp14:editId="3B65A042">
              <wp:simplePos x="0" y="0"/>
              <wp:positionH relativeFrom="leftMargin">
                <wp:posOffset>596900</wp:posOffset>
              </wp:positionH>
              <wp:positionV relativeFrom="page">
                <wp:posOffset>304800</wp:posOffset>
              </wp:positionV>
              <wp:extent cx="1035050" cy="504825"/>
              <wp:effectExtent l="0" t="0" r="12700" b="2857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5050" cy="50482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E5584" w:rsidRPr="004C0D2C" w:rsidRDefault="00CC5067" w:rsidP="00B07A4A">
                          <w:pPr>
                            <w:rPr>
                              <w:rStyle w:val="Titredulivre"/>
                              <w:sz w:val="24"/>
                            </w:rPr>
                          </w:pPr>
                          <w:r>
                            <w:rPr>
                              <w:rStyle w:val="lev"/>
                              <w:sz w:val="32"/>
                            </w:rPr>
                            <w:t xml:space="preserve"> </w:t>
                          </w:r>
                          <w:r w:rsidR="00AE5584">
                            <w:rPr>
                              <w:rStyle w:val="lev"/>
                              <w:sz w:val="32"/>
                            </w:rPr>
                            <w:t>P</w:t>
                          </w:r>
                          <w:r w:rsidR="006A71A6">
                            <w:rPr>
                              <w:rStyle w:val="lev"/>
                              <w:sz w:val="32"/>
                            </w:rPr>
                            <w:t>I</w:t>
                          </w:r>
                          <w:r w:rsidR="00F50B4F">
                            <w:rPr>
                              <w:rStyle w:val="lev"/>
                              <w:sz w:val="32"/>
                            </w:rPr>
                            <w:t xml:space="preserve"> </w:t>
                          </w:r>
                          <w:r w:rsidR="00AE5584">
                            <w:rPr>
                              <w:rStyle w:val="lev"/>
                              <w:sz w:val="32"/>
                            </w:rPr>
                            <w:t>:</w:t>
                          </w:r>
                          <w:r w:rsidR="00AE5584" w:rsidRPr="00AE5584">
                            <w:rPr>
                              <w:rStyle w:val="Titredulivre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="007D6AB3">
                            <w:rPr>
                              <w:rStyle w:val="Titredulivre"/>
                              <w:sz w:val="24"/>
                            </w:rPr>
                            <w:t>Rhex</w:t>
                          </w:r>
                          <w:proofErr w:type="spellEnd"/>
                        </w:p>
                        <w:p w:rsidR="00494564" w:rsidRPr="004C0D2C" w:rsidRDefault="00A3692C" w:rsidP="00B07A4A">
                          <w:pPr>
                            <w:rPr>
                              <w:rStyle w:val="lev"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18000" tIns="45720" rIns="1800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079ED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47pt;margin-top:24pt;width:81.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" fillcolor="white [3212]">
              <v:textbox inset=".5mm,,.5mm">
                <w:txbxContent>
                  <w:p w:rsidR="00AE5584" w:rsidRPr="004C0D2C" w:rsidRDefault="00CC5067" w:rsidP="00B07A4A">
                    <w:pPr>
                      <w:rPr>
                        <w:rStyle w:val="Titredulivre"/>
                        <w:sz w:val="24"/>
                      </w:rPr>
                    </w:pPr>
                    <w:r>
                      <w:rPr>
                        <w:rStyle w:val="lev"/>
                        <w:sz w:val="32"/>
                      </w:rPr>
                      <w:t xml:space="preserve"> </w:t>
                    </w:r>
                    <w:r w:rsidR="00AE5584">
                      <w:rPr>
                        <w:rStyle w:val="lev"/>
                        <w:sz w:val="32"/>
                      </w:rPr>
                      <w:t>P</w:t>
                    </w:r>
                    <w:r w:rsidR="006A71A6">
                      <w:rPr>
                        <w:rStyle w:val="lev"/>
                        <w:sz w:val="32"/>
                      </w:rPr>
                      <w:t>I</w:t>
                    </w:r>
                    <w:r w:rsidR="00F50B4F">
                      <w:rPr>
                        <w:rStyle w:val="lev"/>
                        <w:sz w:val="32"/>
                      </w:rPr>
                      <w:t xml:space="preserve"> </w:t>
                    </w:r>
                    <w:r w:rsidR="00AE5584">
                      <w:rPr>
                        <w:rStyle w:val="lev"/>
                        <w:sz w:val="32"/>
                      </w:rPr>
                      <w:t>:</w:t>
                    </w:r>
                    <w:r w:rsidR="00AE5584" w:rsidRPr="00AE5584">
                      <w:rPr>
                        <w:rStyle w:val="Titredulivre"/>
                        <w:sz w:val="24"/>
                      </w:rPr>
                      <w:t xml:space="preserve"> </w:t>
                    </w:r>
                    <w:proofErr w:type="spellStart"/>
                    <w:r w:rsidR="007D6AB3">
                      <w:rPr>
                        <w:rStyle w:val="Titredulivre"/>
                        <w:sz w:val="24"/>
                      </w:rPr>
                      <w:t>Rhex</w:t>
                    </w:r>
                    <w:proofErr w:type="spellEnd"/>
                  </w:p>
                  <w:p w:rsidR="00494564" w:rsidRPr="004C0D2C" w:rsidRDefault="00A3692C" w:rsidP="00B07A4A">
                    <w:pPr>
                      <w:rPr>
                        <w:rStyle w:val="lev"/>
                        <w:sz w:val="32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47645" w:rsidRPr="00721E4E">
      <mc:AlternateContent>
        <mc:Choice Requires="wps">
          <w:drawing>
            <wp:anchor distT="0" distB="0" distL="114300" distR="114300" simplePos="0" relativeHeight="251660288" behindDoc="0" locked="0" layoutInCell="1" allowOverlap="1" wp14:anchorId="44C1CB02" wp14:editId="5995ED0F">
              <wp:simplePos x="0" y="0"/>
              <wp:positionH relativeFrom="page">
                <wp:posOffset>5048250</wp:posOffset>
              </wp:positionH>
              <wp:positionV relativeFrom="page">
                <wp:posOffset>209550</wp:posOffset>
              </wp:positionV>
              <wp:extent cx="2262505" cy="600075"/>
              <wp:effectExtent l="0" t="0" r="4445" b="9525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2505" cy="600075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564" w:rsidRPr="004C0D2C" w:rsidRDefault="00B61D49" w:rsidP="00B61D49">
                          <w:pPr>
                            <w:jc w:val="center"/>
                            <w:rPr>
                              <w:rStyle w:val="Titredulivre"/>
                              <w:sz w:val="24"/>
                            </w:rPr>
                          </w:pPr>
                          <w:r>
                            <w:rPr>
                              <w:rStyle w:val="Titredulivre"/>
                              <w:sz w:val="24"/>
                            </w:rPr>
                            <w:t xml:space="preserve">Mesurer </w:t>
                          </w:r>
                          <w:r w:rsidR="007D6AB3">
                            <w:rPr>
                              <w:rStyle w:val="Titredulivre"/>
                              <w:sz w:val="24"/>
                            </w:rPr>
                            <w:t>l’</w:t>
                          </w:r>
                          <w:r w:rsidR="009001D0">
                            <w:rPr>
                              <w:rStyle w:val="Titredulivre"/>
                              <w:sz w:val="24"/>
                            </w:rPr>
                            <w:t>inclinaison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C1CB02" id="Text Box 3" o:spid="_x0000_s1030" type="#_x0000_t202" style="position:absolute;left:0;text-align:left;margin-left:397.5pt;margin-top:16.5pt;width:178.15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" fillcolor="#ffc000" stroked="f">
              <v:textbox inset=",0,,0">
                <w:txbxContent>
                  <w:p w:rsidR="00494564" w:rsidRPr="004C0D2C" w:rsidRDefault="00B61D49" w:rsidP="00B61D49">
                    <w:pPr>
                      <w:jc w:val="center"/>
                      <w:rPr>
                        <w:rStyle w:val="Titredulivre"/>
                        <w:sz w:val="24"/>
                      </w:rPr>
                    </w:pPr>
                    <w:r>
                      <w:rPr>
                        <w:rStyle w:val="Titredulivre"/>
                        <w:sz w:val="24"/>
                      </w:rPr>
                      <w:t xml:space="preserve">Mesurer </w:t>
                    </w:r>
                    <w:r w:rsidR="007D6AB3">
                      <w:rPr>
                        <w:rStyle w:val="Titredulivre"/>
                        <w:sz w:val="24"/>
                      </w:rPr>
                      <w:t>l’</w:t>
                    </w:r>
                    <w:r w:rsidR="009001D0">
                      <w:rPr>
                        <w:rStyle w:val="Titredulivre"/>
                        <w:sz w:val="24"/>
                      </w:rPr>
                      <w:t>inclinaison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D24B2" w:rsidRPr="00721E4E">
      <mc:AlternateContent>
        <mc:Choice Requires="wps">
          <w:drawing>
            <wp:anchor distT="0" distB="0" distL="114300" distR="114300" simplePos="0" relativeHeight="251661312" behindDoc="0" locked="0" layoutInCell="1" allowOverlap="1" wp14:anchorId="67B4306A" wp14:editId="06B235CB">
              <wp:simplePos x="0" y="0"/>
              <wp:positionH relativeFrom="column">
                <wp:posOffset>-610870</wp:posOffset>
              </wp:positionH>
              <wp:positionV relativeFrom="paragraph">
                <wp:posOffset>639445</wp:posOffset>
              </wp:positionV>
              <wp:extent cx="7632065" cy="0"/>
              <wp:effectExtent l="0" t="0" r="26035" b="1905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3206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BDB7F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48.1pt;margin-top:50.35pt;width:600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Ww9HgIAADwEAAAOAAAAZHJzL2Uyb0RvYy54bWysU82O2yAQvlfqOyDuWduJk0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" strokeweight="1.5pt"/>
          </w:pict>
        </mc:Fallback>
      </mc:AlternateContent>
    </w:r>
    <w:r w:rsidR="007D24B2" w:rsidRPr="00721E4E">
      <mc:AlternateContent>
        <mc:Choice Requires="wps">
          <w:drawing>
            <wp:anchor distT="0" distB="0" distL="114300" distR="114300" simplePos="0" relativeHeight="251659264" behindDoc="0" locked="0" layoutInCell="1" allowOverlap="1" wp14:anchorId="7DC653B5" wp14:editId="3C8631FA">
              <wp:simplePos x="0" y="0"/>
              <wp:positionH relativeFrom="column">
                <wp:posOffset>-539186</wp:posOffset>
              </wp:positionH>
              <wp:positionV relativeFrom="paragraph">
                <wp:posOffset>638175</wp:posOffset>
              </wp:positionV>
              <wp:extent cx="467995" cy="9774555"/>
              <wp:effectExtent l="0" t="0" r="8255" b="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" cy="977455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0BF0AB" id="Rectangle 6" o:spid="_x0000_s1026" style="position:absolute;margin-left:-42.45pt;margin-top:50.25pt;width:36.85pt;height:7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" fillcolor="#dbe5f1 [660]" stroked="f"/>
          </w:pict>
        </mc:Fallback>
      </mc:AlternateContent>
    </w:r>
    <w:r w:rsidR="009B029D">
      <w:t xml:space="preserve">   </w:t>
    </w:r>
    <w:r w:rsidR="00AE5584">
      <w:t>Fiche de t</w:t>
    </w:r>
    <w:r w:rsidR="00015E37">
      <w:t>â</w:t>
    </w:r>
    <w:r w:rsidR="00AE5584">
      <w:t>che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21F" w:rsidRDefault="00C0021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501151"/>
    <w:multiLevelType w:val="hybridMultilevel"/>
    <w:tmpl w:val="FBF22E74"/>
    <w:lvl w:ilvl="0" w:tplc="0CA0A0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D2C"/>
    <w:rsid w:val="00005FB6"/>
    <w:rsid w:val="000123DA"/>
    <w:rsid w:val="00015E37"/>
    <w:rsid w:val="000225E8"/>
    <w:rsid w:val="00042595"/>
    <w:rsid w:val="000617BD"/>
    <w:rsid w:val="0006311E"/>
    <w:rsid w:val="00082AD9"/>
    <w:rsid w:val="00091ED6"/>
    <w:rsid w:val="000E2D66"/>
    <w:rsid w:val="00116D70"/>
    <w:rsid w:val="00130BF0"/>
    <w:rsid w:val="00137B91"/>
    <w:rsid w:val="001C7943"/>
    <w:rsid w:val="001D605E"/>
    <w:rsid w:val="002047EB"/>
    <w:rsid w:val="0022284C"/>
    <w:rsid w:val="00247645"/>
    <w:rsid w:val="002510F7"/>
    <w:rsid w:val="00260ED2"/>
    <w:rsid w:val="002A7176"/>
    <w:rsid w:val="003004DF"/>
    <w:rsid w:val="003061DA"/>
    <w:rsid w:val="00306364"/>
    <w:rsid w:val="00320B10"/>
    <w:rsid w:val="003303F8"/>
    <w:rsid w:val="0033734A"/>
    <w:rsid w:val="00342576"/>
    <w:rsid w:val="003A5350"/>
    <w:rsid w:val="003B41FC"/>
    <w:rsid w:val="003C2475"/>
    <w:rsid w:val="004012D5"/>
    <w:rsid w:val="00412967"/>
    <w:rsid w:val="00416906"/>
    <w:rsid w:val="00425BEB"/>
    <w:rsid w:val="00477110"/>
    <w:rsid w:val="0049003B"/>
    <w:rsid w:val="004B3ACB"/>
    <w:rsid w:val="004C0D2C"/>
    <w:rsid w:val="004D0FF7"/>
    <w:rsid w:val="004D3565"/>
    <w:rsid w:val="004F02EC"/>
    <w:rsid w:val="005D025C"/>
    <w:rsid w:val="005D6C1F"/>
    <w:rsid w:val="00606FF0"/>
    <w:rsid w:val="006150B1"/>
    <w:rsid w:val="00631412"/>
    <w:rsid w:val="00650F8B"/>
    <w:rsid w:val="00653672"/>
    <w:rsid w:val="00665E1B"/>
    <w:rsid w:val="00684449"/>
    <w:rsid w:val="006859E3"/>
    <w:rsid w:val="006A71A6"/>
    <w:rsid w:val="006B7D39"/>
    <w:rsid w:val="006D0F8B"/>
    <w:rsid w:val="006D5FF7"/>
    <w:rsid w:val="00700E9F"/>
    <w:rsid w:val="00755945"/>
    <w:rsid w:val="00765A7B"/>
    <w:rsid w:val="007712F2"/>
    <w:rsid w:val="007B2F5F"/>
    <w:rsid w:val="007D24B2"/>
    <w:rsid w:val="007D6AB3"/>
    <w:rsid w:val="0081093B"/>
    <w:rsid w:val="008355BB"/>
    <w:rsid w:val="0085152C"/>
    <w:rsid w:val="00852762"/>
    <w:rsid w:val="008629A7"/>
    <w:rsid w:val="00895440"/>
    <w:rsid w:val="008B3DD7"/>
    <w:rsid w:val="008E234D"/>
    <w:rsid w:val="009001D0"/>
    <w:rsid w:val="00915B47"/>
    <w:rsid w:val="00917093"/>
    <w:rsid w:val="009229DF"/>
    <w:rsid w:val="00926FFF"/>
    <w:rsid w:val="00932672"/>
    <w:rsid w:val="00940B84"/>
    <w:rsid w:val="009501CC"/>
    <w:rsid w:val="009B029D"/>
    <w:rsid w:val="00A2307A"/>
    <w:rsid w:val="00A3692C"/>
    <w:rsid w:val="00A466F5"/>
    <w:rsid w:val="00A9387B"/>
    <w:rsid w:val="00AA306C"/>
    <w:rsid w:val="00AD65D0"/>
    <w:rsid w:val="00AE5584"/>
    <w:rsid w:val="00B07A4A"/>
    <w:rsid w:val="00B33B63"/>
    <w:rsid w:val="00B3604A"/>
    <w:rsid w:val="00B41FCF"/>
    <w:rsid w:val="00B61D49"/>
    <w:rsid w:val="00B86B91"/>
    <w:rsid w:val="00B931A9"/>
    <w:rsid w:val="00BB60A4"/>
    <w:rsid w:val="00C0021F"/>
    <w:rsid w:val="00C319AB"/>
    <w:rsid w:val="00C474E2"/>
    <w:rsid w:val="00C734F2"/>
    <w:rsid w:val="00C96ED8"/>
    <w:rsid w:val="00CC5067"/>
    <w:rsid w:val="00CD5BDD"/>
    <w:rsid w:val="00D800BD"/>
    <w:rsid w:val="00D91504"/>
    <w:rsid w:val="00DB5360"/>
    <w:rsid w:val="00E07E3C"/>
    <w:rsid w:val="00E342F1"/>
    <w:rsid w:val="00E42458"/>
    <w:rsid w:val="00E63BBB"/>
    <w:rsid w:val="00E813E9"/>
    <w:rsid w:val="00EB305E"/>
    <w:rsid w:val="00EB7458"/>
    <w:rsid w:val="00EE3729"/>
    <w:rsid w:val="00EF7CAC"/>
    <w:rsid w:val="00F229BD"/>
    <w:rsid w:val="00F43934"/>
    <w:rsid w:val="00F50B4F"/>
    <w:rsid w:val="00F60308"/>
    <w:rsid w:val="00F7453A"/>
    <w:rsid w:val="00F96AB8"/>
    <w:rsid w:val="00FD43F2"/>
    <w:rsid w:val="00FE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EE7DF90-3A28-43BD-B96B-FFAE94CD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7A4A"/>
    <w:rPr>
      <w:rFonts w:ascii="Arial" w:hAnsi="Arial" w:cs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C0D2C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C0D2C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C0D2C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0D2C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0D2C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C0D2C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C0D2C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C0D2C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C0D2C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85152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85152C"/>
    <w:rPr>
      <w:rFonts w:eastAsiaTheme="minorHAnsi"/>
      <w:lang w:eastAsia="en-US"/>
    </w:rPr>
  </w:style>
  <w:style w:type="character" w:styleId="lev">
    <w:name w:val="Strong"/>
    <w:uiPriority w:val="22"/>
    <w:qFormat/>
    <w:rsid w:val="004C0D2C"/>
    <w:rPr>
      <w:b/>
      <w:bCs/>
    </w:rPr>
  </w:style>
  <w:style w:type="character" w:styleId="Titredulivre">
    <w:name w:val="Book Title"/>
    <w:uiPriority w:val="33"/>
    <w:qFormat/>
    <w:rsid w:val="004C0D2C"/>
    <w:rPr>
      <w:b/>
      <w:bCs/>
      <w:i/>
      <w:iCs/>
      <w:spacing w:val="9"/>
    </w:rPr>
  </w:style>
  <w:style w:type="paragraph" w:customStyle="1" w:styleId="centrehaut">
    <w:name w:val="centre haut"/>
    <w:basedOn w:val="En-tte"/>
    <w:link w:val="centrehautCar"/>
    <w:rsid w:val="0085152C"/>
    <w:pPr>
      <w:jc w:val="center"/>
    </w:pPr>
    <w:rPr>
      <w:rFonts w:eastAsiaTheme="minorHAnsi"/>
      <w:b/>
      <w:noProof/>
      <w:sz w:val="48"/>
    </w:rPr>
  </w:style>
  <w:style w:type="character" w:customStyle="1" w:styleId="centrehautCar">
    <w:name w:val="centre haut Car"/>
    <w:basedOn w:val="En-tteCar"/>
    <w:link w:val="centrehaut"/>
    <w:rsid w:val="0085152C"/>
    <w:rPr>
      <w:rFonts w:eastAsiaTheme="minorHAnsi"/>
      <w:b/>
      <w:noProof/>
      <w:sz w:val="48"/>
    </w:rPr>
  </w:style>
  <w:style w:type="paragraph" w:styleId="En-tte">
    <w:name w:val="header"/>
    <w:basedOn w:val="Normal"/>
    <w:link w:val="En-tteCar"/>
    <w:unhideWhenUsed/>
    <w:rsid w:val="0085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152C"/>
  </w:style>
  <w:style w:type="character" w:customStyle="1" w:styleId="Titre1Car">
    <w:name w:val="Titre 1 Car"/>
    <w:basedOn w:val="Policepardfaut"/>
    <w:link w:val="Titre1"/>
    <w:uiPriority w:val="9"/>
    <w:rsid w:val="004C0D2C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Retraitcorpsdetexte3">
    <w:name w:val="Body Text Indent 3"/>
    <w:basedOn w:val="Normal"/>
    <w:link w:val="Retraitcorpsdetexte3Car"/>
    <w:rsid w:val="004C0D2C"/>
    <w:pPr>
      <w:spacing w:after="120" w:line="240" w:lineRule="auto"/>
      <w:ind w:left="283"/>
    </w:pPr>
    <w:rPr>
      <w:rFonts w:ascii="Comic Sans MS" w:eastAsia="Times New Roman" w:hAnsi="Comic Sans MS" w:cs="Times New Roman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4C0D2C"/>
    <w:rPr>
      <w:rFonts w:ascii="Comic Sans MS" w:eastAsia="Times New Roman" w:hAnsi="Comic Sans MS" w:cs="Times New Roman"/>
      <w:sz w:val="16"/>
      <w:szCs w:val="16"/>
    </w:rPr>
  </w:style>
  <w:style w:type="character" w:customStyle="1" w:styleId="titre40">
    <w:name w:val="titre4"/>
    <w:rsid w:val="004C0D2C"/>
    <w:rPr>
      <w:rFonts w:ascii="Arial" w:hAnsi="Arial"/>
      <w:dstrike w:val="0"/>
      <w:color w:val="0000FF"/>
      <w:sz w:val="20"/>
      <w:u w:val="wave"/>
    </w:rPr>
  </w:style>
  <w:style w:type="paragraph" w:customStyle="1" w:styleId="StyleRetraitcorpsdetexte3Vertdeau">
    <w:name w:val="Style Retrait corps de texte 3 + Vert d'eau"/>
    <w:basedOn w:val="Retraitcorpsdetexte3"/>
    <w:rsid w:val="004C0D2C"/>
    <w:rPr>
      <w:color w:val="33CCCC"/>
    </w:rPr>
  </w:style>
  <w:style w:type="paragraph" w:customStyle="1" w:styleId="StyleBleuSoulignementGauche066cm">
    <w:name w:val="Style Bleu Soulignement  Gauche :  066 cm"/>
    <w:basedOn w:val="Normal"/>
    <w:rsid w:val="004C0D2C"/>
    <w:pPr>
      <w:spacing w:after="0" w:line="240" w:lineRule="auto"/>
      <w:ind w:left="374"/>
    </w:pPr>
    <w:rPr>
      <w:rFonts w:ascii="Comic Sans MS" w:eastAsia="Times New Roman" w:hAnsi="Comic Sans MS" w:cs="Times New Roman"/>
      <w:color w:val="0000FF"/>
      <w:sz w:val="16"/>
      <w:u w:val="single"/>
    </w:rPr>
  </w:style>
  <w:style w:type="paragraph" w:customStyle="1" w:styleId="StyleStyleRetraitcorpsdetexte3VertdeauGauche033cm">
    <w:name w:val="Style Style Retrait corps de texte 3 + Vert d'eau Gauche :  033 cm ..."/>
    <w:basedOn w:val="Normal"/>
    <w:rsid w:val="004C0D2C"/>
    <w:pPr>
      <w:spacing w:after="120" w:line="240" w:lineRule="auto"/>
      <w:ind w:left="187"/>
    </w:pPr>
    <w:rPr>
      <w:rFonts w:ascii="Comic Sans MS" w:eastAsia="Times New Roman" w:hAnsi="Comic Sans MS" w:cs="Times New Roman"/>
      <w:color w:val="000080"/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0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D2C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4C0D2C"/>
    <w:rPr>
      <w: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C0D2C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4C0D2C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4C0D2C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C0D2C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B07A4A"/>
    <w:pPr>
      <w:spacing w:before="240"/>
      <w:jc w:val="center"/>
    </w:pPr>
    <w:rPr>
      <w:caps/>
      <w:color w:val="4F81BD" w:themeColor="accent1"/>
      <w:spacing w:val="10"/>
      <w:kern w:val="28"/>
      <w:sz w:val="40"/>
      <w:szCs w:val="40"/>
    </w:rPr>
  </w:style>
  <w:style w:type="character" w:customStyle="1" w:styleId="TitreCar">
    <w:name w:val="Titre Car"/>
    <w:basedOn w:val="Policepardfaut"/>
    <w:link w:val="Titre"/>
    <w:uiPriority w:val="10"/>
    <w:rsid w:val="00B07A4A"/>
    <w:rPr>
      <w:rFonts w:ascii="Arial" w:hAnsi="Arial" w:cs="Arial"/>
      <w:caps/>
      <w:color w:val="4F81BD" w:themeColor="accent1"/>
      <w:spacing w:val="10"/>
      <w:kern w:val="28"/>
      <w:sz w:val="40"/>
      <w:szCs w:val="4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C0D2C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C0D2C"/>
    <w:rPr>
      <w:caps/>
      <w:color w:val="595959" w:themeColor="text1" w:themeTint="A6"/>
      <w:spacing w:val="10"/>
      <w:sz w:val="24"/>
      <w:szCs w:val="24"/>
    </w:rPr>
  </w:style>
  <w:style w:type="character" w:styleId="Accentuation">
    <w:name w:val="Emphasis"/>
    <w:uiPriority w:val="20"/>
    <w:qFormat/>
    <w:rsid w:val="004C0D2C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4C0D2C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4C0D2C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C0D2C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4C0D2C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4C0D2C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C0D2C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C0D2C"/>
    <w:rPr>
      <w:i/>
      <w:iCs/>
      <w:color w:val="4F81BD" w:themeColor="accent1"/>
      <w:sz w:val="20"/>
      <w:szCs w:val="20"/>
    </w:rPr>
  </w:style>
  <w:style w:type="character" w:styleId="Accentuationlgre">
    <w:name w:val="Subtle Emphasis"/>
    <w:uiPriority w:val="19"/>
    <w:qFormat/>
    <w:rsid w:val="004C0D2C"/>
    <w:rPr>
      <w:i/>
      <w:iCs/>
      <w:color w:val="243F60" w:themeColor="accent1" w:themeShade="7F"/>
    </w:rPr>
  </w:style>
  <w:style w:type="character" w:styleId="Accentuationintense">
    <w:name w:val="Intense Emphasis"/>
    <w:uiPriority w:val="21"/>
    <w:qFormat/>
    <w:rsid w:val="004C0D2C"/>
    <w:rPr>
      <w:b/>
      <w:bCs/>
      <w:caps/>
      <w:color w:val="243F60" w:themeColor="accent1" w:themeShade="7F"/>
      <w:spacing w:val="10"/>
    </w:rPr>
  </w:style>
  <w:style w:type="character" w:styleId="Rfrencelgre">
    <w:name w:val="Subtle Reference"/>
    <w:uiPriority w:val="31"/>
    <w:qFormat/>
    <w:rsid w:val="004C0D2C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4C0D2C"/>
    <w:rPr>
      <w:b/>
      <w:bCs/>
      <w:i/>
      <w:iCs/>
      <w:caps/>
      <w:color w:val="4F81BD" w:themeColor="accent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C0D2C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noit\AppData\Roaming\Microsoft\Templates\Dot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Dot1.dotx</Template>
  <TotalTime>11</TotalTime>
  <Pages>1</Pages>
  <Words>213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Philippe MARIANO</cp:lastModifiedBy>
  <cp:revision>10</cp:revision>
  <cp:lastPrinted>2016-12-07T09:18:00Z</cp:lastPrinted>
  <dcterms:created xsi:type="dcterms:W3CDTF">2018-12-03T15:34:00Z</dcterms:created>
  <dcterms:modified xsi:type="dcterms:W3CDTF">2018-12-10T20:20:00Z</dcterms:modified>
</cp:coreProperties>
</file>