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F8B" w:rsidRDefault="00650F8B" w:rsidP="00650F8B">
      <w:pPr>
        <w:pStyle w:val="Titre1"/>
      </w:pPr>
      <w:r>
        <w:t>CAHIER DES CHARGES</w:t>
      </w:r>
    </w:p>
    <w:p w:rsidR="006A71A6" w:rsidRDefault="00314AB8" w:rsidP="00804897">
      <w:pPr>
        <w:ind w:right="1983"/>
      </w:pPr>
      <w:r>
        <w:t>Positionner le pivot vertical sur un secteur angulaire (</w:t>
      </w:r>
      <w:r w:rsidR="00804897">
        <w:t>90°</w:t>
      </w:r>
      <w:r>
        <w:t>) avec une résolution de (</w:t>
      </w:r>
      <w:r w:rsidR="00804897">
        <w:t>1°</w:t>
      </w:r>
      <w:r>
        <w:t>)</w:t>
      </w:r>
      <w:r w:rsidR="002510F7">
        <w:t>.</w:t>
      </w:r>
    </w:p>
    <w:p w:rsidR="00DB07E7" w:rsidRDefault="00DB07E7" w:rsidP="00B07A4A"/>
    <w:p w:rsidR="006A71A6" w:rsidRDefault="00CE5525" w:rsidP="006A71A6">
      <w:pPr>
        <w:pStyle w:val="Titre1"/>
      </w:pPr>
      <w:r w:rsidRPr="00CE5525">
        <w:t xml:space="preserve"> </w:t>
      </w:r>
      <w:r>
        <w:t xml:space="preserve">MATERIELS DISPONIBLE </w:t>
      </w:r>
      <w:r w:rsidRPr="00481170">
        <w:rPr>
          <w:sz w:val="18"/>
          <w:szCs w:val="18"/>
        </w:rPr>
        <w:t>(en chercher d’autres si necessaire)</w:t>
      </w:r>
    </w:p>
    <w:p w:rsidR="006A71A6" w:rsidRPr="006859E3" w:rsidRDefault="00CE5525" w:rsidP="006A71A6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125D45C" wp14:editId="43508EAF">
                <wp:simplePos x="0" y="0"/>
                <wp:positionH relativeFrom="column">
                  <wp:posOffset>4354830</wp:posOffset>
                </wp:positionH>
                <wp:positionV relativeFrom="paragraph">
                  <wp:posOffset>290830</wp:posOffset>
                </wp:positionV>
                <wp:extent cx="2059305" cy="736600"/>
                <wp:effectExtent l="0" t="0" r="17145" b="2540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9305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4897" w:rsidRDefault="00804897" w:rsidP="00804897">
                            <w:r>
                              <w:t>Remis le : _________________</w:t>
                            </w:r>
                          </w:p>
                          <w:p w:rsidR="00804897" w:rsidRDefault="00804897" w:rsidP="00804897">
                            <w:r>
                              <w:t>A : 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42.9pt;margin-top:22.9pt;width:162.15pt;height:5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" fillcolor="white [3201]" strokeweight=".5pt">
                <v:textbox>
                  <w:txbxContent>
                    <w:p w:rsidR="00804897" w:rsidRDefault="00804897" w:rsidP="00804897">
                      <w:r>
                        <w:t>Remis le : _________________</w:t>
                      </w:r>
                    </w:p>
                    <w:p w:rsidR="00804897" w:rsidRDefault="00804897" w:rsidP="00804897">
                      <w:r>
                        <w:t>A : 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804897">
        <w:t>Carte à microcontrôleur,</w:t>
      </w:r>
      <w:r w:rsidR="00DB07E7">
        <w:t xml:space="preserve"> </w:t>
      </w:r>
      <w:r w:rsidR="006A71A6">
        <w:t>IHM (</w:t>
      </w:r>
      <w:r w:rsidR="006A71A6" w:rsidRPr="006859E3">
        <w:t>LCD</w:t>
      </w:r>
      <w:r w:rsidR="006A71A6">
        <w:t xml:space="preserve"> + clavier + </w:t>
      </w:r>
      <w:proofErr w:type="spellStart"/>
      <w:r w:rsidR="006A71A6">
        <w:t>Leds</w:t>
      </w:r>
      <w:proofErr w:type="spellEnd"/>
      <w:r w:rsidR="006A71A6">
        <w:t>)</w:t>
      </w:r>
      <w:r w:rsidR="00C505F4">
        <w:t>.</w:t>
      </w:r>
    </w:p>
    <w:p w:rsidR="006A71A6" w:rsidRPr="00314AB8" w:rsidRDefault="00314AB8" w:rsidP="006A71A6">
      <w:pPr>
        <w:rPr>
          <w:lang w:val="en-US"/>
        </w:rPr>
      </w:pPr>
      <w:proofErr w:type="gramStart"/>
      <w:r w:rsidRPr="00314AB8">
        <w:rPr>
          <w:lang w:val="en-US"/>
        </w:rPr>
        <w:t xml:space="preserve">Carte </w:t>
      </w:r>
      <w:proofErr w:type="spellStart"/>
      <w:r w:rsidRPr="00314AB8">
        <w:rPr>
          <w:lang w:val="en-US"/>
        </w:rPr>
        <w:t>easydriver</w:t>
      </w:r>
      <w:proofErr w:type="spellEnd"/>
      <w:r w:rsidRPr="00314AB8">
        <w:rPr>
          <w:lang w:val="en-US"/>
        </w:rPr>
        <w:t xml:space="preserve"> stepper motor driver </w:t>
      </w:r>
      <w:r w:rsidR="00DB07E7">
        <w:rPr>
          <w:lang w:val="en-US"/>
        </w:rPr>
        <w:t xml:space="preserve">V4.4 </w:t>
      </w:r>
      <w:r w:rsidRPr="00314AB8">
        <w:rPr>
          <w:lang w:val="en-US"/>
        </w:rPr>
        <w:t xml:space="preserve">+ </w:t>
      </w:r>
      <w:proofErr w:type="spellStart"/>
      <w:r w:rsidRPr="00314AB8">
        <w:rPr>
          <w:lang w:val="en-US"/>
        </w:rPr>
        <w:t>Moteur</w:t>
      </w:r>
      <w:proofErr w:type="spellEnd"/>
      <w:r w:rsidRPr="00314AB8">
        <w:rPr>
          <w:lang w:val="en-US"/>
        </w:rPr>
        <w:t xml:space="preserve"> ITC-CNC1</w:t>
      </w:r>
      <w:r w:rsidR="00C505F4">
        <w:rPr>
          <w:lang w:val="en-US"/>
        </w:rPr>
        <w:t>.</w:t>
      </w:r>
      <w:proofErr w:type="gramEnd"/>
    </w:p>
    <w:p w:rsidR="006A71A6" w:rsidRDefault="00314AB8" w:rsidP="00B07A4A">
      <w:proofErr w:type="gramStart"/>
      <w:r>
        <w:t>plus</w:t>
      </w:r>
      <w:proofErr w:type="gramEnd"/>
      <w:r>
        <w:t xml:space="preserve"> tout matériel utile</w:t>
      </w:r>
      <w:r w:rsidR="00C505F4">
        <w:t>…</w:t>
      </w:r>
    </w:p>
    <w:p w:rsidR="00C505F4" w:rsidRPr="00B07A4A" w:rsidRDefault="00C505F4" w:rsidP="00B07A4A"/>
    <w:p w:rsidR="00B07A4A" w:rsidRDefault="00DB07E7" w:rsidP="00B07A4A">
      <w:pPr>
        <w:pStyle w:val="Titre1"/>
      </w:pPr>
      <w:r w:rsidRPr="00B07A4A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5E5328C" wp14:editId="04D10B5D">
                <wp:simplePos x="0" y="0"/>
                <wp:positionH relativeFrom="column">
                  <wp:posOffset>-377825</wp:posOffset>
                </wp:positionH>
                <wp:positionV relativeFrom="paragraph">
                  <wp:posOffset>15240</wp:posOffset>
                </wp:positionV>
                <wp:extent cx="288290" cy="288290"/>
                <wp:effectExtent l="0" t="0" r="16510" b="16510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71A6" w:rsidRPr="00AF533F" w:rsidRDefault="006A71A6" w:rsidP="006A71A6">
                            <w:pPr>
                              <w:pStyle w:val="Sansinterligne"/>
                              <w:rPr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AF533F">
                              <w:rPr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-29.75pt;margin-top:1.2pt;width:22.7pt;height:22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" fillcolor="#0070c0" strokecolor="#0070c0">
                <v:textbox>
                  <w:txbxContent>
                    <w:p w:rsidR="006A71A6" w:rsidRPr="00AF533F" w:rsidRDefault="006A71A6" w:rsidP="006A71A6">
                      <w:pPr>
                        <w:pStyle w:val="Sansinterligne"/>
                        <w:rPr>
                          <w:b/>
                          <w:color w:val="FFFFFF" w:themeColor="background1"/>
                          <w:sz w:val="22"/>
                          <w:szCs w:val="22"/>
                        </w:rPr>
                      </w:pPr>
                      <w:r w:rsidRPr="00AF533F">
                        <w:rPr>
                          <w:b/>
                          <w:color w:val="FFFFFF" w:themeColor="background1"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B07A4A">
        <w:t>rECHERCHE</w:t>
      </w:r>
      <w:r w:rsidR="00650F8B">
        <w:t>S</w:t>
      </w:r>
      <w:r w:rsidR="00B07A4A">
        <w:t xml:space="preserve"> DOCUMeNTAIRE</w:t>
      </w:r>
      <w:r w:rsidR="00650F8B">
        <w:t xml:space="preserve">S SUR </w:t>
      </w:r>
      <w:r w:rsidR="00314AB8">
        <w:t>LA COMMANDE D’un Moteur pas a pas</w:t>
      </w:r>
    </w:p>
    <w:p w:rsidR="00B07A4A" w:rsidRDefault="00247645" w:rsidP="00650F8B">
      <w:r>
        <w:t xml:space="preserve">Effectuer des recherches documentaires sur </w:t>
      </w:r>
      <w:r w:rsidR="00314AB8">
        <w:t>la commande d’un moteur pas à pas</w:t>
      </w:r>
      <w:r>
        <w:t>.</w:t>
      </w:r>
    </w:p>
    <w:p w:rsidR="00B41FCF" w:rsidRDefault="006A71A6" w:rsidP="00650F8B">
      <w:r>
        <w:rPr>
          <w:b/>
          <w:noProof/>
        </w:rPr>
        <w:sym w:font="Wingdings" w:char="F021"/>
      </w:r>
      <w:r>
        <w:rPr>
          <w:b/>
          <w:noProof/>
        </w:rPr>
        <w:t xml:space="preserve"> </w:t>
      </w:r>
      <w:r w:rsidR="00B931A9" w:rsidRPr="00B931A9">
        <w:rPr>
          <w:b/>
          <w:noProof/>
        </w:rPr>
        <w:t>Document à produire</w:t>
      </w:r>
      <w:r w:rsidR="00247645">
        <w:t>: paragraphe d’introduction de la tâche « </w:t>
      </w:r>
      <w:r w:rsidR="00314AB8">
        <w:t>Orienter le pivot vertical</w:t>
      </w:r>
      <w:r w:rsidR="003303F8">
        <w:t xml:space="preserve"> </w:t>
      </w:r>
      <w:r w:rsidR="00247645">
        <w:t>»</w:t>
      </w:r>
      <w:r w:rsidRPr="006A71A6">
        <w:t xml:space="preserve"> </w:t>
      </w:r>
      <w:r>
        <w:tab/>
      </w:r>
      <w:r w:rsidRPr="00AF533F">
        <w:rPr>
          <w:b/>
        </w:rPr>
        <w:t>Vu prof</w:t>
      </w:r>
      <w:r>
        <w:t xml:space="preserve"> </w:t>
      </w:r>
      <w:r>
        <w:sym w:font="Wingdings" w:char="F0A8"/>
      </w:r>
    </w:p>
    <w:p w:rsidR="00DB07E7" w:rsidRDefault="00DB07E7" w:rsidP="00650F8B"/>
    <w:p w:rsidR="00247645" w:rsidRDefault="006A71A6" w:rsidP="00247645">
      <w:pPr>
        <w:pStyle w:val="Titre1"/>
      </w:pPr>
      <w:r w:rsidRPr="00B07A4A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BD1F4FD" wp14:editId="20B06BDF">
                <wp:simplePos x="0" y="0"/>
                <wp:positionH relativeFrom="column">
                  <wp:posOffset>-373380</wp:posOffset>
                </wp:positionH>
                <wp:positionV relativeFrom="paragraph">
                  <wp:posOffset>2540</wp:posOffset>
                </wp:positionV>
                <wp:extent cx="288290" cy="288290"/>
                <wp:effectExtent l="0" t="0" r="16510" b="1651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71A6" w:rsidRPr="00AF533F" w:rsidRDefault="006A71A6" w:rsidP="006A71A6">
                            <w:pPr>
                              <w:pStyle w:val="Sansinterligne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AF533F">
                              <w:rPr>
                                <w:b/>
                                <w:color w:val="FFFFFF" w:themeColor="background1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8" style="position:absolute;margin-left:-29.4pt;margin-top:.2pt;width:22.7pt;height:22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" fillcolor="#0070c0" strokecolor="#0070c0">
                <v:textbox>
                  <w:txbxContent>
                    <w:p w:rsidR="006A71A6" w:rsidRPr="00AF533F" w:rsidRDefault="006A71A6" w:rsidP="006A71A6">
                      <w:pPr>
                        <w:pStyle w:val="Sansinterligne"/>
                        <w:rPr>
                          <w:b/>
                          <w:color w:val="FFFFFF" w:themeColor="background1"/>
                        </w:rPr>
                      </w:pPr>
                      <w:r w:rsidRPr="00AF533F">
                        <w:rPr>
                          <w:b/>
                          <w:color w:val="FFFFFF" w:themeColor="background1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8355BB">
        <w:rPr>
          <w:noProof/>
        </w:rPr>
        <w:t>Experiment</w:t>
      </w:r>
      <w:r w:rsidR="00CC5067">
        <w:rPr>
          <w:noProof/>
        </w:rPr>
        <w:t>ATION</w:t>
      </w:r>
      <w:r w:rsidR="00C505F4">
        <w:rPr>
          <w:noProof/>
        </w:rPr>
        <w:t xml:space="preserve"> / Programmation</w:t>
      </w:r>
    </w:p>
    <w:p w:rsidR="00C505F4" w:rsidRDefault="00C505F4" w:rsidP="00917093">
      <w:pPr>
        <w:rPr>
          <w:noProof/>
        </w:rPr>
      </w:pPr>
      <w:r w:rsidRPr="00C505F4">
        <w:rPr>
          <w:b/>
          <w:noProof/>
        </w:rPr>
        <w:t>Expérimentation </w:t>
      </w:r>
      <w:r>
        <w:rPr>
          <w:noProof/>
        </w:rPr>
        <w:t>: Mettre en œuvre l’exemple donné avec la carte Netduino (Num3 dans le fascicule 1 Netduino)</w:t>
      </w:r>
      <w:r w:rsidR="008355BB">
        <w:rPr>
          <w:noProof/>
        </w:rPr>
        <w:t>.</w:t>
      </w:r>
    </w:p>
    <w:p w:rsidR="006859E3" w:rsidRDefault="00C505F4" w:rsidP="00917093">
      <w:pPr>
        <w:rPr>
          <w:noProof/>
        </w:rPr>
      </w:pPr>
      <w:r w:rsidRPr="00C505F4">
        <w:rPr>
          <w:b/>
          <w:noProof/>
        </w:rPr>
        <w:t>Programmation</w:t>
      </w:r>
      <w:r>
        <w:rPr>
          <w:noProof/>
        </w:rPr>
        <w:t> : Analyser le programme et le modifier pour qu’il commande la position du pivot vertical.</w:t>
      </w:r>
      <w:r w:rsidR="006859E3">
        <w:rPr>
          <w:noProof/>
        </w:rPr>
        <w:t xml:space="preserve"> </w:t>
      </w:r>
    </w:p>
    <w:p w:rsidR="00631412" w:rsidRDefault="004D0FF7" w:rsidP="00917093">
      <w:r>
        <w:rPr>
          <w:b/>
          <w:noProof/>
        </w:rPr>
        <w:sym w:font="Wingdings" w:char="F021"/>
      </w:r>
      <w:r>
        <w:rPr>
          <w:b/>
          <w:noProof/>
        </w:rPr>
        <w:t xml:space="preserve"> </w:t>
      </w:r>
      <w:r w:rsidR="00926FFF" w:rsidRPr="00B931A9">
        <w:rPr>
          <w:b/>
          <w:noProof/>
        </w:rPr>
        <w:t>Document à produire</w:t>
      </w:r>
      <w:r w:rsidR="00926FFF">
        <w:t xml:space="preserve">: </w:t>
      </w:r>
      <w:r w:rsidR="00C505F4">
        <w:t>Algorithme et programme de positionnement (</w:t>
      </w:r>
      <w:r w:rsidR="00DB07E7">
        <w:t>A j</w:t>
      </w:r>
      <w:r w:rsidR="00C505F4">
        <w:t>ustifier par une étude théorique préalable de la trajectoire de la balle</w:t>
      </w:r>
      <w:r>
        <w:t xml:space="preserve">. </w:t>
      </w:r>
      <w:r w:rsidR="00C505F4">
        <w:tab/>
      </w:r>
      <w:r w:rsidR="00C505F4">
        <w:tab/>
      </w:r>
      <w:r w:rsidR="00C505F4">
        <w:tab/>
      </w:r>
      <w:r w:rsidR="00C505F4">
        <w:tab/>
      </w:r>
      <w:r w:rsidR="00C505F4">
        <w:tab/>
      </w:r>
      <w:r w:rsidR="00C505F4">
        <w:tab/>
      </w:r>
      <w:r w:rsidR="00C505F4">
        <w:tab/>
      </w:r>
      <w:r w:rsidR="00C505F4">
        <w:tab/>
      </w:r>
      <w:r w:rsidR="006A71A6" w:rsidRPr="00AF533F">
        <w:rPr>
          <w:b/>
        </w:rPr>
        <w:t>Vu prof</w:t>
      </w:r>
      <w:r w:rsidR="006A71A6">
        <w:t xml:space="preserve"> </w:t>
      </w:r>
      <w:r w:rsidR="006A71A6">
        <w:sym w:font="Wingdings" w:char="F0A8"/>
      </w:r>
    </w:p>
    <w:p w:rsidR="00C505F4" w:rsidRPr="00631412" w:rsidRDefault="00C505F4" w:rsidP="00917093"/>
    <w:p w:rsidR="00B931A9" w:rsidRDefault="004D0FF7" w:rsidP="00B931A9">
      <w:pPr>
        <w:pStyle w:val="Titre1"/>
      </w:pPr>
      <w:r>
        <w:rPr>
          <w:b w:val="0"/>
          <w:noProof/>
        </w:rPr>
        <w:sym w:font="Wingdings" w:char="F021"/>
      </w:r>
      <w:r>
        <w:rPr>
          <w:b w:val="0"/>
          <w:noProof/>
        </w:rPr>
        <w:t xml:space="preserve"> </w:t>
      </w:r>
      <w:r w:rsidR="00B931A9">
        <w:rPr>
          <w:noProof/>
        </w:rPr>
        <w:t xml:space="preserve">DOCUMENTS </w:t>
      </w:r>
      <w:r w:rsidR="007B2F5F">
        <w:rPr>
          <w:noProof/>
        </w:rPr>
        <w:t xml:space="preserve">complementaires </w:t>
      </w:r>
      <w:r w:rsidR="00B931A9">
        <w:rPr>
          <w:noProof/>
        </w:rPr>
        <w:t>A PRODUIRE</w:t>
      </w:r>
      <w:r w:rsidR="006B7D39">
        <w:rPr>
          <w:noProof/>
        </w:rPr>
        <w:t xml:space="preserve"> EN VU DE LA redaction du dossier</w:t>
      </w:r>
    </w:p>
    <w:p w:rsidR="00B931A9" w:rsidRDefault="00B931A9" w:rsidP="00DB07E7">
      <w:pPr>
        <w:rPr>
          <w:noProof/>
        </w:rPr>
      </w:pPr>
      <w:r w:rsidRPr="00B931A9">
        <w:rPr>
          <w:noProof/>
        </w:rPr>
        <w:t>Chaîne d’information,</w:t>
      </w:r>
      <w:r w:rsidR="00C505F4">
        <w:rPr>
          <w:noProof/>
        </w:rPr>
        <w:t xml:space="preserve"> chaine d’énergie,</w:t>
      </w:r>
      <w:r w:rsidRPr="00B931A9">
        <w:rPr>
          <w:noProof/>
        </w:rPr>
        <w:t xml:space="preserve"> </w:t>
      </w:r>
      <w:r w:rsidR="00342576">
        <w:rPr>
          <w:noProof/>
        </w:rPr>
        <w:t xml:space="preserve">schéma de câblage, </w:t>
      </w:r>
      <w:r w:rsidRPr="00B931A9">
        <w:rPr>
          <w:noProof/>
        </w:rPr>
        <w:t>schéma</w:t>
      </w:r>
      <w:r w:rsidR="006B7D39">
        <w:rPr>
          <w:noProof/>
        </w:rPr>
        <w:t>s</w:t>
      </w:r>
      <w:r w:rsidRPr="00B931A9">
        <w:rPr>
          <w:noProof/>
        </w:rPr>
        <w:t xml:space="preserve">-bloc. </w:t>
      </w:r>
      <w:r w:rsidR="00DB07E7">
        <w:rPr>
          <w:noProof/>
        </w:rPr>
        <w:tab/>
      </w:r>
      <w:r w:rsidR="00DB07E7">
        <w:rPr>
          <w:noProof/>
        </w:rPr>
        <w:tab/>
      </w:r>
      <w:r w:rsidR="00DB07E7">
        <w:rPr>
          <w:noProof/>
        </w:rPr>
        <w:tab/>
      </w:r>
      <w:r w:rsidR="006A71A6" w:rsidRPr="00AF533F">
        <w:rPr>
          <w:b/>
        </w:rPr>
        <w:t>Vu prof</w:t>
      </w:r>
      <w:r w:rsidR="006A71A6">
        <w:t xml:space="preserve"> </w:t>
      </w:r>
      <w:r w:rsidR="006A71A6">
        <w:sym w:font="Wingdings" w:char="F0A8"/>
      </w:r>
    </w:p>
    <w:p w:rsidR="00C505F4" w:rsidRPr="00B931A9" w:rsidRDefault="00C505F4" w:rsidP="00C505F4">
      <w:pPr>
        <w:ind w:left="7788" w:firstLine="708"/>
        <w:rPr>
          <w:noProof/>
        </w:rPr>
      </w:pPr>
    </w:p>
    <w:p w:rsidR="00B41FCF" w:rsidRDefault="006A71A6" w:rsidP="006A71A6">
      <w:pPr>
        <w:pStyle w:val="Titre1"/>
      </w:pPr>
      <w:r>
        <w:rPr>
          <w:noProof/>
        </w:rPr>
        <w:t>DES Ressources documentaires complementaireS SERONT EVENTUELLEMENT MISES A DISPOSITION DANS LE repertoire du projet sur Google DRIVE</w:t>
      </w:r>
    </w:p>
    <w:sectPr w:rsidR="00B41FCF" w:rsidSect="00721E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851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104" w:rsidRDefault="00EB6104" w:rsidP="00B07A4A">
      <w:r>
        <w:separator/>
      </w:r>
    </w:p>
  </w:endnote>
  <w:endnote w:type="continuationSeparator" w:id="0">
    <w:p w:rsidR="00EB6104" w:rsidRDefault="00EB6104" w:rsidP="00B07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525" w:rsidRDefault="00CE552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564" w:rsidRPr="00AE32FA" w:rsidRDefault="007D24B2" w:rsidP="00AE32FA">
    <w:pPr>
      <w:rPr>
        <w:noProof/>
      </w:rPr>
    </w:pPr>
    <w:r w:rsidRPr="00CC5067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1AC9E9" wp14:editId="59C0D4CC">
              <wp:simplePos x="0" y="0"/>
              <wp:positionH relativeFrom="column">
                <wp:posOffset>6177173</wp:posOffset>
              </wp:positionH>
              <wp:positionV relativeFrom="paragraph">
                <wp:posOffset>112977</wp:posOffset>
              </wp:positionV>
              <wp:extent cx="323850" cy="257175"/>
              <wp:effectExtent l="0" t="0" r="19050" b="28575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257175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494564" w:rsidRPr="00163BFC" w:rsidRDefault="007D24B2" w:rsidP="001C7943">
                          <w:pPr>
                            <w:pStyle w:val="Sansinterligne"/>
                            <w:jc w:val="center"/>
                          </w:pPr>
                          <w:r w:rsidRPr="00163BFC">
                            <w:fldChar w:fldCharType="begin"/>
                          </w:r>
                          <w:r w:rsidRPr="00163BFC">
                            <w:instrText xml:space="preserve"> PAGE   \* MERGEFORMAT </w:instrText>
                          </w:r>
                          <w:r w:rsidRPr="00163BFC">
                            <w:fldChar w:fldCharType="separate"/>
                          </w:r>
                          <w:r w:rsidR="00CE5525">
                            <w:rPr>
                              <w:noProof/>
                            </w:rPr>
                            <w:t>1</w:t>
                          </w:r>
                          <w:r w:rsidRPr="00163BFC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AutoShape 9" o:spid="_x0000_s1031" style="position:absolute;margin-left:486.4pt;margin-top:8.9pt;width:25.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">
              <v:textbox inset="0,0,0,0">
                <w:txbxContent>
                  <w:p w:rsidR="00494564" w:rsidRPr="00163BFC" w:rsidRDefault="007D24B2" w:rsidP="001C7943">
                    <w:pPr>
                      <w:pStyle w:val="Sansinterligne"/>
                      <w:jc w:val="center"/>
                    </w:pPr>
                    <w:r w:rsidRPr="00163BFC">
                      <w:fldChar w:fldCharType="begin"/>
                    </w:r>
                    <w:r w:rsidRPr="00163BFC">
                      <w:instrText xml:space="preserve"> PAGE   \* MERGEFORMAT </w:instrText>
                    </w:r>
                    <w:r w:rsidRPr="00163BFC">
                      <w:fldChar w:fldCharType="separate"/>
                    </w:r>
                    <w:r w:rsidR="00CE5525">
                      <w:rPr>
                        <w:noProof/>
                      </w:rPr>
                      <w:t>1</w:t>
                    </w:r>
                    <w:r w:rsidRPr="00163BFC">
                      <w:fldChar w:fldCharType="end"/>
                    </w:r>
                  </w:p>
                </w:txbxContent>
              </v:textbox>
            </v:roundrect>
          </w:pict>
        </mc:Fallback>
      </mc:AlternateContent>
    </w:r>
    <w:r w:rsidR="00C474E2">
      <w:rPr>
        <w:sz w:val="16"/>
        <w:szCs w:val="16"/>
      </w:rPr>
      <w:t>MNO</w:t>
    </w:r>
    <w:r w:rsidR="00804897">
      <w:rPr>
        <w:sz w:val="16"/>
        <w:szCs w:val="16"/>
      </w:rPr>
      <w:t>07122016</w:t>
    </w:r>
    <w:r w:rsidR="00AE32FA">
      <w:rPr>
        <w:sz w:val="16"/>
        <w:szCs w:val="16"/>
      </w:rPr>
      <w:tab/>
    </w:r>
    <w:r w:rsidR="00AE32FA">
      <w:rPr>
        <w:sz w:val="16"/>
        <w:szCs w:val="16"/>
      </w:rPr>
      <w:tab/>
    </w:r>
    <w:r w:rsidR="00AE32FA">
      <w:rPr>
        <w:sz w:val="16"/>
        <w:szCs w:val="16"/>
      </w:rPr>
      <w:tab/>
    </w:r>
    <w:r w:rsidR="00AE32FA">
      <w:rPr>
        <w:sz w:val="16"/>
        <w:szCs w:val="16"/>
      </w:rPr>
      <w:tab/>
    </w:r>
    <w:r w:rsidR="00AE32FA">
      <w:rPr>
        <w:sz w:val="16"/>
        <w:szCs w:val="16"/>
      </w:rPr>
      <w:tab/>
    </w:r>
    <w:r w:rsidR="00AE32FA">
      <w:rPr>
        <w:sz w:val="16"/>
        <w:szCs w:val="16"/>
      </w:rPr>
      <w:tab/>
    </w:r>
    <w:r w:rsidR="00AE32FA">
      <w:rPr>
        <w:sz w:val="16"/>
        <w:szCs w:val="16"/>
      </w:rPr>
      <w:t>Cette fiche peut faire l’objet de modifications en cours de projet</w:t>
    </w:r>
    <w:r w:rsidR="00AE32FA">
      <w:rPr>
        <w:noProof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525" w:rsidRDefault="00CE552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104" w:rsidRDefault="00EB6104" w:rsidP="00B07A4A">
      <w:r>
        <w:separator/>
      </w:r>
    </w:p>
  </w:footnote>
  <w:footnote w:type="continuationSeparator" w:id="0">
    <w:p w:rsidR="00EB6104" w:rsidRDefault="00EB6104" w:rsidP="00B07A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525" w:rsidRDefault="00CE552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564" w:rsidRPr="00721E4E" w:rsidRDefault="00CE5525" w:rsidP="00CE5525">
    <w:pPr>
      <w:pStyle w:val="centrehaut"/>
      <w:ind w:firstLine="1416"/>
      <w:jc w:val="left"/>
    </w:pPr>
    <w:r w:rsidRPr="00ED45DA">
      <w:rPr>
        <w:sz w:val="44"/>
        <w:szCs w:val="4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626B68" wp14:editId="57BF482D">
              <wp:simplePos x="0" y="0"/>
              <wp:positionH relativeFrom="page">
                <wp:posOffset>5048250</wp:posOffset>
              </wp:positionH>
              <wp:positionV relativeFrom="page">
                <wp:posOffset>133350</wp:posOffset>
              </wp:positionV>
              <wp:extent cx="2262505" cy="717550"/>
              <wp:effectExtent l="0" t="0" r="4445" b="635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2505" cy="717550"/>
                      </a:xfrm>
                      <a:prstGeom prst="rect">
                        <a:avLst/>
                      </a:prstGeom>
                      <a:solidFill>
                        <a:srgbClr val="FFC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564" w:rsidRDefault="00836925" w:rsidP="00B07A4A">
                          <w:pPr>
                            <w:rPr>
                              <w:rStyle w:val="Titredulivre"/>
                              <w:sz w:val="24"/>
                            </w:rPr>
                          </w:pPr>
                          <w:r>
                            <w:rPr>
                              <w:rStyle w:val="Titredulivre"/>
                              <w:sz w:val="24"/>
                            </w:rPr>
                            <w:t>Orienter le pivot vertical</w:t>
                          </w:r>
                        </w:p>
                        <w:p w:rsidR="00CE5525" w:rsidRPr="004C0D2C" w:rsidRDefault="00CE5525" w:rsidP="00B07A4A">
                          <w:pPr>
                            <w:rPr>
                              <w:rStyle w:val="Titredulivre"/>
                              <w:sz w:val="24"/>
                            </w:rPr>
                          </w:pPr>
                          <w:r>
                            <w:rPr>
                              <w:rStyle w:val="Titredulivre"/>
                              <w:sz w:val="24"/>
                            </w:rPr>
                            <w:t>(Commande du moteur)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left:0;text-align:left;margin-left:397.5pt;margin-top:10.5pt;width:178.15pt;height:56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" fillcolor="#ffc000" stroked="f">
              <v:textbox inset=",0,,0">
                <w:txbxContent>
                  <w:p w:rsidR="00494564" w:rsidRDefault="00836925" w:rsidP="00B07A4A">
                    <w:pPr>
                      <w:rPr>
                        <w:rStyle w:val="Titredulivre"/>
                        <w:sz w:val="24"/>
                      </w:rPr>
                    </w:pPr>
                    <w:r>
                      <w:rPr>
                        <w:rStyle w:val="Titredulivre"/>
                        <w:sz w:val="24"/>
                      </w:rPr>
                      <w:t>Orienter le pivot vertical</w:t>
                    </w:r>
                  </w:p>
                  <w:p w:rsidR="00CE5525" w:rsidRPr="004C0D2C" w:rsidRDefault="00CE5525" w:rsidP="00B07A4A">
                    <w:pPr>
                      <w:rPr>
                        <w:rStyle w:val="Titredulivre"/>
                        <w:sz w:val="24"/>
                      </w:rPr>
                    </w:pPr>
                    <w:r>
                      <w:rPr>
                        <w:rStyle w:val="Titredulivre"/>
                        <w:sz w:val="24"/>
                      </w:rPr>
                      <w:t>(Commande du moteur)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C5067" w:rsidRPr="00ED45DA">
      <w:rPr>
        <w:sz w:val="44"/>
        <w:szCs w:val="4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D8AF26" wp14:editId="0AC4223E">
              <wp:simplePos x="0" y="0"/>
              <wp:positionH relativeFrom="leftMargin">
                <wp:posOffset>355600</wp:posOffset>
              </wp:positionH>
              <wp:positionV relativeFrom="page">
                <wp:posOffset>209550</wp:posOffset>
              </wp:positionV>
              <wp:extent cx="1162050" cy="504825"/>
              <wp:effectExtent l="0" t="0" r="19050" b="2857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50482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E5584" w:rsidRPr="004C0D2C" w:rsidRDefault="00CC5067" w:rsidP="00B07A4A">
                          <w:pPr>
                            <w:rPr>
                              <w:rStyle w:val="Titredulivre"/>
                              <w:sz w:val="24"/>
                            </w:rPr>
                          </w:pPr>
                          <w:r>
                            <w:rPr>
                              <w:rStyle w:val="lev"/>
                              <w:sz w:val="32"/>
                            </w:rPr>
                            <w:t xml:space="preserve"> </w:t>
                          </w:r>
                          <w:r w:rsidR="00AE5584">
                            <w:rPr>
                              <w:rStyle w:val="lev"/>
                              <w:sz w:val="32"/>
                            </w:rPr>
                            <w:t>P</w:t>
                          </w:r>
                          <w:r w:rsidR="006A71A6">
                            <w:rPr>
                              <w:rStyle w:val="lev"/>
                              <w:sz w:val="32"/>
                            </w:rPr>
                            <w:t>I</w:t>
                          </w:r>
                          <w:r w:rsidR="00AE5584">
                            <w:rPr>
                              <w:rStyle w:val="lev"/>
                              <w:sz w:val="32"/>
                            </w:rPr>
                            <w:t>:</w:t>
                          </w:r>
                          <w:r w:rsidR="00AE5584" w:rsidRPr="00AE5584">
                            <w:rPr>
                              <w:rStyle w:val="Titredulivre"/>
                              <w:sz w:val="24"/>
                            </w:rPr>
                            <w:t xml:space="preserve"> </w:t>
                          </w:r>
                          <w:r w:rsidR="00836925">
                            <w:rPr>
                              <w:rStyle w:val="Titredulivre"/>
                              <w:sz w:val="24"/>
                            </w:rPr>
                            <w:t>Lanceur</w:t>
                          </w:r>
                        </w:p>
                        <w:p w:rsidR="00494564" w:rsidRPr="004C0D2C" w:rsidRDefault="00EB6104" w:rsidP="00B07A4A">
                          <w:pPr>
                            <w:rPr>
                              <w:rStyle w:val="lev"/>
                              <w:sz w:val="32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18000" tIns="45720" rIns="1800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" o:spid="_x0000_s1030" type="#_x0000_t202" style="position:absolute;left:0;text-align:left;margin-left:28pt;margin-top:16.5pt;width:91.5pt;height:39.75pt;z-index:25166233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" fillcolor="white [3212]">
              <v:textbox inset=".5mm,,.5mm">
                <w:txbxContent>
                  <w:p w:rsidR="00AE5584" w:rsidRPr="004C0D2C" w:rsidRDefault="00CC5067" w:rsidP="00B07A4A">
                    <w:pPr>
                      <w:rPr>
                        <w:rStyle w:val="Titredulivre"/>
                        <w:sz w:val="24"/>
                      </w:rPr>
                    </w:pPr>
                    <w:r>
                      <w:rPr>
                        <w:rStyle w:val="lev"/>
                        <w:sz w:val="32"/>
                      </w:rPr>
                      <w:t xml:space="preserve"> </w:t>
                    </w:r>
                    <w:r w:rsidR="00AE5584">
                      <w:rPr>
                        <w:rStyle w:val="lev"/>
                        <w:sz w:val="32"/>
                      </w:rPr>
                      <w:t>P</w:t>
                    </w:r>
                    <w:r w:rsidR="006A71A6">
                      <w:rPr>
                        <w:rStyle w:val="lev"/>
                        <w:sz w:val="32"/>
                      </w:rPr>
                      <w:t>I</w:t>
                    </w:r>
                    <w:r w:rsidR="00AE5584">
                      <w:rPr>
                        <w:rStyle w:val="lev"/>
                        <w:sz w:val="32"/>
                      </w:rPr>
                      <w:t>:</w:t>
                    </w:r>
                    <w:r w:rsidR="00AE5584" w:rsidRPr="00AE5584">
                      <w:rPr>
                        <w:rStyle w:val="Titredulivre"/>
                        <w:sz w:val="24"/>
                      </w:rPr>
                      <w:t xml:space="preserve"> </w:t>
                    </w:r>
                    <w:r w:rsidR="00836925">
                      <w:rPr>
                        <w:rStyle w:val="Titredulivre"/>
                        <w:sz w:val="24"/>
                      </w:rPr>
                      <w:t>Lanceur</w:t>
                    </w:r>
                  </w:p>
                  <w:p w:rsidR="00494564" w:rsidRPr="004C0D2C" w:rsidRDefault="00EB6104" w:rsidP="00B07A4A">
                    <w:pPr>
                      <w:rPr>
                        <w:rStyle w:val="lev"/>
                        <w:sz w:val="32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  <w:r w:rsidR="007D24B2" w:rsidRPr="00ED45DA">
      <w:rPr>
        <w:sz w:val="44"/>
        <w:szCs w:val="4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D512078" wp14:editId="6C57726F">
              <wp:simplePos x="0" y="0"/>
              <wp:positionH relativeFrom="column">
                <wp:posOffset>-610870</wp:posOffset>
              </wp:positionH>
              <wp:positionV relativeFrom="paragraph">
                <wp:posOffset>639445</wp:posOffset>
              </wp:positionV>
              <wp:extent cx="7632065" cy="0"/>
              <wp:effectExtent l="0" t="0" r="26035" b="19050"/>
              <wp:wrapNone/>
              <wp:docPr id="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3206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-48.1pt;margin-top:50.35pt;width:600.9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" strokeweight="1.5pt"/>
          </w:pict>
        </mc:Fallback>
      </mc:AlternateContent>
    </w:r>
    <w:r w:rsidR="007D24B2" w:rsidRPr="00ED45DA">
      <w:rPr>
        <w:sz w:val="44"/>
        <w:szCs w:val="4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CDFA2B" wp14:editId="0603288E">
              <wp:simplePos x="0" y="0"/>
              <wp:positionH relativeFrom="column">
                <wp:posOffset>-539186</wp:posOffset>
              </wp:positionH>
              <wp:positionV relativeFrom="paragraph">
                <wp:posOffset>638175</wp:posOffset>
              </wp:positionV>
              <wp:extent cx="467995" cy="9774555"/>
              <wp:effectExtent l="0" t="0" r="8255" b="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995" cy="977455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-42.45pt;margin-top:50.25pt;width:36.85pt;height:7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" fillcolor="#dbe5f1 [660]" stroked="f"/>
          </w:pict>
        </mc:Fallback>
      </mc:AlternateContent>
    </w:r>
    <w:r>
      <w:rPr>
        <w:sz w:val="44"/>
        <w:szCs w:val="44"/>
      </w:rPr>
      <w:t xml:space="preserve">    </w:t>
    </w:r>
    <w:r w:rsidR="00AE5584" w:rsidRPr="00ED45DA">
      <w:rPr>
        <w:sz w:val="44"/>
        <w:szCs w:val="44"/>
      </w:rPr>
      <w:t>Fiche de tache</w:t>
    </w:r>
    <w:r w:rsidR="00ED45DA" w:rsidRPr="00ED45DA">
      <w:rPr>
        <w:sz w:val="44"/>
        <w:szCs w:val="44"/>
      </w:rPr>
      <w:t xml:space="preserve"> T21GE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525" w:rsidRDefault="00CE552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501151"/>
    <w:multiLevelType w:val="hybridMultilevel"/>
    <w:tmpl w:val="FBF22E74"/>
    <w:lvl w:ilvl="0" w:tplc="0CA0A0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D2C"/>
    <w:rsid w:val="00005FB6"/>
    <w:rsid w:val="000225E8"/>
    <w:rsid w:val="00082AD9"/>
    <w:rsid w:val="00116D70"/>
    <w:rsid w:val="00130BF0"/>
    <w:rsid w:val="00137B91"/>
    <w:rsid w:val="001C7943"/>
    <w:rsid w:val="001D605E"/>
    <w:rsid w:val="0022284C"/>
    <w:rsid w:val="00247645"/>
    <w:rsid w:val="002510F7"/>
    <w:rsid w:val="00260ED2"/>
    <w:rsid w:val="002A7176"/>
    <w:rsid w:val="003004DF"/>
    <w:rsid w:val="00306364"/>
    <w:rsid w:val="00314AB8"/>
    <w:rsid w:val="00320B10"/>
    <w:rsid w:val="003303F8"/>
    <w:rsid w:val="0033734A"/>
    <w:rsid w:val="00342576"/>
    <w:rsid w:val="003B41FC"/>
    <w:rsid w:val="003C2475"/>
    <w:rsid w:val="004012D5"/>
    <w:rsid w:val="00412967"/>
    <w:rsid w:val="00416906"/>
    <w:rsid w:val="00477110"/>
    <w:rsid w:val="0049003B"/>
    <w:rsid w:val="004B3ACB"/>
    <w:rsid w:val="004C0D2C"/>
    <w:rsid w:val="004D0FF7"/>
    <w:rsid w:val="004F02EC"/>
    <w:rsid w:val="005D025C"/>
    <w:rsid w:val="005D6C1F"/>
    <w:rsid w:val="00606FF0"/>
    <w:rsid w:val="00631412"/>
    <w:rsid w:val="00650F8B"/>
    <w:rsid w:val="00684449"/>
    <w:rsid w:val="006859E3"/>
    <w:rsid w:val="006A71A6"/>
    <w:rsid w:val="006B7D39"/>
    <w:rsid w:val="006D0F8B"/>
    <w:rsid w:val="00700E9F"/>
    <w:rsid w:val="007712F2"/>
    <w:rsid w:val="00796B35"/>
    <w:rsid w:val="007B2F5F"/>
    <w:rsid w:val="007D24B2"/>
    <w:rsid w:val="00804897"/>
    <w:rsid w:val="0081093B"/>
    <w:rsid w:val="008355BB"/>
    <w:rsid w:val="00836925"/>
    <w:rsid w:val="0085152C"/>
    <w:rsid w:val="008629A7"/>
    <w:rsid w:val="00895440"/>
    <w:rsid w:val="008E234D"/>
    <w:rsid w:val="00915B47"/>
    <w:rsid w:val="00917093"/>
    <w:rsid w:val="009229DF"/>
    <w:rsid w:val="00926FFF"/>
    <w:rsid w:val="00932672"/>
    <w:rsid w:val="009501CC"/>
    <w:rsid w:val="00A466F5"/>
    <w:rsid w:val="00A56D22"/>
    <w:rsid w:val="00A9387B"/>
    <w:rsid w:val="00AE32FA"/>
    <w:rsid w:val="00AE5584"/>
    <w:rsid w:val="00B07A4A"/>
    <w:rsid w:val="00B41FCF"/>
    <w:rsid w:val="00B86B91"/>
    <w:rsid w:val="00B931A9"/>
    <w:rsid w:val="00BB60A4"/>
    <w:rsid w:val="00C319AB"/>
    <w:rsid w:val="00C474E2"/>
    <w:rsid w:val="00C505F4"/>
    <w:rsid w:val="00C96DAC"/>
    <w:rsid w:val="00CC5067"/>
    <w:rsid w:val="00CE5525"/>
    <w:rsid w:val="00D91504"/>
    <w:rsid w:val="00DB07E7"/>
    <w:rsid w:val="00E07E3C"/>
    <w:rsid w:val="00E342F1"/>
    <w:rsid w:val="00EB305E"/>
    <w:rsid w:val="00EB6104"/>
    <w:rsid w:val="00EB7458"/>
    <w:rsid w:val="00ED45DA"/>
    <w:rsid w:val="00EE3729"/>
    <w:rsid w:val="00F43934"/>
    <w:rsid w:val="00F60308"/>
    <w:rsid w:val="00F7453A"/>
    <w:rsid w:val="00F96AB8"/>
    <w:rsid w:val="00FD43F2"/>
    <w:rsid w:val="00FE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A4A"/>
    <w:rPr>
      <w:rFonts w:ascii="Arial" w:hAnsi="Arial" w:cs="Arial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C0D2C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C0D2C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C0D2C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C0D2C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C0D2C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C0D2C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C0D2C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C0D2C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C0D2C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85152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85152C"/>
    <w:rPr>
      <w:rFonts w:eastAsiaTheme="minorHAnsi"/>
      <w:lang w:eastAsia="en-US"/>
    </w:rPr>
  </w:style>
  <w:style w:type="character" w:styleId="lev">
    <w:name w:val="Strong"/>
    <w:uiPriority w:val="22"/>
    <w:qFormat/>
    <w:rsid w:val="004C0D2C"/>
    <w:rPr>
      <w:b/>
      <w:bCs/>
    </w:rPr>
  </w:style>
  <w:style w:type="character" w:styleId="Titredulivre">
    <w:name w:val="Book Title"/>
    <w:uiPriority w:val="33"/>
    <w:qFormat/>
    <w:rsid w:val="004C0D2C"/>
    <w:rPr>
      <w:b/>
      <w:bCs/>
      <w:i/>
      <w:iCs/>
      <w:spacing w:val="9"/>
    </w:rPr>
  </w:style>
  <w:style w:type="paragraph" w:customStyle="1" w:styleId="centrehaut">
    <w:name w:val="centre haut"/>
    <w:basedOn w:val="En-tte"/>
    <w:link w:val="centrehautCar"/>
    <w:rsid w:val="0085152C"/>
    <w:pPr>
      <w:jc w:val="center"/>
    </w:pPr>
    <w:rPr>
      <w:rFonts w:eastAsiaTheme="minorHAnsi"/>
      <w:b/>
      <w:noProof/>
      <w:sz w:val="48"/>
    </w:rPr>
  </w:style>
  <w:style w:type="character" w:customStyle="1" w:styleId="centrehautCar">
    <w:name w:val="centre haut Car"/>
    <w:basedOn w:val="En-tteCar"/>
    <w:link w:val="centrehaut"/>
    <w:rsid w:val="0085152C"/>
    <w:rPr>
      <w:rFonts w:eastAsiaTheme="minorHAnsi"/>
      <w:b/>
      <w:noProof/>
      <w:sz w:val="48"/>
    </w:rPr>
  </w:style>
  <w:style w:type="paragraph" w:styleId="En-tte">
    <w:name w:val="header"/>
    <w:basedOn w:val="Normal"/>
    <w:link w:val="En-tteCar"/>
    <w:unhideWhenUsed/>
    <w:rsid w:val="0085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152C"/>
  </w:style>
  <w:style w:type="character" w:customStyle="1" w:styleId="Titre1Car">
    <w:name w:val="Titre 1 Car"/>
    <w:basedOn w:val="Policepardfaut"/>
    <w:link w:val="Titre1"/>
    <w:uiPriority w:val="9"/>
    <w:rsid w:val="004C0D2C"/>
    <w:rPr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Retraitcorpsdetexte3">
    <w:name w:val="Body Text Indent 3"/>
    <w:basedOn w:val="Normal"/>
    <w:link w:val="Retraitcorpsdetexte3Car"/>
    <w:rsid w:val="004C0D2C"/>
    <w:pPr>
      <w:spacing w:after="120" w:line="240" w:lineRule="auto"/>
      <w:ind w:left="283"/>
    </w:pPr>
    <w:rPr>
      <w:rFonts w:ascii="Comic Sans MS" w:eastAsia="Times New Roman" w:hAnsi="Comic Sans MS" w:cs="Times New Roman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4C0D2C"/>
    <w:rPr>
      <w:rFonts w:ascii="Comic Sans MS" w:eastAsia="Times New Roman" w:hAnsi="Comic Sans MS" w:cs="Times New Roman"/>
      <w:sz w:val="16"/>
      <w:szCs w:val="16"/>
    </w:rPr>
  </w:style>
  <w:style w:type="character" w:customStyle="1" w:styleId="titre40">
    <w:name w:val="titre4"/>
    <w:rsid w:val="004C0D2C"/>
    <w:rPr>
      <w:rFonts w:ascii="Arial" w:hAnsi="Arial"/>
      <w:dstrike w:val="0"/>
      <w:color w:val="0000FF"/>
      <w:sz w:val="20"/>
      <w:u w:val="wave"/>
    </w:rPr>
  </w:style>
  <w:style w:type="paragraph" w:customStyle="1" w:styleId="StyleRetraitcorpsdetexte3Vertdeau">
    <w:name w:val="Style Retrait corps de texte 3 + Vert d'eau"/>
    <w:basedOn w:val="Retraitcorpsdetexte3"/>
    <w:rsid w:val="004C0D2C"/>
    <w:rPr>
      <w:color w:val="33CCCC"/>
    </w:rPr>
  </w:style>
  <w:style w:type="paragraph" w:customStyle="1" w:styleId="StyleBleuSoulignementGauche066cm">
    <w:name w:val="Style Bleu Soulignement  Gauche :  066 cm"/>
    <w:basedOn w:val="Normal"/>
    <w:rsid w:val="004C0D2C"/>
    <w:pPr>
      <w:spacing w:after="0" w:line="240" w:lineRule="auto"/>
      <w:ind w:left="374"/>
    </w:pPr>
    <w:rPr>
      <w:rFonts w:ascii="Comic Sans MS" w:eastAsia="Times New Roman" w:hAnsi="Comic Sans MS" w:cs="Times New Roman"/>
      <w:color w:val="0000FF"/>
      <w:sz w:val="16"/>
      <w:u w:val="single"/>
    </w:rPr>
  </w:style>
  <w:style w:type="paragraph" w:customStyle="1" w:styleId="StyleStyleRetraitcorpsdetexte3VertdeauGauche033cm">
    <w:name w:val="Style Style Retrait corps de texte 3 + Vert d'eau Gauche :  033 cm ..."/>
    <w:basedOn w:val="Normal"/>
    <w:rsid w:val="004C0D2C"/>
    <w:pPr>
      <w:spacing w:after="120" w:line="240" w:lineRule="auto"/>
      <w:ind w:left="187"/>
    </w:pPr>
    <w:rPr>
      <w:rFonts w:ascii="Comic Sans MS" w:eastAsia="Times New Roman" w:hAnsi="Comic Sans MS" w:cs="Times New Roman"/>
      <w:color w:val="000080"/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0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D2C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4C0D2C"/>
    <w:rPr>
      <w: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C0D2C"/>
    <w:rPr>
      <w:caps/>
      <w:color w:val="243F60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4C0D2C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4C0D2C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C0D2C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B07A4A"/>
    <w:pPr>
      <w:spacing w:before="240"/>
      <w:jc w:val="center"/>
    </w:pPr>
    <w:rPr>
      <w:caps/>
      <w:color w:val="4F81BD" w:themeColor="accent1"/>
      <w:spacing w:val="10"/>
      <w:kern w:val="28"/>
      <w:sz w:val="40"/>
      <w:szCs w:val="40"/>
    </w:rPr>
  </w:style>
  <w:style w:type="character" w:customStyle="1" w:styleId="TitreCar">
    <w:name w:val="Titre Car"/>
    <w:basedOn w:val="Policepardfaut"/>
    <w:link w:val="Titre"/>
    <w:uiPriority w:val="10"/>
    <w:rsid w:val="00B07A4A"/>
    <w:rPr>
      <w:rFonts w:ascii="Arial" w:hAnsi="Arial" w:cs="Arial"/>
      <w:caps/>
      <w:color w:val="4F81BD" w:themeColor="accent1"/>
      <w:spacing w:val="10"/>
      <w:kern w:val="28"/>
      <w:sz w:val="40"/>
      <w:szCs w:val="4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C0D2C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C0D2C"/>
    <w:rPr>
      <w:caps/>
      <w:color w:val="595959" w:themeColor="text1" w:themeTint="A6"/>
      <w:spacing w:val="10"/>
      <w:sz w:val="24"/>
      <w:szCs w:val="24"/>
    </w:rPr>
  </w:style>
  <w:style w:type="character" w:styleId="Accentuation">
    <w:name w:val="Emphasis"/>
    <w:uiPriority w:val="20"/>
    <w:qFormat/>
    <w:rsid w:val="004C0D2C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4C0D2C"/>
    <w:pPr>
      <w:spacing w:before="0"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4C0D2C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4C0D2C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4C0D2C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4C0D2C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C0D2C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C0D2C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4C0D2C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4C0D2C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4C0D2C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4C0D2C"/>
    <w:rPr>
      <w:b/>
      <w:bCs/>
      <w:i/>
      <w:iCs/>
      <w:caps/>
      <w:color w:val="4F81BD" w:themeColor="accent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C0D2C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A4A"/>
    <w:rPr>
      <w:rFonts w:ascii="Arial" w:hAnsi="Arial" w:cs="Arial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C0D2C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C0D2C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C0D2C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C0D2C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C0D2C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C0D2C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C0D2C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C0D2C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C0D2C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85152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85152C"/>
    <w:rPr>
      <w:rFonts w:eastAsiaTheme="minorHAnsi"/>
      <w:lang w:eastAsia="en-US"/>
    </w:rPr>
  </w:style>
  <w:style w:type="character" w:styleId="lev">
    <w:name w:val="Strong"/>
    <w:uiPriority w:val="22"/>
    <w:qFormat/>
    <w:rsid w:val="004C0D2C"/>
    <w:rPr>
      <w:b/>
      <w:bCs/>
    </w:rPr>
  </w:style>
  <w:style w:type="character" w:styleId="Titredulivre">
    <w:name w:val="Book Title"/>
    <w:uiPriority w:val="33"/>
    <w:qFormat/>
    <w:rsid w:val="004C0D2C"/>
    <w:rPr>
      <w:b/>
      <w:bCs/>
      <w:i/>
      <w:iCs/>
      <w:spacing w:val="9"/>
    </w:rPr>
  </w:style>
  <w:style w:type="paragraph" w:customStyle="1" w:styleId="centrehaut">
    <w:name w:val="centre haut"/>
    <w:basedOn w:val="En-tte"/>
    <w:link w:val="centrehautCar"/>
    <w:rsid w:val="0085152C"/>
    <w:pPr>
      <w:jc w:val="center"/>
    </w:pPr>
    <w:rPr>
      <w:rFonts w:eastAsiaTheme="minorHAnsi"/>
      <w:b/>
      <w:noProof/>
      <w:sz w:val="48"/>
    </w:rPr>
  </w:style>
  <w:style w:type="character" w:customStyle="1" w:styleId="centrehautCar">
    <w:name w:val="centre haut Car"/>
    <w:basedOn w:val="En-tteCar"/>
    <w:link w:val="centrehaut"/>
    <w:rsid w:val="0085152C"/>
    <w:rPr>
      <w:rFonts w:eastAsiaTheme="minorHAnsi"/>
      <w:b/>
      <w:noProof/>
      <w:sz w:val="48"/>
    </w:rPr>
  </w:style>
  <w:style w:type="paragraph" w:styleId="En-tte">
    <w:name w:val="header"/>
    <w:basedOn w:val="Normal"/>
    <w:link w:val="En-tteCar"/>
    <w:unhideWhenUsed/>
    <w:rsid w:val="0085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152C"/>
  </w:style>
  <w:style w:type="character" w:customStyle="1" w:styleId="Titre1Car">
    <w:name w:val="Titre 1 Car"/>
    <w:basedOn w:val="Policepardfaut"/>
    <w:link w:val="Titre1"/>
    <w:uiPriority w:val="9"/>
    <w:rsid w:val="004C0D2C"/>
    <w:rPr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Retraitcorpsdetexte3">
    <w:name w:val="Body Text Indent 3"/>
    <w:basedOn w:val="Normal"/>
    <w:link w:val="Retraitcorpsdetexte3Car"/>
    <w:rsid w:val="004C0D2C"/>
    <w:pPr>
      <w:spacing w:after="120" w:line="240" w:lineRule="auto"/>
      <w:ind w:left="283"/>
    </w:pPr>
    <w:rPr>
      <w:rFonts w:ascii="Comic Sans MS" w:eastAsia="Times New Roman" w:hAnsi="Comic Sans MS" w:cs="Times New Roman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4C0D2C"/>
    <w:rPr>
      <w:rFonts w:ascii="Comic Sans MS" w:eastAsia="Times New Roman" w:hAnsi="Comic Sans MS" w:cs="Times New Roman"/>
      <w:sz w:val="16"/>
      <w:szCs w:val="16"/>
    </w:rPr>
  </w:style>
  <w:style w:type="character" w:customStyle="1" w:styleId="titre40">
    <w:name w:val="titre4"/>
    <w:rsid w:val="004C0D2C"/>
    <w:rPr>
      <w:rFonts w:ascii="Arial" w:hAnsi="Arial"/>
      <w:dstrike w:val="0"/>
      <w:color w:val="0000FF"/>
      <w:sz w:val="20"/>
      <w:u w:val="wave"/>
    </w:rPr>
  </w:style>
  <w:style w:type="paragraph" w:customStyle="1" w:styleId="StyleRetraitcorpsdetexte3Vertdeau">
    <w:name w:val="Style Retrait corps de texte 3 + Vert d'eau"/>
    <w:basedOn w:val="Retraitcorpsdetexte3"/>
    <w:rsid w:val="004C0D2C"/>
    <w:rPr>
      <w:color w:val="33CCCC"/>
    </w:rPr>
  </w:style>
  <w:style w:type="paragraph" w:customStyle="1" w:styleId="StyleBleuSoulignementGauche066cm">
    <w:name w:val="Style Bleu Soulignement  Gauche :  066 cm"/>
    <w:basedOn w:val="Normal"/>
    <w:rsid w:val="004C0D2C"/>
    <w:pPr>
      <w:spacing w:after="0" w:line="240" w:lineRule="auto"/>
      <w:ind w:left="374"/>
    </w:pPr>
    <w:rPr>
      <w:rFonts w:ascii="Comic Sans MS" w:eastAsia="Times New Roman" w:hAnsi="Comic Sans MS" w:cs="Times New Roman"/>
      <w:color w:val="0000FF"/>
      <w:sz w:val="16"/>
      <w:u w:val="single"/>
    </w:rPr>
  </w:style>
  <w:style w:type="paragraph" w:customStyle="1" w:styleId="StyleStyleRetraitcorpsdetexte3VertdeauGauche033cm">
    <w:name w:val="Style Style Retrait corps de texte 3 + Vert d'eau Gauche :  033 cm ..."/>
    <w:basedOn w:val="Normal"/>
    <w:rsid w:val="004C0D2C"/>
    <w:pPr>
      <w:spacing w:after="120" w:line="240" w:lineRule="auto"/>
      <w:ind w:left="187"/>
    </w:pPr>
    <w:rPr>
      <w:rFonts w:ascii="Comic Sans MS" w:eastAsia="Times New Roman" w:hAnsi="Comic Sans MS" w:cs="Times New Roman"/>
      <w:color w:val="000080"/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0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D2C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4C0D2C"/>
    <w:rPr>
      <w: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C0D2C"/>
    <w:rPr>
      <w:caps/>
      <w:color w:val="243F60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4C0D2C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4C0D2C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C0D2C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B07A4A"/>
    <w:pPr>
      <w:spacing w:before="240"/>
      <w:jc w:val="center"/>
    </w:pPr>
    <w:rPr>
      <w:caps/>
      <w:color w:val="4F81BD" w:themeColor="accent1"/>
      <w:spacing w:val="10"/>
      <w:kern w:val="28"/>
      <w:sz w:val="40"/>
      <w:szCs w:val="40"/>
    </w:rPr>
  </w:style>
  <w:style w:type="character" w:customStyle="1" w:styleId="TitreCar">
    <w:name w:val="Titre Car"/>
    <w:basedOn w:val="Policepardfaut"/>
    <w:link w:val="Titre"/>
    <w:uiPriority w:val="10"/>
    <w:rsid w:val="00B07A4A"/>
    <w:rPr>
      <w:rFonts w:ascii="Arial" w:hAnsi="Arial" w:cs="Arial"/>
      <w:caps/>
      <w:color w:val="4F81BD" w:themeColor="accent1"/>
      <w:spacing w:val="10"/>
      <w:kern w:val="28"/>
      <w:sz w:val="40"/>
      <w:szCs w:val="4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C0D2C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C0D2C"/>
    <w:rPr>
      <w:caps/>
      <w:color w:val="595959" w:themeColor="text1" w:themeTint="A6"/>
      <w:spacing w:val="10"/>
      <w:sz w:val="24"/>
      <w:szCs w:val="24"/>
    </w:rPr>
  </w:style>
  <w:style w:type="character" w:styleId="Accentuation">
    <w:name w:val="Emphasis"/>
    <w:uiPriority w:val="20"/>
    <w:qFormat/>
    <w:rsid w:val="004C0D2C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4C0D2C"/>
    <w:pPr>
      <w:spacing w:before="0"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4C0D2C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4C0D2C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4C0D2C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4C0D2C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C0D2C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C0D2C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4C0D2C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4C0D2C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4C0D2C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4C0D2C"/>
    <w:rPr>
      <w:b/>
      <w:bCs/>
      <w:i/>
      <w:iCs/>
      <w:caps/>
      <w:color w:val="4F81BD" w:themeColor="accent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C0D2C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noit\AppData\Roaming\Microsoft\Templates\Dot1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Dot1.dotx</Template>
  <TotalTime>4294967285</TotalTime>
  <Pages>1</Pages>
  <Words>193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benoit</dc:creator>
  <cp:lastModifiedBy>ProfM12</cp:lastModifiedBy>
  <cp:revision>9</cp:revision>
  <cp:lastPrinted>2015-04-09T09:55:00Z</cp:lastPrinted>
  <dcterms:created xsi:type="dcterms:W3CDTF">2015-04-09T09:56:00Z</dcterms:created>
  <dcterms:modified xsi:type="dcterms:W3CDTF">2016-12-07T14:33:00Z</dcterms:modified>
</cp:coreProperties>
</file>