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F8B" w:rsidRDefault="00650F8B" w:rsidP="00650F8B">
      <w:pPr>
        <w:pStyle w:val="Titre1"/>
      </w:pPr>
      <w:r>
        <w:t>CAHIER DES CHARGES</w:t>
      </w:r>
    </w:p>
    <w:p w:rsidR="006A71A6" w:rsidRDefault="00C14CEC" w:rsidP="00C14CEC">
      <w:pPr>
        <w:ind w:right="-1"/>
        <w:rPr>
          <w:sz w:val="18"/>
          <w:szCs w:val="18"/>
        </w:rPr>
      </w:pPr>
      <w:r w:rsidRPr="000C327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C950F5" wp14:editId="3733A065">
                <wp:simplePos x="0" y="0"/>
                <wp:positionH relativeFrom="column">
                  <wp:posOffset>4850083</wp:posOffset>
                </wp:positionH>
                <wp:positionV relativeFrom="paragraph">
                  <wp:posOffset>444026</wp:posOffset>
                </wp:positionV>
                <wp:extent cx="2059305" cy="736600"/>
                <wp:effectExtent l="0" t="0" r="17145" b="254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29D" w:rsidRDefault="009B029D" w:rsidP="009B029D">
                            <w:r>
                              <w:t>Remis le : _________________</w:t>
                            </w:r>
                          </w:p>
                          <w:p w:rsidR="009B029D" w:rsidRDefault="009B029D" w:rsidP="009B029D">
                            <w:r>
                              <w:t>A : 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C950F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1.9pt;margin-top:34.95pt;width:162.15pt;height:5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" fillcolor="white [3201]" strokeweight=".5pt">
                <v:textbox>
                  <w:txbxContent>
                    <w:p w:rsidR="009B029D" w:rsidRDefault="009B029D" w:rsidP="009B029D">
                      <w:r>
                        <w:t>Remis le : _________________</w:t>
                      </w:r>
                    </w:p>
                    <w:p w:rsidR="009B029D" w:rsidRDefault="009B029D" w:rsidP="009B029D">
                      <w:r>
                        <w:t>A : 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47645" w:rsidRPr="000C3277">
        <w:rPr>
          <w:sz w:val="18"/>
          <w:szCs w:val="18"/>
        </w:rPr>
        <w:t xml:space="preserve">Mesurer la </w:t>
      </w:r>
      <w:r w:rsidR="00193BA1">
        <w:rPr>
          <w:sz w:val="18"/>
          <w:szCs w:val="18"/>
        </w:rPr>
        <w:t>vitesse du vent</w:t>
      </w:r>
      <w:r w:rsidRPr="000C3277">
        <w:rPr>
          <w:sz w:val="18"/>
          <w:szCs w:val="18"/>
        </w:rPr>
        <w:t xml:space="preserve"> </w:t>
      </w:r>
      <w:r w:rsidR="0037543D" w:rsidRPr="000C3277">
        <w:rPr>
          <w:sz w:val="18"/>
          <w:szCs w:val="18"/>
        </w:rPr>
        <w:t>entre ____</w:t>
      </w:r>
      <w:r w:rsidR="00193BA1">
        <w:rPr>
          <w:sz w:val="18"/>
          <w:szCs w:val="18"/>
        </w:rPr>
        <w:t>_____</w:t>
      </w:r>
      <w:r w:rsidR="0037543D" w:rsidRPr="000C3277">
        <w:rPr>
          <w:sz w:val="18"/>
          <w:szCs w:val="18"/>
        </w:rPr>
        <w:t>__ et ____</w:t>
      </w:r>
      <w:r w:rsidR="00193BA1">
        <w:rPr>
          <w:sz w:val="18"/>
          <w:szCs w:val="18"/>
        </w:rPr>
        <w:t>_____</w:t>
      </w:r>
      <w:r w:rsidR="0037543D" w:rsidRPr="000C3277">
        <w:rPr>
          <w:sz w:val="18"/>
          <w:szCs w:val="18"/>
        </w:rPr>
        <w:t>__ +/- ________</w:t>
      </w:r>
      <w:r w:rsidR="00193BA1">
        <w:rPr>
          <w:sz w:val="18"/>
          <w:szCs w:val="18"/>
        </w:rPr>
        <w:t>______</w:t>
      </w:r>
      <w:r w:rsidR="0037543D" w:rsidRPr="000C3277">
        <w:rPr>
          <w:sz w:val="18"/>
          <w:szCs w:val="18"/>
        </w:rPr>
        <w:t xml:space="preserve"> </w:t>
      </w:r>
      <w:r w:rsidR="00247645" w:rsidRPr="000C3277">
        <w:rPr>
          <w:sz w:val="18"/>
          <w:szCs w:val="18"/>
        </w:rPr>
        <w:t>l’afficher</w:t>
      </w:r>
      <w:r w:rsidRPr="000C3277">
        <w:rPr>
          <w:sz w:val="18"/>
          <w:szCs w:val="18"/>
        </w:rPr>
        <w:t xml:space="preserve"> </w:t>
      </w:r>
      <w:r w:rsidR="00DF7024" w:rsidRPr="000C3277">
        <w:rPr>
          <w:sz w:val="18"/>
          <w:szCs w:val="18"/>
        </w:rPr>
        <w:t>sur un LCD</w:t>
      </w:r>
      <w:r w:rsidR="00247645" w:rsidRPr="000C3277">
        <w:rPr>
          <w:sz w:val="18"/>
          <w:szCs w:val="18"/>
        </w:rPr>
        <w:t>.</w:t>
      </w:r>
      <w:r w:rsidR="002510F7" w:rsidRPr="000C3277">
        <w:rPr>
          <w:sz w:val="18"/>
          <w:szCs w:val="18"/>
        </w:rPr>
        <w:t xml:space="preserve"> </w:t>
      </w:r>
    </w:p>
    <w:p w:rsidR="000C3277" w:rsidRPr="000C3277" w:rsidRDefault="000C3277" w:rsidP="00C14CEC">
      <w:pPr>
        <w:ind w:right="-1"/>
        <w:rPr>
          <w:sz w:val="18"/>
          <w:szCs w:val="18"/>
        </w:rPr>
      </w:pPr>
    </w:p>
    <w:p w:rsidR="00CB73C5" w:rsidRDefault="00CB73C5" w:rsidP="00CB73C5">
      <w:pPr>
        <w:pStyle w:val="Titre1"/>
      </w:pPr>
      <w:r>
        <w:t>MAT</w:t>
      </w:r>
      <w:r w:rsidR="0037543D">
        <w:t>É</w:t>
      </w:r>
      <w:r>
        <w:t>RIELS DISPONIBLE</w:t>
      </w:r>
      <w:r w:rsidR="0037543D">
        <w:t>S</w:t>
      </w:r>
      <w:r>
        <w:t xml:space="preserve"> </w:t>
      </w:r>
      <w:bookmarkStart w:id="0" w:name="_Hlk532232647"/>
      <w:r w:rsidRPr="00481170">
        <w:rPr>
          <w:sz w:val="18"/>
          <w:szCs w:val="18"/>
        </w:rPr>
        <w:t>(en chercher d’autres si n</w:t>
      </w:r>
      <w:r w:rsidR="0037543D">
        <w:rPr>
          <w:sz w:val="18"/>
          <w:szCs w:val="18"/>
        </w:rPr>
        <w:t>É</w:t>
      </w:r>
      <w:r w:rsidRPr="00481170">
        <w:rPr>
          <w:sz w:val="18"/>
          <w:szCs w:val="18"/>
        </w:rPr>
        <w:t>cessaire)</w:t>
      </w:r>
      <w:bookmarkEnd w:id="0"/>
    </w:p>
    <w:p w:rsidR="006A71A6" w:rsidRPr="000C3277" w:rsidRDefault="00B33B63" w:rsidP="006A71A6">
      <w:pPr>
        <w:rPr>
          <w:sz w:val="18"/>
          <w:szCs w:val="18"/>
        </w:rPr>
      </w:pPr>
      <w:r w:rsidRPr="000C3277">
        <w:rPr>
          <w:sz w:val="18"/>
          <w:szCs w:val="18"/>
        </w:rPr>
        <w:t>Carte à microcontrôleur</w:t>
      </w:r>
      <w:r w:rsidR="006A71A6" w:rsidRPr="000C3277">
        <w:rPr>
          <w:sz w:val="18"/>
          <w:szCs w:val="18"/>
        </w:rPr>
        <w:t>,</w:t>
      </w:r>
      <w:r w:rsidR="002D5E9D" w:rsidRPr="000C3277">
        <w:rPr>
          <w:sz w:val="18"/>
          <w:szCs w:val="18"/>
        </w:rPr>
        <w:t xml:space="preserve"> </w:t>
      </w:r>
      <w:r w:rsidR="006A71A6" w:rsidRPr="000C3277">
        <w:rPr>
          <w:sz w:val="18"/>
          <w:szCs w:val="18"/>
        </w:rPr>
        <w:t>IHM (LCD + clavier + L</w:t>
      </w:r>
      <w:r w:rsidR="0097407F" w:rsidRPr="000C3277">
        <w:rPr>
          <w:sz w:val="18"/>
          <w:szCs w:val="18"/>
        </w:rPr>
        <w:t>ED</w:t>
      </w:r>
      <w:r w:rsidR="006A71A6" w:rsidRPr="000C3277">
        <w:rPr>
          <w:sz w:val="18"/>
          <w:szCs w:val="18"/>
        </w:rPr>
        <w:t>)</w:t>
      </w:r>
    </w:p>
    <w:p w:rsidR="006A71A6" w:rsidRPr="000C3277" w:rsidRDefault="006A71A6" w:rsidP="006A71A6">
      <w:pPr>
        <w:rPr>
          <w:sz w:val="18"/>
          <w:szCs w:val="18"/>
        </w:rPr>
      </w:pPr>
      <w:r w:rsidRPr="000C3277">
        <w:rPr>
          <w:sz w:val="18"/>
          <w:szCs w:val="18"/>
        </w:rPr>
        <w:t xml:space="preserve">Capteurs de température : </w:t>
      </w:r>
      <w:r w:rsidRPr="000C3277">
        <w:rPr>
          <w:b/>
          <w:sz w:val="18"/>
          <w:szCs w:val="18"/>
        </w:rPr>
        <w:t>LM35 ou LM36</w:t>
      </w:r>
      <w:r w:rsidRPr="000C3277">
        <w:rPr>
          <w:sz w:val="18"/>
          <w:szCs w:val="18"/>
        </w:rPr>
        <w:t xml:space="preserve"> (module </w:t>
      </w:r>
      <w:proofErr w:type="spellStart"/>
      <w:r w:rsidRPr="000C3277">
        <w:rPr>
          <w:sz w:val="18"/>
          <w:szCs w:val="18"/>
        </w:rPr>
        <w:t>DFRobot</w:t>
      </w:r>
      <w:proofErr w:type="spellEnd"/>
      <w:r w:rsidRPr="000C3277">
        <w:rPr>
          <w:sz w:val="18"/>
          <w:szCs w:val="18"/>
        </w:rPr>
        <w:t xml:space="preserve">), circuit </w:t>
      </w:r>
      <w:r w:rsidRPr="000C3277">
        <w:rPr>
          <w:b/>
          <w:sz w:val="18"/>
          <w:szCs w:val="18"/>
        </w:rPr>
        <w:t>TMP102</w:t>
      </w:r>
      <w:r w:rsidRPr="000C3277">
        <w:rPr>
          <w:sz w:val="18"/>
          <w:szCs w:val="18"/>
        </w:rPr>
        <w:t xml:space="preserve"> (I2C), </w:t>
      </w:r>
      <w:proofErr w:type="gramStart"/>
      <w:r w:rsidRPr="000C3277">
        <w:rPr>
          <w:b/>
          <w:sz w:val="18"/>
          <w:szCs w:val="18"/>
        </w:rPr>
        <w:t>CTN</w:t>
      </w:r>
      <w:r w:rsidRPr="000C3277">
        <w:rPr>
          <w:sz w:val="18"/>
          <w:szCs w:val="18"/>
        </w:rPr>
        <w:t>(</w:t>
      </w:r>
      <w:proofErr w:type="gramEnd"/>
      <w:r w:rsidRPr="000C3277">
        <w:rPr>
          <w:sz w:val="18"/>
          <w:szCs w:val="18"/>
        </w:rPr>
        <w:t>module SEN23292P).</w:t>
      </w:r>
    </w:p>
    <w:p w:rsidR="006A71A6" w:rsidRPr="000C3277" w:rsidRDefault="006A71A6" w:rsidP="006A71A6">
      <w:pPr>
        <w:rPr>
          <w:sz w:val="18"/>
          <w:szCs w:val="18"/>
        </w:rPr>
      </w:pPr>
      <w:r w:rsidRPr="000C3277">
        <w:rPr>
          <w:sz w:val="18"/>
          <w:szCs w:val="18"/>
        </w:rPr>
        <w:t xml:space="preserve">Multimètre MX59HD avec </w:t>
      </w:r>
      <w:r w:rsidRPr="000C3277">
        <w:rPr>
          <w:b/>
          <w:sz w:val="18"/>
          <w:szCs w:val="18"/>
        </w:rPr>
        <w:t>sonde PT100</w:t>
      </w:r>
      <w:r w:rsidRPr="000C3277">
        <w:rPr>
          <w:sz w:val="18"/>
          <w:szCs w:val="18"/>
        </w:rPr>
        <w:t xml:space="preserve"> ou </w:t>
      </w:r>
      <w:r w:rsidRPr="000C3277">
        <w:rPr>
          <w:b/>
          <w:sz w:val="18"/>
          <w:szCs w:val="18"/>
        </w:rPr>
        <w:t>PT1000</w:t>
      </w:r>
      <w:r w:rsidRPr="000C3277">
        <w:rPr>
          <w:sz w:val="18"/>
          <w:szCs w:val="18"/>
        </w:rPr>
        <w:t xml:space="preserve"> pour la mesure de la température (référence)</w:t>
      </w:r>
    </w:p>
    <w:p w:rsidR="006A71A6" w:rsidRDefault="006A71A6" w:rsidP="00B07A4A">
      <w:pPr>
        <w:rPr>
          <w:sz w:val="18"/>
          <w:szCs w:val="18"/>
        </w:rPr>
      </w:pPr>
      <w:r w:rsidRPr="000C3277">
        <w:rPr>
          <w:sz w:val="18"/>
          <w:szCs w:val="18"/>
        </w:rPr>
        <w:t>Oscilloscope numérique bicourbe + module I2C et RS232</w:t>
      </w:r>
    </w:p>
    <w:p w:rsidR="000C3277" w:rsidRPr="000C3277" w:rsidRDefault="00227799" w:rsidP="00B07A4A">
      <w:pPr>
        <w:rPr>
          <w:sz w:val="18"/>
          <w:szCs w:val="18"/>
        </w:rPr>
      </w:pPr>
      <w:r w:rsidRPr="000C3277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96FED9" wp14:editId="22BB8F78">
                <wp:simplePos x="0" y="0"/>
                <wp:positionH relativeFrom="column">
                  <wp:posOffset>-377825</wp:posOffset>
                </wp:positionH>
                <wp:positionV relativeFrom="paragraph">
                  <wp:posOffset>303530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6FED9" id="Rectangle 2" o:spid="_x0000_s1027" style="position:absolute;margin-left:-29.75pt;margin-top:23.9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650F8B">
        <w:t>S</w:t>
      </w:r>
    </w:p>
    <w:p w:rsidR="00B07A4A" w:rsidRPr="000C3277" w:rsidRDefault="00247645" w:rsidP="00650F8B">
      <w:pPr>
        <w:rPr>
          <w:sz w:val="18"/>
          <w:szCs w:val="18"/>
        </w:rPr>
      </w:pPr>
      <w:r w:rsidRPr="000C3277">
        <w:rPr>
          <w:sz w:val="18"/>
          <w:szCs w:val="18"/>
        </w:rPr>
        <w:t>Effectuer des recherches documentaires sur la</w:t>
      </w:r>
      <w:r w:rsidR="00193BA1">
        <w:rPr>
          <w:sz w:val="18"/>
          <w:szCs w:val="18"/>
        </w:rPr>
        <w:t xml:space="preserve"> vitesse du vent</w:t>
      </w:r>
      <w:r w:rsidRPr="000C3277">
        <w:rPr>
          <w:sz w:val="18"/>
          <w:szCs w:val="18"/>
        </w:rPr>
        <w:t xml:space="preserve"> et les moyens disponibles pour la mesurer.</w:t>
      </w:r>
    </w:p>
    <w:p w:rsidR="00B41FCF" w:rsidRDefault="006A71A6" w:rsidP="00650F8B">
      <w:pPr>
        <w:rPr>
          <w:sz w:val="18"/>
          <w:szCs w:val="18"/>
        </w:rPr>
      </w:pPr>
      <w:r w:rsidRPr="000C3277">
        <w:rPr>
          <w:b/>
          <w:noProof/>
          <w:sz w:val="18"/>
          <w:szCs w:val="18"/>
        </w:rPr>
        <w:sym w:font="Wingdings" w:char="F021"/>
      </w:r>
      <w:r w:rsidRPr="000C3277">
        <w:rPr>
          <w:b/>
          <w:noProof/>
          <w:sz w:val="18"/>
          <w:szCs w:val="18"/>
        </w:rPr>
        <w:t xml:space="preserve"> </w:t>
      </w:r>
      <w:r w:rsidR="00B931A9" w:rsidRPr="000C3277">
        <w:rPr>
          <w:b/>
          <w:noProof/>
          <w:sz w:val="18"/>
          <w:szCs w:val="18"/>
        </w:rPr>
        <w:t>Document à produire</w:t>
      </w:r>
      <w:r w:rsidR="0037543D" w:rsidRPr="000C3277">
        <w:rPr>
          <w:b/>
          <w:noProof/>
          <w:sz w:val="18"/>
          <w:szCs w:val="18"/>
        </w:rPr>
        <w:t xml:space="preserve"> </w:t>
      </w:r>
      <w:r w:rsidR="00247645" w:rsidRPr="000C3277">
        <w:rPr>
          <w:sz w:val="18"/>
          <w:szCs w:val="18"/>
        </w:rPr>
        <w:t xml:space="preserve">: paragraphe d’introduction de la tâche « Mesurer </w:t>
      </w:r>
      <w:r w:rsidR="00193BA1">
        <w:rPr>
          <w:sz w:val="18"/>
          <w:szCs w:val="18"/>
        </w:rPr>
        <w:t>la vitesse du vent</w:t>
      </w:r>
      <w:r w:rsidR="003303F8" w:rsidRPr="000C3277">
        <w:rPr>
          <w:sz w:val="18"/>
          <w:szCs w:val="18"/>
        </w:rPr>
        <w:t xml:space="preserve"> </w:t>
      </w:r>
      <w:r w:rsidR="00247645" w:rsidRPr="000C3277">
        <w:rPr>
          <w:sz w:val="18"/>
          <w:szCs w:val="18"/>
        </w:rPr>
        <w:t>»</w:t>
      </w:r>
      <w:r w:rsidRPr="000C3277">
        <w:rPr>
          <w:sz w:val="18"/>
          <w:szCs w:val="18"/>
        </w:rPr>
        <w:t xml:space="preserve"> </w:t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b/>
          <w:sz w:val="18"/>
          <w:szCs w:val="18"/>
        </w:rPr>
        <w:t>Vu prof</w:t>
      </w:r>
      <w:r w:rsidRPr="000C3277">
        <w:rPr>
          <w:sz w:val="18"/>
          <w:szCs w:val="18"/>
        </w:rPr>
        <w:t xml:space="preserve"> </w:t>
      </w:r>
      <w:r w:rsidRPr="000C3277">
        <w:rPr>
          <w:sz w:val="18"/>
          <w:szCs w:val="18"/>
        </w:rPr>
        <w:sym w:font="Wingdings" w:char="F0A8"/>
      </w:r>
    </w:p>
    <w:p w:rsidR="000C3277" w:rsidRPr="000C3277" w:rsidRDefault="000C3277" w:rsidP="00650F8B">
      <w:pPr>
        <w:rPr>
          <w:sz w:val="18"/>
          <w:szCs w:val="18"/>
        </w:rPr>
      </w:pPr>
    </w:p>
    <w:p w:rsidR="00247645" w:rsidRDefault="006A71A6" w:rsidP="00247645">
      <w:pPr>
        <w:pStyle w:val="Titre1"/>
      </w:pPr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D1F4FD" wp14:editId="20B06BDF">
                <wp:simplePos x="0" y="0"/>
                <wp:positionH relativeFrom="column">
                  <wp:posOffset>-373380</wp:posOffset>
                </wp:positionH>
                <wp:positionV relativeFrom="paragraph">
                  <wp:posOffset>2540</wp:posOffset>
                </wp:positionV>
                <wp:extent cx="288290" cy="288290"/>
                <wp:effectExtent l="0" t="0" r="1651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1A6" w:rsidRPr="00AF533F" w:rsidRDefault="006A71A6" w:rsidP="006A71A6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F4FD" id="_x0000_s1028" style="position:absolute;margin-left:-29.4pt;margin-top:.2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" fillcolor="#0070c0" strokecolor="#0070c0">
                <v:textbox>
                  <w:txbxContent>
                    <w:p w:rsidR="006A71A6" w:rsidRPr="00AF533F" w:rsidRDefault="006A71A6" w:rsidP="006A71A6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7407F">
        <w:rPr>
          <w:noProof/>
        </w:rPr>
        <w:t xml:space="preserve">SIMULATION, </w:t>
      </w:r>
      <w:r w:rsidR="008355BB">
        <w:rPr>
          <w:noProof/>
        </w:rPr>
        <w:t>Exp</w:t>
      </w:r>
      <w:r w:rsidR="0037543D">
        <w:rPr>
          <w:noProof/>
        </w:rPr>
        <w:t>É</w:t>
      </w:r>
      <w:r w:rsidR="008355BB">
        <w:rPr>
          <w:noProof/>
        </w:rPr>
        <w:t>riment</w:t>
      </w:r>
      <w:r w:rsidR="00CC5067">
        <w:rPr>
          <w:noProof/>
        </w:rPr>
        <w:t>ATION</w:t>
      </w:r>
    </w:p>
    <w:p w:rsidR="002D5E9D" w:rsidRPr="000C3277" w:rsidRDefault="002D5E9D" w:rsidP="002D5E9D">
      <w:pPr>
        <w:rPr>
          <w:noProof/>
          <w:sz w:val="18"/>
          <w:szCs w:val="18"/>
        </w:rPr>
      </w:pPr>
      <w:bookmarkStart w:id="1" w:name="_Hlk532232285"/>
      <w:bookmarkStart w:id="2" w:name="_Hlk532231668"/>
      <w:bookmarkStart w:id="3" w:name="_Hlk532232109"/>
      <w:bookmarkStart w:id="4" w:name="_Hlk532232701"/>
      <w:r w:rsidRPr="000C3277">
        <w:rPr>
          <w:noProof/>
          <w:sz w:val="18"/>
          <w:szCs w:val="18"/>
        </w:rPr>
        <w:drawing>
          <wp:anchor distT="0" distB="0" distL="114300" distR="114300" simplePos="0" relativeHeight="251694080" behindDoc="0" locked="0" layoutInCell="1" allowOverlap="1" wp14:anchorId="3A600B74" wp14:editId="11A446AC">
            <wp:simplePos x="0" y="0"/>
            <wp:positionH relativeFrom="column">
              <wp:posOffset>3669665</wp:posOffset>
            </wp:positionH>
            <wp:positionV relativeFrom="paragraph">
              <wp:posOffset>508000</wp:posOffset>
            </wp:positionV>
            <wp:extent cx="2346960" cy="132016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C3277">
        <w:rPr>
          <w:noProof/>
          <w:sz w:val="18"/>
          <w:szCs w:val="18"/>
        </w:rPr>
        <w:t xml:space="preserve">En tenant compte des indicateurs de performance de la fiche d’ évaluation, répondre au cahier des charges en utilisant le capteur disponible ou celui que vous aurez choisi. Quantifier les </w:t>
      </w:r>
      <w:r w:rsidRPr="000C3277">
        <w:rPr>
          <w:b/>
          <w:noProof/>
          <w:sz w:val="18"/>
          <w:szCs w:val="18"/>
        </w:rPr>
        <w:t>écarts : système souhaité, système simulé, système réel.</w:t>
      </w:r>
    </w:p>
    <w:p w:rsidR="002D5E9D" w:rsidRPr="000C3277" w:rsidRDefault="002D5E9D" w:rsidP="002D5E9D">
      <w:pPr>
        <w:ind w:right="3968"/>
        <w:rPr>
          <w:b/>
          <w:noProof/>
          <w:sz w:val="18"/>
          <w:szCs w:val="18"/>
        </w:rPr>
      </w:pPr>
    </w:p>
    <w:p w:rsidR="002D5E9D" w:rsidRPr="000C3277" w:rsidRDefault="002D5E9D" w:rsidP="002D5E9D">
      <w:pPr>
        <w:ind w:right="3968"/>
        <w:rPr>
          <w:sz w:val="18"/>
          <w:szCs w:val="18"/>
        </w:rPr>
      </w:pPr>
      <w:r w:rsidRPr="000C3277">
        <w:rPr>
          <w:b/>
          <w:noProof/>
          <w:sz w:val="18"/>
          <w:szCs w:val="18"/>
        </w:rPr>
        <w:sym w:font="Wingdings" w:char="F021"/>
      </w:r>
      <w:r w:rsidRPr="000C3277">
        <w:rPr>
          <w:b/>
          <w:noProof/>
          <w:sz w:val="18"/>
          <w:szCs w:val="18"/>
        </w:rPr>
        <w:t xml:space="preserve"> Documents à produire </w:t>
      </w:r>
      <w:r w:rsidRPr="000C3277">
        <w:rPr>
          <w:sz w:val="18"/>
          <w:szCs w:val="18"/>
        </w:rPr>
        <w:t xml:space="preserve">: </w:t>
      </w:r>
    </w:p>
    <w:p w:rsidR="002D5E9D" w:rsidRPr="000C3277" w:rsidRDefault="002D5E9D" w:rsidP="002D5E9D">
      <w:pPr>
        <w:pStyle w:val="Sansinterligne"/>
        <w:rPr>
          <w:sz w:val="18"/>
          <w:szCs w:val="18"/>
        </w:rPr>
      </w:pPr>
      <w:bookmarkStart w:id="5" w:name="_Hlk532232314"/>
      <w:bookmarkEnd w:id="1"/>
      <w:r w:rsidRPr="000C3277">
        <w:rPr>
          <w:sz w:val="18"/>
          <w:szCs w:val="18"/>
        </w:rPr>
        <w:t xml:space="preserve">      Fiche d’expérience, résultats obtenus, écarts</w:t>
      </w:r>
      <w:r w:rsidRPr="000C3277">
        <w:rPr>
          <w:sz w:val="18"/>
          <w:szCs w:val="18"/>
        </w:rPr>
        <w:tab/>
      </w:r>
      <w:r w:rsidR="0097407F"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="0097407F" w:rsidRPr="000C3277">
        <w:rPr>
          <w:sz w:val="18"/>
          <w:szCs w:val="18"/>
        </w:rPr>
        <w:tab/>
      </w:r>
      <w:r w:rsidR="000C3277">
        <w:rPr>
          <w:sz w:val="18"/>
          <w:szCs w:val="18"/>
        </w:rPr>
        <w:tab/>
      </w:r>
      <w:r w:rsidRPr="000C3277">
        <w:rPr>
          <w:b/>
          <w:sz w:val="18"/>
          <w:szCs w:val="18"/>
        </w:rPr>
        <w:t>Vu prof</w:t>
      </w:r>
      <w:r w:rsidRPr="000C3277">
        <w:rPr>
          <w:sz w:val="18"/>
          <w:szCs w:val="18"/>
        </w:rPr>
        <w:t xml:space="preserve"> </w:t>
      </w:r>
      <w:r w:rsidRPr="000C3277">
        <w:rPr>
          <w:sz w:val="18"/>
          <w:szCs w:val="18"/>
        </w:rPr>
        <w:sym w:font="Wingdings" w:char="F0A8"/>
      </w:r>
    </w:p>
    <w:bookmarkEnd w:id="2"/>
    <w:bookmarkEnd w:id="5"/>
    <w:p w:rsidR="00631412" w:rsidRDefault="00631412" w:rsidP="00917093"/>
    <w:bookmarkEnd w:id="3"/>
    <w:p w:rsidR="000C3277" w:rsidRPr="00631412" w:rsidRDefault="000C3277" w:rsidP="00917093"/>
    <w:bookmarkEnd w:id="4"/>
    <w:p w:rsidR="00B931A9" w:rsidRDefault="004D0FF7" w:rsidP="00B931A9">
      <w:pPr>
        <w:pStyle w:val="Titre1"/>
      </w:pPr>
      <w:r>
        <w:rPr>
          <w:b w:val="0"/>
          <w:noProof/>
        </w:rPr>
        <w:sym w:font="Wingdings" w:char="F021"/>
      </w:r>
      <w:r>
        <w:rPr>
          <w:b w:val="0"/>
          <w:noProof/>
        </w:rPr>
        <w:t xml:space="preserve"> </w:t>
      </w:r>
      <w:r w:rsidR="00B931A9">
        <w:rPr>
          <w:noProof/>
        </w:rPr>
        <w:t xml:space="preserve">DOCUMENTS </w:t>
      </w:r>
      <w:r w:rsidR="007B2F5F">
        <w:rPr>
          <w:noProof/>
        </w:rPr>
        <w:t xml:space="preserve">complementaires </w:t>
      </w:r>
      <w:r w:rsidR="0037543D">
        <w:rPr>
          <w:noProof/>
        </w:rPr>
        <w:t>À</w:t>
      </w:r>
      <w:r w:rsidR="00B931A9">
        <w:rPr>
          <w:noProof/>
        </w:rPr>
        <w:t xml:space="preserve"> PRODUIRE</w:t>
      </w:r>
      <w:r w:rsidR="006B7D39">
        <w:rPr>
          <w:noProof/>
        </w:rPr>
        <w:t xml:space="preserve"> EN VU</w:t>
      </w:r>
      <w:r w:rsidR="0037543D">
        <w:rPr>
          <w:noProof/>
        </w:rPr>
        <w:t>E</w:t>
      </w:r>
      <w:r w:rsidR="006B7D39">
        <w:rPr>
          <w:noProof/>
        </w:rPr>
        <w:t xml:space="preserve"> DE LA r</w:t>
      </w:r>
      <w:r w:rsidR="0037543D">
        <w:rPr>
          <w:noProof/>
        </w:rPr>
        <w:t>É</w:t>
      </w:r>
      <w:r w:rsidR="006B7D39">
        <w:rPr>
          <w:noProof/>
        </w:rPr>
        <w:t>daction du dossier</w:t>
      </w:r>
    </w:p>
    <w:p w:rsidR="000C3277" w:rsidRPr="000C3277" w:rsidRDefault="00B931A9" w:rsidP="00917093">
      <w:pPr>
        <w:rPr>
          <w:noProof/>
          <w:sz w:val="18"/>
          <w:szCs w:val="18"/>
        </w:rPr>
      </w:pPr>
      <w:r w:rsidRPr="000C3277">
        <w:rPr>
          <w:noProof/>
          <w:sz w:val="18"/>
          <w:szCs w:val="18"/>
        </w:rPr>
        <w:t xml:space="preserve">Chaîne d’information, </w:t>
      </w:r>
      <w:r w:rsidR="00342576" w:rsidRPr="000C3277">
        <w:rPr>
          <w:noProof/>
          <w:sz w:val="18"/>
          <w:szCs w:val="18"/>
        </w:rPr>
        <w:t xml:space="preserve">schéma de câblage, </w:t>
      </w:r>
      <w:r w:rsidRPr="000C3277">
        <w:rPr>
          <w:noProof/>
          <w:sz w:val="18"/>
          <w:szCs w:val="18"/>
        </w:rPr>
        <w:t>schéma</w:t>
      </w:r>
      <w:r w:rsidR="006B7D39" w:rsidRPr="000C3277">
        <w:rPr>
          <w:noProof/>
          <w:sz w:val="18"/>
          <w:szCs w:val="18"/>
        </w:rPr>
        <w:t>s</w:t>
      </w:r>
      <w:r w:rsidRPr="000C3277">
        <w:rPr>
          <w:noProof/>
          <w:sz w:val="18"/>
          <w:szCs w:val="18"/>
        </w:rPr>
        <w:t>-bloc</w:t>
      </w:r>
      <w:r w:rsidR="006B7D39" w:rsidRPr="000C3277">
        <w:rPr>
          <w:noProof/>
          <w:sz w:val="18"/>
          <w:szCs w:val="18"/>
        </w:rPr>
        <w:t xml:space="preserve"> </w:t>
      </w:r>
      <w:r w:rsidR="00926FFF" w:rsidRPr="000C3277">
        <w:rPr>
          <w:noProof/>
          <w:sz w:val="18"/>
          <w:szCs w:val="18"/>
        </w:rPr>
        <w:t>des</w:t>
      </w:r>
      <w:r w:rsidR="006B7D39" w:rsidRPr="000C3277">
        <w:rPr>
          <w:noProof/>
          <w:sz w:val="18"/>
          <w:szCs w:val="18"/>
        </w:rPr>
        <w:t xml:space="preserve"> </w:t>
      </w:r>
      <w:r w:rsidR="00926FFF" w:rsidRPr="000C3277">
        <w:rPr>
          <w:noProof/>
          <w:sz w:val="18"/>
          <w:szCs w:val="18"/>
        </w:rPr>
        <w:t>chaînes de mesure</w:t>
      </w:r>
      <w:r w:rsidR="006B7D39" w:rsidRPr="000C3277">
        <w:rPr>
          <w:noProof/>
          <w:sz w:val="18"/>
          <w:szCs w:val="18"/>
        </w:rPr>
        <w:t xml:space="preserve"> </w:t>
      </w:r>
      <w:r w:rsidRPr="000C3277">
        <w:rPr>
          <w:noProof/>
          <w:sz w:val="18"/>
          <w:szCs w:val="18"/>
        </w:rPr>
        <w:t xml:space="preserve">. </w:t>
      </w:r>
      <w:r w:rsidR="00342576" w:rsidRPr="000C3277">
        <w:rPr>
          <w:noProof/>
          <w:sz w:val="18"/>
          <w:szCs w:val="18"/>
        </w:rPr>
        <w:tab/>
      </w:r>
      <w:r w:rsidR="00342576" w:rsidRPr="000C3277">
        <w:rPr>
          <w:noProof/>
          <w:sz w:val="18"/>
          <w:szCs w:val="18"/>
        </w:rPr>
        <w:tab/>
      </w:r>
      <w:r w:rsidR="002D5E9D" w:rsidRPr="000C3277">
        <w:rPr>
          <w:noProof/>
          <w:sz w:val="18"/>
          <w:szCs w:val="18"/>
        </w:rPr>
        <w:tab/>
      </w:r>
      <w:r w:rsidR="000C3277">
        <w:rPr>
          <w:noProof/>
          <w:sz w:val="18"/>
          <w:szCs w:val="18"/>
        </w:rPr>
        <w:tab/>
      </w:r>
      <w:r w:rsidR="006A71A6" w:rsidRPr="000C3277">
        <w:rPr>
          <w:b/>
          <w:sz w:val="18"/>
          <w:szCs w:val="18"/>
        </w:rPr>
        <w:t>Vu prof</w:t>
      </w:r>
      <w:r w:rsidR="006A71A6" w:rsidRPr="000C3277">
        <w:rPr>
          <w:sz w:val="18"/>
          <w:szCs w:val="18"/>
        </w:rPr>
        <w:t xml:space="preserve"> </w:t>
      </w:r>
      <w:r w:rsidR="006A71A6" w:rsidRPr="000C3277">
        <w:rPr>
          <w:sz w:val="18"/>
          <w:szCs w:val="18"/>
        </w:rPr>
        <w:sym w:font="Wingdings" w:char="F0A8"/>
      </w:r>
    </w:p>
    <w:p w:rsidR="006A71A6" w:rsidRDefault="006A71A6" w:rsidP="00917093">
      <w:pPr>
        <w:rPr>
          <w:sz w:val="18"/>
          <w:szCs w:val="18"/>
        </w:rPr>
      </w:pPr>
      <w:r w:rsidRPr="000C3277">
        <w:rPr>
          <w:noProof/>
          <w:sz w:val="18"/>
          <w:szCs w:val="18"/>
        </w:rPr>
        <w:t xml:space="preserve">Algorithmes. Programmes. </w:t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Pr="000C3277">
        <w:rPr>
          <w:sz w:val="18"/>
          <w:szCs w:val="18"/>
        </w:rPr>
        <w:tab/>
      </w:r>
      <w:r w:rsidR="002D5E9D" w:rsidRPr="000C3277">
        <w:rPr>
          <w:sz w:val="18"/>
          <w:szCs w:val="18"/>
        </w:rPr>
        <w:tab/>
      </w:r>
      <w:r w:rsidRPr="000C3277">
        <w:rPr>
          <w:b/>
          <w:sz w:val="18"/>
          <w:szCs w:val="18"/>
        </w:rPr>
        <w:t>Vu prof</w:t>
      </w:r>
      <w:r w:rsidRPr="000C3277">
        <w:rPr>
          <w:sz w:val="18"/>
          <w:szCs w:val="18"/>
        </w:rPr>
        <w:t xml:space="preserve"> </w:t>
      </w:r>
      <w:r w:rsidRPr="000C3277">
        <w:rPr>
          <w:sz w:val="18"/>
          <w:szCs w:val="18"/>
        </w:rPr>
        <w:sym w:font="Wingdings" w:char="F0A8"/>
      </w:r>
    </w:p>
    <w:p w:rsidR="000C3277" w:rsidRPr="000C3277" w:rsidRDefault="000C3277" w:rsidP="00917093">
      <w:pPr>
        <w:rPr>
          <w:noProof/>
          <w:sz w:val="18"/>
          <w:szCs w:val="18"/>
        </w:rPr>
      </w:pPr>
    </w:p>
    <w:p w:rsidR="00B41FCF" w:rsidRDefault="006A71A6" w:rsidP="006A71A6">
      <w:pPr>
        <w:pStyle w:val="Titre1"/>
      </w:pPr>
      <w:r>
        <w:rPr>
          <w:noProof/>
        </w:rPr>
        <w:t xml:space="preserve">DES Ressources documentaires complementaireS SERONT </w:t>
      </w:r>
      <w:r w:rsidR="0037543D">
        <w:rPr>
          <w:noProof/>
        </w:rPr>
        <w:t>É</w:t>
      </w:r>
      <w:r>
        <w:rPr>
          <w:noProof/>
        </w:rPr>
        <w:t>VENTUELLEMENT MISES A DISPOSITION DANS LE r</w:t>
      </w:r>
      <w:r w:rsidR="0037543D">
        <w:rPr>
          <w:noProof/>
        </w:rPr>
        <w:t>É</w:t>
      </w:r>
      <w:r>
        <w:rPr>
          <w:noProof/>
        </w:rPr>
        <w:t>pertoire du projet sur Google DRIVE</w:t>
      </w:r>
    </w:p>
    <w:sectPr w:rsidR="00B41FCF" w:rsidSect="002D5E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6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75E" w:rsidRDefault="00D8075E" w:rsidP="00B07A4A">
      <w:r>
        <w:separator/>
      </w:r>
    </w:p>
  </w:endnote>
  <w:endnote w:type="continuationSeparator" w:id="0">
    <w:p w:rsidR="00D8075E" w:rsidRDefault="00D8075E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88F" w:rsidRDefault="000728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34A" w:rsidRDefault="007D24B2" w:rsidP="0020434A">
    <w:pPr>
      <w:rPr>
        <w:noProof/>
      </w:rPr>
    </w:pPr>
    <w:r w:rsidRPr="00CC506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9EC663" wp14:editId="3D2DA659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6700BF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39EC663" id="AutoShape 9" o:spid="_x0000_s1031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6700BF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8F3BE3">
      <w:rPr>
        <w:sz w:val="16"/>
        <w:szCs w:val="16"/>
      </w:rPr>
      <w:t>10</w:t>
    </w:r>
    <w:r w:rsidR="0037543D">
      <w:rPr>
        <w:sz w:val="16"/>
        <w:szCs w:val="16"/>
      </w:rPr>
      <w:t>122018</w:t>
    </w:r>
    <w:r w:rsidR="0020434A">
      <w:rPr>
        <w:sz w:val="16"/>
        <w:szCs w:val="16"/>
      </w:rPr>
      <w:t xml:space="preserve"> </w:t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</w:r>
    <w:r w:rsidR="0020434A">
      <w:rPr>
        <w:sz w:val="16"/>
        <w:szCs w:val="16"/>
      </w:rPr>
      <w:tab/>
      <w:t>Cette fiche peut faire l’objet de modifications</w:t>
    </w:r>
  </w:p>
  <w:p w:rsidR="00494564" w:rsidRPr="00CC5067" w:rsidRDefault="00D8075E" w:rsidP="00B07A4A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88F" w:rsidRDefault="000728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75E" w:rsidRDefault="00D8075E" w:rsidP="00B07A4A">
      <w:r>
        <w:separator/>
      </w:r>
    </w:p>
  </w:footnote>
  <w:footnote w:type="continuationSeparator" w:id="0">
    <w:p w:rsidR="00D8075E" w:rsidRDefault="00D8075E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88F" w:rsidRDefault="000728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CC5067" w:rsidP="009B029D">
    <w:pPr>
      <w:pStyle w:val="centrehaut"/>
      <w:ind w:firstLine="2124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66D159D9" wp14:editId="0870B88C">
              <wp:simplePos x="0" y="0"/>
              <wp:positionH relativeFrom="leftMargin">
                <wp:posOffset>161926</wp:posOffset>
              </wp:positionH>
              <wp:positionV relativeFrom="page">
                <wp:posOffset>295275</wp:posOffset>
              </wp:positionV>
              <wp:extent cx="1443038" cy="504825"/>
              <wp:effectExtent l="0" t="0" r="2413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3038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6A71A6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DF7024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AE5584" w:rsidRPr="00AE5584">
                            <w:rPr>
                              <w:rStyle w:val="Titredulivre"/>
                              <w:sz w:val="24"/>
                            </w:rPr>
                            <w:t xml:space="preserve"> </w:t>
                          </w:r>
                          <w:r w:rsidR="00A466F5">
                            <w:rPr>
                              <w:rStyle w:val="Titredulivre"/>
                              <w:sz w:val="24"/>
                            </w:rPr>
                            <w:t>Domotique</w:t>
                          </w:r>
                          <w:r w:rsidR="009B029D">
                            <w:rPr>
                              <w:rStyle w:val="Titredulivre"/>
                              <w:sz w:val="24"/>
                            </w:rPr>
                            <w:tab/>
                          </w:r>
                        </w:p>
                        <w:p w:rsidR="00494564" w:rsidRPr="004C0D2C" w:rsidRDefault="00D8075E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D159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12.75pt;margin-top:23.25pt;width:113.6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6A71A6">
                      <w:rPr>
                        <w:rStyle w:val="lev"/>
                        <w:sz w:val="32"/>
                      </w:rPr>
                      <w:t>I</w:t>
                    </w:r>
                    <w:r w:rsidR="00DF7024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AE5584" w:rsidRPr="00AE5584">
                      <w:rPr>
                        <w:rStyle w:val="Titredulivre"/>
                        <w:sz w:val="24"/>
                      </w:rPr>
                      <w:t xml:space="preserve"> </w:t>
                    </w:r>
                    <w:r w:rsidR="00A466F5">
                      <w:rPr>
                        <w:rStyle w:val="Titredulivre"/>
                        <w:sz w:val="24"/>
                      </w:rPr>
                      <w:t>Domotique</w:t>
                    </w:r>
                    <w:r w:rsidR="009B029D">
                      <w:rPr>
                        <w:rStyle w:val="Titredulivre"/>
                        <w:sz w:val="24"/>
                      </w:rPr>
                      <w:tab/>
                    </w:r>
                  </w:p>
                  <w:p w:rsidR="00494564" w:rsidRPr="004C0D2C" w:rsidRDefault="00D8075E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247645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676476BF" wp14:editId="142C7DD1">
              <wp:simplePos x="0" y="0"/>
              <wp:positionH relativeFrom="page">
                <wp:posOffset>5048250</wp:posOffset>
              </wp:positionH>
              <wp:positionV relativeFrom="page">
                <wp:posOffset>209550</wp:posOffset>
              </wp:positionV>
              <wp:extent cx="22625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25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247645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 xml:space="preserve">Mesurer </w:t>
                          </w:r>
                          <w:r w:rsidR="0081093B">
                            <w:rPr>
                              <w:rStyle w:val="Titredulivre"/>
                              <w:sz w:val="24"/>
                            </w:rPr>
                            <w:t xml:space="preserve">la </w:t>
                          </w:r>
                          <w:r w:rsidR="00D0612E">
                            <w:rPr>
                              <w:rStyle w:val="Titredulivre"/>
                              <w:sz w:val="24"/>
                            </w:rPr>
                            <w:t>vitesse du vent</w:t>
                          </w:r>
                          <w:r w:rsidR="0081093B">
                            <w:rPr>
                              <w:rStyle w:val="Titredulivre"/>
                              <w:sz w:val="24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6476BF" id="Text Box 3" o:spid="_x0000_s1030" type="#_x0000_t202" style="position:absolute;left:0;text-align:left;margin-left:397.5pt;margin-top:16.5pt;width:178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" fillcolor="#ffc000" stroked="f">
              <v:textbox inset=",0,,0">
                <w:txbxContent>
                  <w:p w:rsidR="00494564" w:rsidRPr="004C0D2C" w:rsidRDefault="00247645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 xml:space="preserve">Mesurer </w:t>
                    </w:r>
                    <w:r w:rsidR="0081093B">
                      <w:rPr>
                        <w:rStyle w:val="Titredulivre"/>
                        <w:sz w:val="24"/>
                      </w:rPr>
                      <w:t xml:space="preserve">la </w:t>
                    </w:r>
                    <w:r w:rsidR="00D0612E">
                      <w:rPr>
                        <w:rStyle w:val="Titredulivre"/>
                        <w:sz w:val="24"/>
                      </w:rPr>
                      <w:t>vitesse du vent</w:t>
                    </w:r>
                    <w:r w:rsidR="0081093B">
                      <w:rPr>
                        <w:rStyle w:val="Titredulivre"/>
                        <w:sz w:val="24"/>
                      </w:rPr>
                      <w:t>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09E37B25" wp14:editId="76F7E11A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4C13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w9HgIAADw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1E839829" wp14:editId="39711E28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6D8EEF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" fillcolor="#dbe5f1 [660]" stroked="f"/>
          </w:pict>
        </mc:Fallback>
      </mc:AlternateContent>
    </w:r>
    <w:r w:rsidR="0007288F">
      <w:t xml:space="preserve">   </w:t>
    </w:r>
    <w:bookmarkStart w:id="6" w:name="_GoBack"/>
    <w:bookmarkEnd w:id="6"/>
    <w:r w:rsidR="00DF7024">
      <w:t xml:space="preserve"> </w:t>
    </w:r>
    <w:r w:rsidR="00AE5584">
      <w:t>Fiche de t</w:t>
    </w:r>
    <w:r w:rsidR="0037543D">
      <w:t>â</w:t>
    </w:r>
    <w:r w:rsidR="00AE5584">
      <w:t>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88F" w:rsidRDefault="000728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5FB6"/>
    <w:rsid w:val="000225E8"/>
    <w:rsid w:val="0007288F"/>
    <w:rsid w:val="00082AD9"/>
    <w:rsid w:val="000847CD"/>
    <w:rsid w:val="000C3277"/>
    <w:rsid w:val="00116D70"/>
    <w:rsid w:val="00130BF0"/>
    <w:rsid w:val="00137B91"/>
    <w:rsid w:val="00193BA1"/>
    <w:rsid w:val="001C7943"/>
    <w:rsid w:val="001D605E"/>
    <w:rsid w:val="001E6F0C"/>
    <w:rsid w:val="001F516F"/>
    <w:rsid w:val="0020434A"/>
    <w:rsid w:val="0022284C"/>
    <w:rsid w:val="00227799"/>
    <w:rsid w:val="00247645"/>
    <w:rsid w:val="002510F7"/>
    <w:rsid w:val="00260ED2"/>
    <w:rsid w:val="002728D4"/>
    <w:rsid w:val="002A7176"/>
    <w:rsid w:val="002D5E9D"/>
    <w:rsid w:val="003004DF"/>
    <w:rsid w:val="00306364"/>
    <w:rsid w:val="00320B10"/>
    <w:rsid w:val="003303F8"/>
    <w:rsid w:val="0033734A"/>
    <w:rsid w:val="00342576"/>
    <w:rsid w:val="0037543D"/>
    <w:rsid w:val="003B41FC"/>
    <w:rsid w:val="003C2475"/>
    <w:rsid w:val="004012D5"/>
    <w:rsid w:val="00412967"/>
    <w:rsid w:val="00416906"/>
    <w:rsid w:val="00463B12"/>
    <w:rsid w:val="00477110"/>
    <w:rsid w:val="0049003B"/>
    <w:rsid w:val="004B3ACB"/>
    <w:rsid w:val="004C0D2C"/>
    <w:rsid w:val="004D0FF7"/>
    <w:rsid w:val="004F02EC"/>
    <w:rsid w:val="005D025C"/>
    <w:rsid w:val="005D6C1F"/>
    <w:rsid w:val="00606FF0"/>
    <w:rsid w:val="00631412"/>
    <w:rsid w:val="00650F8B"/>
    <w:rsid w:val="006700BF"/>
    <w:rsid w:val="00684449"/>
    <w:rsid w:val="006859E3"/>
    <w:rsid w:val="006A71A6"/>
    <w:rsid w:val="006B7D39"/>
    <w:rsid w:val="006D0F8B"/>
    <w:rsid w:val="00700E9F"/>
    <w:rsid w:val="007712F2"/>
    <w:rsid w:val="007B2F5F"/>
    <w:rsid w:val="007D24B2"/>
    <w:rsid w:val="0081093B"/>
    <w:rsid w:val="008355BB"/>
    <w:rsid w:val="0085152C"/>
    <w:rsid w:val="008629A7"/>
    <w:rsid w:val="00895440"/>
    <w:rsid w:val="008E234D"/>
    <w:rsid w:val="008F3BE3"/>
    <w:rsid w:val="00915B47"/>
    <w:rsid w:val="00917093"/>
    <w:rsid w:val="009229DF"/>
    <w:rsid w:val="00926FFF"/>
    <w:rsid w:val="00932672"/>
    <w:rsid w:val="009501CC"/>
    <w:rsid w:val="0097407F"/>
    <w:rsid w:val="009B029D"/>
    <w:rsid w:val="00A2307A"/>
    <w:rsid w:val="00A466F5"/>
    <w:rsid w:val="00A9387B"/>
    <w:rsid w:val="00AE5584"/>
    <w:rsid w:val="00B07A4A"/>
    <w:rsid w:val="00B33B63"/>
    <w:rsid w:val="00B41FCF"/>
    <w:rsid w:val="00B86B91"/>
    <w:rsid w:val="00B931A9"/>
    <w:rsid w:val="00BB60A4"/>
    <w:rsid w:val="00C14CEC"/>
    <w:rsid w:val="00C319AB"/>
    <w:rsid w:val="00C474E2"/>
    <w:rsid w:val="00CB73C5"/>
    <w:rsid w:val="00CC5067"/>
    <w:rsid w:val="00D0612E"/>
    <w:rsid w:val="00D7413F"/>
    <w:rsid w:val="00D8075E"/>
    <w:rsid w:val="00D91504"/>
    <w:rsid w:val="00DF7024"/>
    <w:rsid w:val="00E07E3C"/>
    <w:rsid w:val="00E342F1"/>
    <w:rsid w:val="00E35215"/>
    <w:rsid w:val="00E7021B"/>
    <w:rsid w:val="00EB305E"/>
    <w:rsid w:val="00EB7458"/>
    <w:rsid w:val="00EE3729"/>
    <w:rsid w:val="00F43934"/>
    <w:rsid w:val="00F60308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4F1B5"/>
  <w15:docId w15:val="{9C8169E6-1A47-4B10-8961-755E19F2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9A0F5-D494-4155-A919-D6CA6F54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2</TotalTime>
  <Pages>1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4</cp:revision>
  <cp:lastPrinted>2016-12-07T14:29:00Z</cp:lastPrinted>
  <dcterms:created xsi:type="dcterms:W3CDTF">2018-12-10T18:24:00Z</dcterms:created>
  <dcterms:modified xsi:type="dcterms:W3CDTF">2018-12-10T20:14:00Z</dcterms:modified>
</cp:coreProperties>
</file>