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C78" w:rsidRDefault="00650F8B" w:rsidP="009F5206">
      <w:pPr>
        <w:pStyle w:val="Titre1"/>
      </w:pPr>
      <w:r>
        <w:t>CAHIER DES CHARGES</w:t>
      </w:r>
    </w:p>
    <w:p w:rsidR="003D0563" w:rsidRDefault="003D0563" w:rsidP="00B07A4A"/>
    <w:p w:rsidR="009F5206" w:rsidRDefault="009F5206" w:rsidP="00B07A4A"/>
    <w:p w:rsidR="00224013" w:rsidRDefault="00224013" w:rsidP="00224013">
      <w:pPr>
        <w:pStyle w:val="Titre1"/>
      </w:pPr>
      <w:r>
        <w:t>MATERIELS MIS A DISPOSITION</w:t>
      </w:r>
    </w:p>
    <w:p w:rsidR="002E062A" w:rsidRDefault="002E062A" w:rsidP="00B07A4A"/>
    <w:p w:rsidR="00685B6B" w:rsidRPr="00B07A4A" w:rsidRDefault="00224013" w:rsidP="00B07A4A"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E9154" wp14:editId="427A07C7">
                <wp:simplePos x="0" y="0"/>
                <wp:positionH relativeFrom="column">
                  <wp:posOffset>-417830</wp:posOffset>
                </wp:positionH>
                <wp:positionV relativeFrom="paragraph">
                  <wp:posOffset>268605</wp:posOffset>
                </wp:positionV>
                <wp:extent cx="288290" cy="288290"/>
                <wp:effectExtent l="0" t="0" r="1651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013" w:rsidRPr="00AF533F" w:rsidRDefault="00224013" w:rsidP="00224013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DE9154" id="Rectangle 2" o:spid="_x0000_s1026" style="position:absolute;margin-left:-32.9pt;margin-top:21.15pt;width:22.7pt;height:22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" fillcolor="#0070c0" strokecolor="#0070c0">
                <v:textbox>
                  <w:txbxContent>
                    <w:p w:rsidR="00224013" w:rsidRPr="00AF533F" w:rsidRDefault="00224013" w:rsidP="00224013">
                      <w:pPr>
                        <w:pStyle w:val="Sansinterligne"/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:rsidR="00B07A4A" w:rsidRDefault="00B07A4A" w:rsidP="00B07A4A">
      <w:pPr>
        <w:pStyle w:val="Titre1"/>
      </w:pPr>
      <w:r>
        <w:t>rECHERCHE</w:t>
      </w:r>
      <w:r w:rsidR="00650F8B">
        <w:t>S</w:t>
      </w:r>
      <w:r>
        <w:t xml:space="preserve"> DOCUMeNTAIRE</w:t>
      </w:r>
      <w:r w:rsidR="007A5089">
        <w:t xml:space="preserve">S SUR </w:t>
      </w:r>
      <w:r w:rsidR="006235A6">
        <w:t>L’eclairement</w:t>
      </w:r>
      <w:r w:rsidR="003D0563">
        <w:t xml:space="preserve"> lumineux</w:t>
      </w:r>
    </w:p>
    <w:p w:rsidR="009F5206" w:rsidRDefault="00224013" w:rsidP="00650F8B">
      <w:r>
        <w:tab/>
      </w:r>
    </w:p>
    <w:p w:rsidR="00B41FCF" w:rsidRDefault="00224013" w:rsidP="00650F8B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E062A" w:rsidRDefault="002E062A" w:rsidP="00650F8B">
      <w:r w:rsidRPr="00B07A4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9E3BE74" wp14:editId="710E38FC">
                <wp:simplePos x="0" y="0"/>
                <wp:positionH relativeFrom="column">
                  <wp:posOffset>-402590</wp:posOffset>
                </wp:positionH>
                <wp:positionV relativeFrom="paragraph">
                  <wp:posOffset>271145</wp:posOffset>
                </wp:positionV>
                <wp:extent cx="288290" cy="288290"/>
                <wp:effectExtent l="0" t="0" r="16510" b="1651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290" cy="28829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013" w:rsidRPr="00AF533F" w:rsidRDefault="00224013" w:rsidP="00224013">
                            <w:pPr>
                              <w:pStyle w:val="Sansinterligne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AF533F">
                              <w:rPr>
                                <w:b/>
                                <w:color w:val="FFFFFF" w:themeColor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3BE74" id="_x0000_s1027" style="position:absolute;margin-left:-31.7pt;margin-top:21.35pt;width:22.7pt;height:22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" fillcolor="#0070c0" strokecolor="#0070c0">
                <v:textbox>
                  <w:txbxContent>
                    <w:p w:rsidR="00224013" w:rsidRPr="00AF533F" w:rsidRDefault="00224013" w:rsidP="00224013">
                      <w:pPr>
                        <w:pStyle w:val="Sansinterligne"/>
                        <w:rPr>
                          <w:b/>
                          <w:color w:val="FFFFFF" w:themeColor="background1"/>
                        </w:rPr>
                      </w:pPr>
                      <w:r w:rsidRPr="00AF533F">
                        <w:rPr>
                          <w:b/>
                          <w:color w:val="FFFFFF" w:themeColor="background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247645" w:rsidRDefault="008355BB" w:rsidP="00247645">
      <w:pPr>
        <w:pStyle w:val="Titre1"/>
      </w:pPr>
      <w:r>
        <w:rPr>
          <w:noProof/>
        </w:rPr>
        <w:t>Experiment</w:t>
      </w:r>
      <w:r w:rsidR="00CC5067">
        <w:rPr>
          <w:noProof/>
        </w:rPr>
        <w:t>ATION</w:t>
      </w:r>
    </w:p>
    <w:p w:rsidR="00685B6B" w:rsidRDefault="00685B6B" w:rsidP="00917093">
      <w:pPr>
        <w:rPr>
          <w:b/>
          <w:noProof/>
        </w:rPr>
      </w:pPr>
    </w:p>
    <w:p w:rsidR="009F5206" w:rsidRDefault="009F5206" w:rsidP="00917093">
      <w:pPr>
        <w:rPr>
          <w:b/>
          <w:noProof/>
        </w:rPr>
      </w:pPr>
    </w:p>
    <w:p w:rsidR="00B931A9" w:rsidRDefault="00224013" w:rsidP="00B931A9">
      <w:pPr>
        <w:pStyle w:val="Titre1"/>
      </w:pPr>
      <w:r>
        <w:rPr>
          <w:b w:val="0"/>
          <w:noProof/>
        </w:rPr>
        <w:sym w:font="Wingdings" w:char="F021"/>
      </w:r>
      <w:r w:rsidR="00B931A9">
        <w:rPr>
          <w:noProof/>
        </w:rPr>
        <w:t xml:space="preserve">DOCUMENTS </w:t>
      </w:r>
      <w:r w:rsidR="007B2F5F">
        <w:rPr>
          <w:noProof/>
        </w:rPr>
        <w:t xml:space="preserve">complementaires </w:t>
      </w:r>
      <w:r w:rsidR="00B931A9">
        <w:rPr>
          <w:noProof/>
        </w:rPr>
        <w:t>A PRODUIRE</w:t>
      </w:r>
      <w:r w:rsidR="006B7D39">
        <w:rPr>
          <w:noProof/>
        </w:rPr>
        <w:t xml:space="preserve"> EN VU DE LA redaction du dossier</w:t>
      </w:r>
    </w:p>
    <w:p w:rsidR="009F5206" w:rsidRDefault="009F5206" w:rsidP="00B41FCF">
      <w:pPr>
        <w:pStyle w:val="Titre1"/>
        <w:rPr>
          <w:noProof/>
        </w:rPr>
      </w:pPr>
    </w:p>
    <w:p w:rsidR="009F5206" w:rsidRDefault="009F5206" w:rsidP="009F5206"/>
    <w:p w:rsidR="009F5206" w:rsidRPr="009F5206" w:rsidRDefault="009F5206" w:rsidP="009F5206"/>
    <w:p w:rsidR="00B41FCF" w:rsidRDefault="002E062A" w:rsidP="00B41FCF">
      <w:pPr>
        <w:pStyle w:val="Titre1"/>
      </w:pPr>
      <w:r>
        <w:rPr>
          <w:noProof/>
        </w:rPr>
        <w:t>DES Ressources documentaires complementaireS SERONT EVENTUELLEMENT MISES A DISPOSITION DANS LE repertoire du projet sur Google DRIVE</w:t>
      </w:r>
      <w:bookmarkStart w:id="0" w:name="_GoBack"/>
      <w:bookmarkEnd w:id="0"/>
    </w:p>
    <w:sectPr w:rsidR="00B41FCF" w:rsidSect="00721E4E">
      <w:headerReference w:type="default" r:id="rId7"/>
      <w:footerReference w:type="default" r:id="rId8"/>
      <w:pgSz w:w="11906" w:h="16838"/>
      <w:pgMar w:top="1701" w:right="1417" w:bottom="851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273" w:rsidRDefault="00603273" w:rsidP="00B07A4A">
      <w:r>
        <w:separator/>
      </w:r>
    </w:p>
  </w:endnote>
  <w:endnote w:type="continuationSeparator" w:id="0">
    <w:p w:rsidR="00603273" w:rsidRDefault="00603273" w:rsidP="00B07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CC5067" w:rsidRDefault="007D24B2" w:rsidP="00B07A4A">
    <w:pPr>
      <w:pStyle w:val="Pieddepage"/>
      <w:rPr>
        <w:sz w:val="16"/>
        <w:szCs w:val="16"/>
      </w:rPr>
    </w:pPr>
    <w:r w:rsidRPr="00CC5067">
      <w:rPr>
        <w:noProof/>
        <w:sz w:val="16"/>
        <w:szCs w:val="16"/>
        <w:lang w:eastAsia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59AA0B" wp14:editId="31DD43DC">
              <wp:simplePos x="0" y="0"/>
              <wp:positionH relativeFrom="column">
                <wp:posOffset>6177173</wp:posOffset>
              </wp:positionH>
              <wp:positionV relativeFrom="paragraph">
                <wp:posOffset>112977</wp:posOffset>
              </wp:positionV>
              <wp:extent cx="323850" cy="257175"/>
              <wp:effectExtent l="0" t="0" r="19050" b="28575"/>
              <wp:wrapNone/>
              <wp:docPr id="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3850" cy="257175"/>
                      </a:xfrm>
                      <a:prstGeom prst="roundRect">
                        <a:avLst>
                          <a:gd name="adj" fmla="val 5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txbx>
                      <w:txbxContent>
                        <w:p w:rsidR="00494564" w:rsidRPr="00163BFC" w:rsidRDefault="007D24B2" w:rsidP="001C7943">
                          <w:pPr>
                            <w:pStyle w:val="Sansinterligne"/>
                            <w:jc w:val="center"/>
                          </w:pPr>
                          <w:r w:rsidRPr="00163BFC">
                            <w:fldChar w:fldCharType="begin"/>
                          </w:r>
                          <w:r w:rsidRPr="00163BFC">
                            <w:instrText xml:space="preserve"> PAGE   \* MERGEFORMAT </w:instrText>
                          </w:r>
                          <w:r w:rsidRPr="00163BFC">
                            <w:fldChar w:fldCharType="separate"/>
                          </w:r>
                          <w:r w:rsidR="00540F34">
                            <w:rPr>
                              <w:noProof/>
                            </w:rPr>
                            <w:t>1</w:t>
                          </w:r>
                          <w:r w:rsidRPr="00163BFC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359AA0B" id="AutoShape 9" o:spid="_x0000_s1030" style="position:absolute;margin-left:486.4pt;margin-top:8.9pt;width:25.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">
              <v:textbox inset="0,0,0,0">
                <w:txbxContent>
                  <w:p w:rsidR="00494564" w:rsidRPr="00163BFC" w:rsidRDefault="007D24B2" w:rsidP="001C7943">
                    <w:pPr>
                      <w:pStyle w:val="Sansinterligne"/>
                      <w:jc w:val="center"/>
                    </w:pPr>
                    <w:r w:rsidRPr="00163BFC">
                      <w:fldChar w:fldCharType="begin"/>
                    </w:r>
                    <w:r w:rsidRPr="00163BFC">
                      <w:instrText xml:space="preserve"> PAGE   \* MERGEFORMAT </w:instrText>
                    </w:r>
                    <w:r w:rsidRPr="00163BFC">
                      <w:fldChar w:fldCharType="separate"/>
                    </w:r>
                    <w:r w:rsidR="00540F34">
                      <w:rPr>
                        <w:noProof/>
                      </w:rPr>
                      <w:t>1</w:t>
                    </w:r>
                    <w:r w:rsidRPr="00163BFC">
                      <w:fldChar w:fldCharType="end"/>
                    </w:r>
                  </w:p>
                </w:txbxContent>
              </v:textbox>
            </v:roundrect>
          </w:pict>
        </mc:Fallback>
      </mc:AlternateContent>
    </w:r>
    <w:r w:rsidR="00C474E2">
      <w:rPr>
        <w:sz w:val="16"/>
        <w:szCs w:val="16"/>
      </w:rPr>
      <w:t>MNO</w:t>
    </w:r>
    <w:r w:rsidR="009F5206">
      <w:rPr>
        <w:sz w:val="16"/>
        <w:szCs w:val="16"/>
      </w:rPr>
      <w:t xml:space="preserve"> </w:t>
    </w:r>
    <w:proofErr w:type="spellStart"/>
    <w:r w:rsidR="009F5206">
      <w:rPr>
        <w:sz w:val="16"/>
        <w:szCs w:val="16"/>
      </w:rPr>
      <w:t>xxxx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273" w:rsidRDefault="00603273" w:rsidP="00B07A4A">
      <w:r>
        <w:separator/>
      </w:r>
    </w:p>
  </w:footnote>
  <w:footnote w:type="continuationSeparator" w:id="0">
    <w:p w:rsidR="00603273" w:rsidRDefault="00603273" w:rsidP="00B07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4564" w:rsidRPr="00721E4E" w:rsidRDefault="00E001DA" w:rsidP="00DE6E22">
    <w:pPr>
      <w:pStyle w:val="centrehaut"/>
      <w:ind w:firstLine="1416"/>
      <w:jc w:val="left"/>
    </w:pPr>
    <w:r w:rsidRPr="00721E4E">
      <mc:AlternateContent>
        <mc:Choice Requires="wps">
          <w:drawing>
            <wp:anchor distT="0" distB="0" distL="114300" distR="114300" simplePos="0" relativeHeight="251662336" behindDoc="0" locked="0" layoutInCell="1" allowOverlap="1" wp14:anchorId="3882B5C8" wp14:editId="09847A2C">
              <wp:simplePos x="0" y="0"/>
              <wp:positionH relativeFrom="leftMargin">
                <wp:posOffset>355600</wp:posOffset>
              </wp:positionH>
              <wp:positionV relativeFrom="page">
                <wp:posOffset>209550</wp:posOffset>
              </wp:positionV>
              <wp:extent cx="1174750" cy="504825"/>
              <wp:effectExtent l="0" t="0" r="25400" b="2857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4750" cy="50482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100000"/>
                          <a:lumOff val="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E5584" w:rsidRPr="004C0D2C" w:rsidRDefault="00CC5067" w:rsidP="00B07A4A">
                          <w:pPr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P</w:t>
                          </w:r>
                          <w:r w:rsidR="00224013">
                            <w:rPr>
                              <w:rStyle w:val="lev"/>
                              <w:sz w:val="32"/>
                            </w:rPr>
                            <w:t>I</w:t>
                          </w:r>
                          <w:r w:rsidR="009F5206">
                            <w:rPr>
                              <w:rStyle w:val="lev"/>
                              <w:sz w:val="32"/>
                            </w:rPr>
                            <w:t xml:space="preserve"> </w:t>
                          </w:r>
                          <w:r w:rsidR="00AE5584">
                            <w:rPr>
                              <w:rStyle w:val="lev"/>
                              <w:sz w:val="32"/>
                            </w:rPr>
                            <w:t>:</w:t>
                          </w:r>
                          <w:r w:rsidR="00E001DA">
                            <w:rPr>
                              <w:rStyle w:val="Titredulivre"/>
                              <w:sz w:val="24"/>
                            </w:rPr>
                            <w:t> </w:t>
                          </w:r>
                        </w:p>
                        <w:p w:rsidR="00494564" w:rsidRPr="004C0D2C" w:rsidRDefault="00603273" w:rsidP="00B07A4A">
                          <w:pPr>
                            <w:rPr>
                              <w:rStyle w:val="lev"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18000" tIns="45720" rIns="1800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82B5C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28pt;margin-top:16.5pt;width:92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" fillcolor="white [3212]">
              <v:textbox inset=".5mm,,.5mm">
                <w:txbxContent>
                  <w:p w:rsidR="00AE5584" w:rsidRPr="004C0D2C" w:rsidRDefault="00CC5067" w:rsidP="00B07A4A">
                    <w:pPr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P</w:t>
                    </w:r>
                    <w:r w:rsidR="00224013">
                      <w:rPr>
                        <w:rStyle w:val="lev"/>
                        <w:sz w:val="32"/>
                      </w:rPr>
                      <w:t>I</w:t>
                    </w:r>
                    <w:r w:rsidR="009F5206">
                      <w:rPr>
                        <w:rStyle w:val="lev"/>
                        <w:sz w:val="32"/>
                      </w:rPr>
                      <w:t xml:space="preserve"> </w:t>
                    </w:r>
                    <w:r w:rsidR="00AE5584">
                      <w:rPr>
                        <w:rStyle w:val="lev"/>
                        <w:sz w:val="32"/>
                      </w:rPr>
                      <w:t>:</w:t>
                    </w:r>
                    <w:r w:rsidR="00E001DA">
                      <w:rPr>
                        <w:rStyle w:val="Titredulivre"/>
                        <w:sz w:val="24"/>
                      </w:rPr>
                      <w:t> </w:t>
                    </w:r>
                  </w:p>
                  <w:p w:rsidR="00494564" w:rsidRPr="004C0D2C" w:rsidRDefault="00603273" w:rsidP="00B07A4A">
                    <w:pPr>
                      <w:rPr>
                        <w:rStyle w:val="lev"/>
                        <w:sz w:val="32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360721" w:rsidRPr="00721E4E">
      <mc:AlternateContent>
        <mc:Choice Requires="wps">
          <w:drawing>
            <wp:anchor distT="0" distB="0" distL="114300" distR="114300" simplePos="0" relativeHeight="251660288" behindDoc="0" locked="0" layoutInCell="1" allowOverlap="1" wp14:anchorId="426D1623" wp14:editId="6DF704DE">
              <wp:simplePos x="0" y="0"/>
              <wp:positionH relativeFrom="page">
                <wp:posOffset>5162550</wp:posOffset>
              </wp:positionH>
              <wp:positionV relativeFrom="page">
                <wp:posOffset>209550</wp:posOffset>
              </wp:positionV>
              <wp:extent cx="2148205" cy="600075"/>
              <wp:effectExtent l="0" t="0" r="4445" b="9525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48205" cy="600075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94564" w:rsidRPr="004C0D2C" w:rsidRDefault="009F5206" w:rsidP="00E001DA">
                          <w:pPr>
                            <w:jc w:val="center"/>
                            <w:rPr>
                              <w:rStyle w:val="Titredulivre"/>
                              <w:sz w:val="24"/>
                            </w:rPr>
                          </w:pPr>
                          <w:r>
                            <w:rPr>
                              <w:rStyle w:val="Titredulivre"/>
                              <w:sz w:val="24"/>
                            </w:rPr>
                            <w:t>Intitulé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6D1623" id="Text Box 3" o:spid="_x0000_s1029" type="#_x0000_t202" style="position:absolute;left:0;text-align:left;margin-left:406.5pt;margin-top:16.5pt;width:169.1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" fillcolor="#ffc000" stroked="f">
              <v:textbox inset=",0,,0">
                <w:txbxContent>
                  <w:p w:rsidR="00494564" w:rsidRPr="004C0D2C" w:rsidRDefault="009F5206" w:rsidP="00E001DA">
                    <w:pPr>
                      <w:jc w:val="center"/>
                      <w:rPr>
                        <w:rStyle w:val="Titredulivre"/>
                        <w:sz w:val="24"/>
                      </w:rPr>
                    </w:pPr>
                    <w:r>
                      <w:rPr>
                        <w:rStyle w:val="Titredulivre"/>
                        <w:sz w:val="24"/>
                      </w:rPr>
                      <w:t>Intitulé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61312" behindDoc="0" locked="0" layoutInCell="1" allowOverlap="1" wp14:anchorId="056A6B10" wp14:editId="5E99F66A">
              <wp:simplePos x="0" y="0"/>
              <wp:positionH relativeFrom="column">
                <wp:posOffset>-610870</wp:posOffset>
              </wp:positionH>
              <wp:positionV relativeFrom="paragraph">
                <wp:posOffset>639445</wp:posOffset>
              </wp:positionV>
              <wp:extent cx="7632065" cy="0"/>
              <wp:effectExtent l="0" t="0" r="26035" b="19050"/>
              <wp:wrapNone/>
              <wp:docPr id="3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320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7A6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-48.1pt;margin-top:50.35pt;width:600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" strokeweight="1.5pt"/>
          </w:pict>
        </mc:Fallback>
      </mc:AlternateContent>
    </w:r>
    <w:r w:rsidR="007D24B2" w:rsidRPr="00721E4E">
      <mc:AlternateContent>
        <mc:Choice Requires="wps">
          <w:drawing>
            <wp:anchor distT="0" distB="0" distL="114300" distR="114300" simplePos="0" relativeHeight="251659264" behindDoc="0" locked="0" layoutInCell="1" allowOverlap="1" wp14:anchorId="538F23C9" wp14:editId="355CC9B6">
              <wp:simplePos x="0" y="0"/>
              <wp:positionH relativeFrom="column">
                <wp:posOffset>-539186</wp:posOffset>
              </wp:positionH>
              <wp:positionV relativeFrom="paragraph">
                <wp:posOffset>638175</wp:posOffset>
              </wp:positionV>
              <wp:extent cx="467995" cy="9774555"/>
              <wp:effectExtent l="0" t="0" r="8255" b="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97745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9A90C0" id="Rectangle 6" o:spid="_x0000_s1026" style="position:absolute;margin-left:-42.45pt;margin-top:50.25pt;width:36.85pt;height:7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" fillcolor="#dbe5f1 [660]" stroked="f"/>
          </w:pict>
        </mc:Fallback>
      </mc:AlternateContent>
    </w:r>
    <w:r w:rsidR="00DE6E22">
      <w:t xml:space="preserve">   </w:t>
    </w:r>
    <w:r w:rsidR="00AE5584">
      <w:t>Fiche de tache</w:t>
    </w:r>
    <w:r w:rsidR="00DE6E22">
      <w:t>_T</w:t>
    </w:r>
    <w:r>
      <w:t> ?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01151"/>
    <w:multiLevelType w:val="hybridMultilevel"/>
    <w:tmpl w:val="FBF22E74"/>
    <w:lvl w:ilvl="0" w:tplc="0CA0A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D2C"/>
    <w:rsid w:val="00005FB6"/>
    <w:rsid w:val="000225E8"/>
    <w:rsid w:val="000612D5"/>
    <w:rsid w:val="00082E68"/>
    <w:rsid w:val="00102828"/>
    <w:rsid w:val="00116D70"/>
    <w:rsid w:val="00130BF0"/>
    <w:rsid w:val="00136968"/>
    <w:rsid w:val="00137B91"/>
    <w:rsid w:val="001C7943"/>
    <w:rsid w:val="001D605E"/>
    <w:rsid w:val="0022284C"/>
    <w:rsid w:val="00224013"/>
    <w:rsid w:val="00247645"/>
    <w:rsid w:val="002510F7"/>
    <w:rsid w:val="00260ED2"/>
    <w:rsid w:val="0027232A"/>
    <w:rsid w:val="002A7176"/>
    <w:rsid w:val="002D477A"/>
    <w:rsid w:val="002E062A"/>
    <w:rsid w:val="003004DF"/>
    <w:rsid w:val="00320B10"/>
    <w:rsid w:val="0033734A"/>
    <w:rsid w:val="00360721"/>
    <w:rsid w:val="003B02B8"/>
    <w:rsid w:val="003C2475"/>
    <w:rsid w:val="003D0563"/>
    <w:rsid w:val="00412967"/>
    <w:rsid w:val="004167E0"/>
    <w:rsid w:val="00416906"/>
    <w:rsid w:val="00432E10"/>
    <w:rsid w:val="0049003B"/>
    <w:rsid w:val="004C0D2C"/>
    <w:rsid w:val="004F02EC"/>
    <w:rsid w:val="0053480B"/>
    <w:rsid w:val="00540F34"/>
    <w:rsid w:val="005D6C1F"/>
    <w:rsid w:val="00603273"/>
    <w:rsid w:val="00606FF0"/>
    <w:rsid w:val="006235A6"/>
    <w:rsid w:val="00635844"/>
    <w:rsid w:val="00643FC3"/>
    <w:rsid w:val="00650F8B"/>
    <w:rsid w:val="00684449"/>
    <w:rsid w:val="006859E3"/>
    <w:rsid w:val="00685B6B"/>
    <w:rsid w:val="006B7D39"/>
    <w:rsid w:val="006D0F8B"/>
    <w:rsid w:val="00700E9F"/>
    <w:rsid w:val="00746CC9"/>
    <w:rsid w:val="007712F2"/>
    <w:rsid w:val="007A5089"/>
    <w:rsid w:val="007B2F5F"/>
    <w:rsid w:val="007D24B2"/>
    <w:rsid w:val="008355BB"/>
    <w:rsid w:val="0085152C"/>
    <w:rsid w:val="008629A7"/>
    <w:rsid w:val="00895440"/>
    <w:rsid w:val="008E234D"/>
    <w:rsid w:val="00915B47"/>
    <w:rsid w:val="00917093"/>
    <w:rsid w:val="009229DF"/>
    <w:rsid w:val="00926FFF"/>
    <w:rsid w:val="00932672"/>
    <w:rsid w:val="00937D39"/>
    <w:rsid w:val="009501CC"/>
    <w:rsid w:val="009A62D3"/>
    <w:rsid w:val="009F5206"/>
    <w:rsid w:val="00A9387B"/>
    <w:rsid w:val="00AC77E4"/>
    <w:rsid w:val="00AE5584"/>
    <w:rsid w:val="00AF4AFC"/>
    <w:rsid w:val="00B07A4A"/>
    <w:rsid w:val="00B41FCF"/>
    <w:rsid w:val="00B47873"/>
    <w:rsid w:val="00B53F0E"/>
    <w:rsid w:val="00B77EB3"/>
    <w:rsid w:val="00B86B91"/>
    <w:rsid w:val="00B931A9"/>
    <w:rsid w:val="00BE792F"/>
    <w:rsid w:val="00C319AB"/>
    <w:rsid w:val="00C474E2"/>
    <w:rsid w:val="00C62E42"/>
    <w:rsid w:val="00C840F3"/>
    <w:rsid w:val="00CC15D5"/>
    <w:rsid w:val="00CC297E"/>
    <w:rsid w:val="00CC5067"/>
    <w:rsid w:val="00D20F03"/>
    <w:rsid w:val="00D84E73"/>
    <w:rsid w:val="00D94C78"/>
    <w:rsid w:val="00DE6E22"/>
    <w:rsid w:val="00E001DA"/>
    <w:rsid w:val="00E07E3C"/>
    <w:rsid w:val="00E114AA"/>
    <w:rsid w:val="00E342F1"/>
    <w:rsid w:val="00E8133E"/>
    <w:rsid w:val="00EA49AB"/>
    <w:rsid w:val="00EA6716"/>
    <w:rsid w:val="00EB305E"/>
    <w:rsid w:val="00EB7458"/>
    <w:rsid w:val="00EC32BF"/>
    <w:rsid w:val="00EE3729"/>
    <w:rsid w:val="00F110C7"/>
    <w:rsid w:val="00F7453A"/>
    <w:rsid w:val="00F96AB8"/>
    <w:rsid w:val="00FD43F2"/>
    <w:rsid w:val="00FE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A0FEF0"/>
  <w15:docId w15:val="{6429100C-37B2-40E9-BE07-D2196E61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07A4A"/>
    <w:rPr>
      <w:rFonts w:ascii="Arial" w:hAnsi="Arial" w:cs="Arial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4C0D2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C0D2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C0D2C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0D2C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0D2C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0D2C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0D2C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0D2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0D2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85152C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5152C"/>
    <w:rPr>
      <w:rFonts w:eastAsiaTheme="minorHAnsi"/>
      <w:lang w:eastAsia="en-US"/>
    </w:rPr>
  </w:style>
  <w:style w:type="character" w:styleId="lev">
    <w:name w:val="Strong"/>
    <w:uiPriority w:val="22"/>
    <w:qFormat/>
    <w:rsid w:val="004C0D2C"/>
    <w:rPr>
      <w:b/>
      <w:bCs/>
    </w:rPr>
  </w:style>
  <w:style w:type="character" w:styleId="Titredulivre">
    <w:name w:val="Book Title"/>
    <w:uiPriority w:val="33"/>
    <w:qFormat/>
    <w:rsid w:val="004C0D2C"/>
    <w:rPr>
      <w:b/>
      <w:bCs/>
      <w:i/>
      <w:iCs/>
      <w:spacing w:val="9"/>
    </w:rPr>
  </w:style>
  <w:style w:type="paragraph" w:customStyle="1" w:styleId="centrehaut">
    <w:name w:val="centre haut"/>
    <w:basedOn w:val="En-tte"/>
    <w:link w:val="centrehautCar"/>
    <w:rsid w:val="0085152C"/>
    <w:pPr>
      <w:jc w:val="center"/>
    </w:pPr>
    <w:rPr>
      <w:rFonts w:eastAsiaTheme="minorHAnsi"/>
      <w:b/>
      <w:noProof/>
      <w:sz w:val="48"/>
    </w:rPr>
  </w:style>
  <w:style w:type="character" w:customStyle="1" w:styleId="centrehautCar">
    <w:name w:val="centre haut Car"/>
    <w:basedOn w:val="En-tteCar"/>
    <w:link w:val="centrehaut"/>
    <w:rsid w:val="0085152C"/>
    <w:rPr>
      <w:rFonts w:eastAsiaTheme="minorHAnsi"/>
      <w:b/>
      <w:noProof/>
      <w:sz w:val="48"/>
    </w:rPr>
  </w:style>
  <w:style w:type="paragraph" w:styleId="En-tte">
    <w:name w:val="header"/>
    <w:basedOn w:val="Normal"/>
    <w:link w:val="En-tteCar"/>
    <w:unhideWhenUsed/>
    <w:rsid w:val="00851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52C"/>
  </w:style>
  <w:style w:type="character" w:customStyle="1" w:styleId="Titre1Car">
    <w:name w:val="Titre 1 Car"/>
    <w:basedOn w:val="Policepardfaut"/>
    <w:link w:val="Titre1"/>
    <w:uiPriority w:val="9"/>
    <w:rsid w:val="004C0D2C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Retraitcorpsdetexte3">
    <w:name w:val="Body Text Indent 3"/>
    <w:basedOn w:val="Normal"/>
    <w:link w:val="Retraitcorpsdetexte3Car"/>
    <w:rsid w:val="004C0D2C"/>
    <w:pPr>
      <w:spacing w:after="120" w:line="240" w:lineRule="auto"/>
      <w:ind w:left="283"/>
    </w:pPr>
    <w:rPr>
      <w:rFonts w:ascii="Comic Sans MS" w:eastAsia="Times New Roman" w:hAnsi="Comic Sans MS" w:cs="Times New Roman"/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4C0D2C"/>
    <w:rPr>
      <w:rFonts w:ascii="Comic Sans MS" w:eastAsia="Times New Roman" w:hAnsi="Comic Sans MS" w:cs="Times New Roman"/>
      <w:sz w:val="16"/>
      <w:szCs w:val="16"/>
    </w:rPr>
  </w:style>
  <w:style w:type="character" w:customStyle="1" w:styleId="titre40">
    <w:name w:val="titre4"/>
    <w:rsid w:val="004C0D2C"/>
    <w:rPr>
      <w:rFonts w:ascii="Arial" w:hAnsi="Arial"/>
      <w:dstrike w:val="0"/>
      <w:color w:val="0000FF"/>
      <w:sz w:val="20"/>
      <w:u w:val="wave"/>
    </w:rPr>
  </w:style>
  <w:style w:type="paragraph" w:customStyle="1" w:styleId="StyleRetraitcorpsdetexte3Vertdeau">
    <w:name w:val="Style Retrait corps de texte 3 + Vert d'eau"/>
    <w:basedOn w:val="Retraitcorpsdetexte3"/>
    <w:rsid w:val="004C0D2C"/>
    <w:rPr>
      <w:color w:val="33CCCC"/>
    </w:rPr>
  </w:style>
  <w:style w:type="paragraph" w:customStyle="1" w:styleId="StyleBleuSoulignementGauche066cm">
    <w:name w:val="Style Bleu Soulignement  Gauche :  066 cm"/>
    <w:basedOn w:val="Normal"/>
    <w:rsid w:val="004C0D2C"/>
    <w:pPr>
      <w:spacing w:after="0" w:line="240" w:lineRule="auto"/>
      <w:ind w:left="374"/>
    </w:pPr>
    <w:rPr>
      <w:rFonts w:ascii="Comic Sans MS" w:eastAsia="Times New Roman" w:hAnsi="Comic Sans MS" w:cs="Times New Roman"/>
      <w:color w:val="0000FF"/>
      <w:sz w:val="16"/>
      <w:u w:val="single"/>
    </w:rPr>
  </w:style>
  <w:style w:type="paragraph" w:customStyle="1" w:styleId="StyleStyleRetraitcorpsdetexte3VertdeauGauche033cm">
    <w:name w:val="Style Style Retrait corps de texte 3 + Vert d'eau Gauche :  033 cm ..."/>
    <w:basedOn w:val="Normal"/>
    <w:rsid w:val="004C0D2C"/>
    <w:pPr>
      <w:spacing w:after="120" w:line="240" w:lineRule="auto"/>
      <w:ind w:left="187"/>
    </w:pPr>
    <w:rPr>
      <w:rFonts w:ascii="Comic Sans MS" w:eastAsia="Times New Roman" w:hAnsi="Comic Sans MS" w:cs="Times New Roman"/>
      <w:color w:val="000080"/>
      <w:sz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0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D2C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4C0D2C"/>
    <w:rPr>
      <w: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C0D2C"/>
    <w:rPr>
      <w:caps/>
      <w:color w:val="243F60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4C0D2C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4C0D2C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4C0D2C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C0D2C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B07A4A"/>
    <w:pPr>
      <w:spacing w:before="240"/>
      <w:jc w:val="center"/>
    </w:pPr>
    <w:rPr>
      <w:caps/>
      <w:color w:val="4F81BD" w:themeColor="accent1"/>
      <w:spacing w:val="10"/>
      <w:kern w:val="28"/>
      <w:sz w:val="40"/>
      <w:szCs w:val="40"/>
    </w:rPr>
  </w:style>
  <w:style w:type="character" w:customStyle="1" w:styleId="TitreCar">
    <w:name w:val="Titre Car"/>
    <w:basedOn w:val="Policepardfaut"/>
    <w:link w:val="Titre"/>
    <w:uiPriority w:val="10"/>
    <w:rsid w:val="00B07A4A"/>
    <w:rPr>
      <w:rFonts w:ascii="Arial" w:hAnsi="Arial" w:cs="Arial"/>
      <w:caps/>
      <w:color w:val="4F81BD" w:themeColor="accent1"/>
      <w:spacing w:val="10"/>
      <w:kern w:val="28"/>
      <w:sz w:val="40"/>
      <w:szCs w:val="4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0D2C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4C0D2C"/>
    <w:rPr>
      <w:caps/>
      <w:color w:val="595959" w:themeColor="text1" w:themeTint="A6"/>
      <w:spacing w:val="10"/>
      <w:sz w:val="24"/>
      <w:szCs w:val="24"/>
    </w:rPr>
  </w:style>
  <w:style w:type="character" w:styleId="Accentuation">
    <w:name w:val="Emphasis"/>
    <w:uiPriority w:val="20"/>
    <w:qFormat/>
    <w:rsid w:val="004C0D2C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4C0D2C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4C0D2C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C0D2C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C0D2C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C0D2C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0D2C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0D2C"/>
    <w:rPr>
      <w:i/>
      <w:iCs/>
      <w:color w:val="4F81BD" w:themeColor="accent1"/>
      <w:sz w:val="20"/>
      <w:szCs w:val="20"/>
    </w:rPr>
  </w:style>
  <w:style w:type="character" w:styleId="Accentuationlgre">
    <w:name w:val="Subtle Emphasis"/>
    <w:uiPriority w:val="19"/>
    <w:qFormat/>
    <w:rsid w:val="004C0D2C"/>
    <w:rPr>
      <w:i/>
      <w:iCs/>
      <w:color w:val="243F60" w:themeColor="accent1" w:themeShade="7F"/>
    </w:rPr>
  </w:style>
  <w:style w:type="character" w:styleId="Accentuationintense">
    <w:name w:val="Intense Emphasis"/>
    <w:uiPriority w:val="21"/>
    <w:qFormat/>
    <w:rsid w:val="004C0D2C"/>
    <w:rPr>
      <w:b/>
      <w:bCs/>
      <w:caps/>
      <w:color w:val="243F60" w:themeColor="accent1" w:themeShade="7F"/>
      <w:spacing w:val="10"/>
    </w:rPr>
  </w:style>
  <w:style w:type="character" w:styleId="Rfrencelgre">
    <w:name w:val="Subtle Reference"/>
    <w:uiPriority w:val="31"/>
    <w:qFormat/>
    <w:rsid w:val="004C0D2C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4C0D2C"/>
    <w:rPr>
      <w:b/>
      <w:bCs/>
      <w:i/>
      <w:iCs/>
      <w:cap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C0D2C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noit\AppData\Roaming\Microsoft\Templates\Dot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Dot1.dotx</Template>
  <TotalTime>1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benoit</dc:creator>
  <cp:lastModifiedBy>Philippe MARIANO</cp:lastModifiedBy>
  <cp:revision>3</cp:revision>
  <cp:lastPrinted>2014-12-03T20:24:00Z</cp:lastPrinted>
  <dcterms:created xsi:type="dcterms:W3CDTF">2019-09-07T09:05:00Z</dcterms:created>
  <dcterms:modified xsi:type="dcterms:W3CDTF">2019-09-07T09:07:00Z</dcterms:modified>
</cp:coreProperties>
</file>