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4E06B" w14:textId="77777777" w:rsidR="00574CA5" w:rsidRDefault="00574CA5" w:rsidP="00574CA5">
      <w:pPr>
        <w:pStyle w:val="Sansinterligne"/>
      </w:pPr>
    </w:p>
    <w:tbl>
      <w:tblPr>
        <w:tblW w:w="1024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51"/>
        <w:gridCol w:w="6473"/>
        <w:gridCol w:w="1716"/>
      </w:tblGrid>
      <w:tr w:rsidR="00DF1AC6" w:rsidRPr="001D54B7" w14:paraId="60CA5325" w14:textId="77777777" w:rsidTr="007601C7">
        <w:trPr>
          <w:trHeight w:val="939"/>
        </w:trPr>
        <w:tc>
          <w:tcPr>
            <w:tcW w:w="20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D725824" w14:textId="10F4C9D0" w:rsidR="00DF1AC6" w:rsidRPr="001D54B7" w:rsidRDefault="00DF1AC6" w:rsidP="00DF1AC6">
            <w:pPr>
              <w:pStyle w:val="Sansinterligne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A8D">
              <w:rPr>
                <w:rFonts w:ascii="Courier New" w:hAnsi="Courier New" w:cs="Courier New"/>
                <w:b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19EEF978" wp14:editId="4DE7ABAA">
                  <wp:extent cx="1078689" cy="488950"/>
                  <wp:effectExtent l="0" t="0" r="7620" b="6350"/>
                  <wp:docPr id="1" name="Image 1" descr="Logo_Lyc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_Lyc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335" cy="502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67C0B413" w14:textId="77777777" w:rsidR="007601C7" w:rsidRDefault="007601C7" w:rsidP="007601C7">
            <w:pPr>
              <w:pStyle w:val="Sansinterligne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6F6D8F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Interaction entre l'homme et la machine </w:t>
            </w:r>
          </w:p>
          <w:p w14:paraId="46AC2CCD" w14:textId="57A87034" w:rsidR="00DF1AC6" w:rsidRPr="006F6D8F" w:rsidRDefault="007601C7" w:rsidP="007601C7">
            <w:pPr>
              <w:pStyle w:val="Sansinterligne"/>
              <w:jc w:val="center"/>
              <w:rPr>
                <w:rFonts w:asciiTheme="minorHAnsi" w:hAnsiTheme="minorHAnsi" w:cstheme="minorHAnsi"/>
                <w:b/>
                <w:sz w:val="36"/>
                <w:szCs w:val="36"/>
              </w:rPr>
            </w:pPr>
            <w:proofErr w:type="gramStart"/>
            <w:r w:rsidRPr="006F6D8F">
              <w:rPr>
                <w:rFonts w:asciiTheme="minorHAnsi" w:hAnsiTheme="minorHAnsi" w:cstheme="minorHAnsi"/>
                <w:b/>
                <w:sz w:val="32"/>
                <w:szCs w:val="32"/>
              </w:rPr>
              <w:t>sur</w:t>
            </w:r>
            <w:proofErr w:type="gramEnd"/>
            <w:r w:rsidRPr="006F6D8F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le Web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</w:tcPr>
          <w:p w14:paraId="563F9880" w14:textId="77777777" w:rsidR="00DF1AC6" w:rsidRPr="001D54B7" w:rsidRDefault="00DF1AC6" w:rsidP="000F4914">
            <w:pPr>
              <w:pStyle w:val="Sansinterlign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4F55B5F2" wp14:editId="45EF0805">
                  <wp:extent cx="776714" cy="927100"/>
                  <wp:effectExtent l="0" t="0" r="4445" b="6350"/>
                  <wp:docPr id="2" name="Image 2" descr="logo%20ac%20orl%E9ans%20tou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 descr="logo%20ac%20orl%E9ans%20tou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313" cy="933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665920" behindDoc="0" locked="0" layoutInCell="1" allowOverlap="1" wp14:anchorId="6315D9F4" wp14:editId="58575F19">
                  <wp:simplePos x="0" y="0"/>
                  <wp:positionH relativeFrom="column">
                    <wp:posOffset>5685790</wp:posOffset>
                  </wp:positionH>
                  <wp:positionV relativeFrom="paragraph">
                    <wp:posOffset>1063625</wp:posOffset>
                  </wp:positionV>
                  <wp:extent cx="1294130" cy="635635"/>
                  <wp:effectExtent l="0" t="0" r="1270" b="0"/>
                  <wp:wrapNone/>
                  <wp:docPr id="92" name="Image 3" descr="Description : Description : Description : p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 descr="Description : Description : Description : p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664896" behindDoc="0" locked="0" layoutInCell="1" allowOverlap="1" wp14:anchorId="2AE82CC8" wp14:editId="280AC14F">
                  <wp:simplePos x="0" y="0"/>
                  <wp:positionH relativeFrom="column">
                    <wp:posOffset>5685790</wp:posOffset>
                  </wp:positionH>
                  <wp:positionV relativeFrom="paragraph">
                    <wp:posOffset>1063625</wp:posOffset>
                  </wp:positionV>
                  <wp:extent cx="1294130" cy="635635"/>
                  <wp:effectExtent l="0" t="0" r="1270" b="0"/>
                  <wp:wrapNone/>
                  <wp:docPr id="91" name="Image 2" descr="Description : Description : Description : p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Description : Description : Description : p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F1AC6" w:rsidRPr="001D54B7" w14:paraId="6369006B" w14:textId="77777777" w:rsidTr="007601C7">
        <w:trPr>
          <w:trHeight w:val="684"/>
        </w:trPr>
        <w:tc>
          <w:tcPr>
            <w:tcW w:w="205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CE49AD1" w14:textId="0F770AD6" w:rsidR="00DF1AC6" w:rsidRPr="00E06904" w:rsidRDefault="00E06904" w:rsidP="000F4914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06904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RDOC1</w:t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79141EBC" w14:textId="7420432D" w:rsidR="00DF1AC6" w:rsidRPr="007601C7" w:rsidRDefault="007601C7" w:rsidP="000F4914">
            <w:pPr>
              <w:pStyle w:val="Sansinterligne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7601C7">
              <w:rPr>
                <w:rFonts w:asciiTheme="minorHAnsi" w:hAnsiTheme="minorHAnsi" w:cstheme="minorHAnsi"/>
                <w:b/>
                <w:sz w:val="26"/>
                <w:szCs w:val="26"/>
              </w:rPr>
              <w:t>Navigateur, HTML, CSS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13EC1832" w14:textId="77777777" w:rsidR="00DF1AC6" w:rsidRPr="001D54B7" w:rsidRDefault="00DF1AC6" w:rsidP="000F4914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41E2EF" w14:textId="2CB2E865" w:rsidR="00CA2CE2" w:rsidRPr="00574CA5" w:rsidRDefault="00CA2CE2" w:rsidP="00CA2CE2">
      <w:pPr>
        <w:pStyle w:val="Sansinterligne"/>
      </w:pPr>
    </w:p>
    <w:p w14:paraId="398114DB" w14:textId="22BA804B" w:rsidR="00FA1160" w:rsidRDefault="00FA1160" w:rsidP="00FA1160">
      <w:pPr>
        <w:pStyle w:val="Sansinterligne"/>
        <w:rPr>
          <w:b/>
          <w:bCs/>
          <w:sz w:val="24"/>
          <w:szCs w:val="24"/>
        </w:rPr>
      </w:pPr>
    </w:p>
    <w:p w14:paraId="2E3645D8" w14:textId="77777777" w:rsidR="007601C7" w:rsidRDefault="007601C7" w:rsidP="00FA1160">
      <w:pPr>
        <w:pStyle w:val="Sansinterligne"/>
        <w:rPr>
          <w:b/>
          <w:bCs/>
          <w:sz w:val="24"/>
          <w:szCs w:val="24"/>
        </w:rPr>
      </w:pPr>
    </w:p>
    <w:p w14:paraId="6A8D2971" w14:textId="2E1EA240" w:rsidR="00574CA5" w:rsidRPr="00FA1160" w:rsidRDefault="00574CA5" w:rsidP="00FA1160">
      <w:pPr>
        <w:pStyle w:val="Sansinterligne"/>
        <w:rPr>
          <w:b/>
          <w:bCs/>
          <w:sz w:val="24"/>
          <w:szCs w:val="24"/>
        </w:rPr>
      </w:pPr>
      <w:r w:rsidRPr="00FA1160">
        <w:rPr>
          <w:b/>
          <w:bCs/>
          <w:sz w:val="24"/>
          <w:szCs w:val="24"/>
        </w:rPr>
        <w:t>Travail demandé</w:t>
      </w:r>
    </w:p>
    <w:p w14:paraId="4CD0B73A" w14:textId="35C67802" w:rsidR="007601C7" w:rsidRPr="007601C7" w:rsidRDefault="00000000" w:rsidP="007601C7">
      <w:pPr>
        <w:pStyle w:val="Sansinterligne"/>
        <w:ind w:right="-24"/>
        <w:rPr>
          <w:rFonts w:asciiTheme="minorHAnsi" w:hAnsiTheme="minorHAnsi"/>
        </w:rPr>
      </w:pPr>
      <w:r>
        <w:rPr>
          <w:rFonts w:asciiTheme="minorHAnsi" w:hAnsiTheme="minorHAnsi"/>
        </w:rPr>
        <w:pict w14:anchorId="67E4CAF5">
          <v:rect id="_x0000_i1027" style="width:0;height:1.5pt" o:hralign="center" o:bullet="t" o:hrstd="t" o:hr="t" fillcolor="#a0a0a0" stroked="f"/>
        </w:pict>
      </w:r>
      <w:r w:rsidR="007601C7" w:rsidRPr="00FA1160"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CA0889C" wp14:editId="3B4D67D8">
                <wp:simplePos x="0" y="0"/>
                <wp:positionH relativeFrom="column">
                  <wp:posOffset>-50800</wp:posOffset>
                </wp:positionH>
                <wp:positionV relativeFrom="paragraph">
                  <wp:posOffset>163195</wp:posOffset>
                </wp:positionV>
                <wp:extent cx="1098550" cy="1212850"/>
                <wp:effectExtent l="0" t="0" r="0" b="63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8550" cy="1212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0AF1B2" w14:textId="7198E154" w:rsidR="00DF1AC6" w:rsidRDefault="005F59DD" w:rsidP="007601C7">
                            <w:pPr>
                              <w:pStyle w:val="Sansinterligne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992480" wp14:editId="2B662C54">
                                  <wp:extent cx="882650" cy="882650"/>
                                  <wp:effectExtent l="0" t="0" r="0" b="0"/>
                                  <wp:docPr id="1828185703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9477" cy="8994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4108707" w14:textId="7D2A67D0" w:rsidR="007601C7" w:rsidRDefault="007601C7" w:rsidP="007601C7">
                            <w:pPr>
                              <w:pStyle w:val="Sansinterligne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EDD9BDC" wp14:editId="76B12627">
                                  <wp:extent cx="798844" cy="220523"/>
                                  <wp:effectExtent l="0" t="0" r="1270" b="8255"/>
                                  <wp:docPr id="555495265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4705" cy="2249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A0889C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margin-left:-4pt;margin-top:12.85pt;width:86.5pt;height:95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" filled="f" stroked="f" strokeweight=".5pt">
                <v:textbox>
                  <w:txbxContent>
                    <w:p w14:paraId="5A0AF1B2" w14:textId="7198E154" w:rsidR="00DF1AC6" w:rsidRDefault="005F59DD" w:rsidP="007601C7">
                      <w:pPr>
                        <w:pStyle w:val="Sansinterligne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B992480" wp14:editId="2B662C54">
                            <wp:extent cx="882650" cy="882650"/>
                            <wp:effectExtent l="0" t="0" r="0" b="0"/>
                            <wp:docPr id="1828185703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99477" cy="8994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4108707" w14:textId="7D2A67D0" w:rsidR="007601C7" w:rsidRDefault="007601C7" w:rsidP="007601C7">
                      <w:pPr>
                        <w:pStyle w:val="Sansinterligne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EDD9BDC" wp14:editId="76B12627">
                            <wp:extent cx="798844" cy="220523"/>
                            <wp:effectExtent l="0" t="0" r="1270" b="8255"/>
                            <wp:docPr id="555495265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4705" cy="2249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FF40FE7" w14:textId="36D32EDB" w:rsidR="00160DB6" w:rsidRPr="007601C7" w:rsidRDefault="007601C7" w:rsidP="007601C7">
      <w:pPr>
        <w:pStyle w:val="Sansinterligne"/>
        <w:ind w:left="1701"/>
        <w:rPr>
          <w:sz w:val="20"/>
          <w:szCs w:val="20"/>
        </w:rPr>
      </w:pPr>
      <w:r w:rsidRPr="007601C7">
        <w:rPr>
          <w:b/>
          <w:sz w:val="20"/>
          <w:szCs w:val="20"/>
        </w:rPr>
        <w:t>Réalisez</w:t>
      </w:r>
      <w:r w:rsidRPr="007601C7">
        <w:rPr>
          <w:sz w:val="20"/>
          <w:szCs w:val="20"/>
        </w:rPr>
        <w:t xml:space="preserve"> des recherches documentaires afin de répondre aux questions ci-dessous. Ce travail sera évalué sous forme de </w:t>
      </w:r>
      <w:r w:rsidRPr="00C06756">
        <w:rPr>
          <w:b/>
          <w:bCs/>
          <w:sz w:val="20"/>
          <w:szCs w:val="20"/>
        </w:rPr>
        <w:t>QCM</w:t>
      </w:r>
      <w:r w:rsidRPr="007601C7">
        <w:rPr>
          <w:sz w:val="20"/>
          <w:szCs w:val="20"/>
        </w:rPr>
        <w:t xml:space="preserve">. </w:t>
      </w:r>
      <w:r w:rsidRPr="007601C7">
        <w:rPr>
          <w:b/>
          <w:sz w:val="20"/>
          <w:szCs w:val="20"/>
        </w:rPr>
        <w:t>Rédigez</w:t>
      </w:r>
      <w:r w:rsidRPr="007601C7">
        <w:rPr>
          <w:sz w:val="20"/>
          <w:szCs w:val="20"/>
        </w:rPr>
        <w:t xml:space="preserve"> un compte rendu numérique, en respectant les consignes de présentation indiquées dans le document accessible ici : </w:t>
      </w:r>
      <w:hyperlink r:id="rId13" w:history="1">
        <w:r w:rsidR="00763F8E" w:rsidRPr="00BC5E9E">
          <w:rPr>
            <w:rStyle w:val="Lienhypertexte"/>
            <w:rFonts w:asciiTheme="minorHAnsi" w:hAnsiTheme="minorHAnsi" w:cstheme="minorHAnsi"/>
            <w:sz w:val="20"/>
            <w:szCs w:val="20"/>
            <w:shd w:val="clear" w:color="auto" w:fill="FFFFFF"/>
          </w:rPr>
          <w:t>https://bit.ly/3Qxp6pf</w:t>
        </w:r>
      </w:hyperlink>
    </w:p>
    <w:p w14:paraId="2A9BB82A" w14:textId="77777777" w:rsidR="007601C7" w:rsidRPr="007601C7" w:rsidRDefault="007601C7" w:rsidP="007601C7">
      <w:pPr>
        <w:pStyle w:val="Sansinterligne"/>
        <w:ind w:left="1701"/>
        <w:rPr>
          <w:sz w:val="18"/>
          <w:szCs w:val="18"/>
        </w:rPr>
      </w:pPr>
    </w:p>
    <w:p w14:paraId="5970CCA8" w14:textId="521F50B6" w:rsidR="008D5F81" w:rsidRDefault="008D5F81" w:rsidP="007601C7">
      <w:pPr>
        <w:pStyle w:val="Sansinterligne"/>
        <w:ind w:left="1701"/>
        <w:jc w:val="center"/>
        <w:rPr>
          <w:b/>
          <w:i/>
          <w:iCs/>
        </w:rPr>
      </w:pPr>
      <w:r w:rsidRPr="00160DB6">
        <w:rPr>
          <w:b/>
          <w:i/>
          <w:iCs/>
        </w:rPr>
        <w:t>Classe_Nom_Prénom_</w:t>
      </w:r>
      <w:r w:rsidR="00012EE6">
        <w:rPr>
          <w:b/>
          <w:i/>
          <w:iCs/>
        </w:rPr>
        <w:t>WEB_</w:t>
      </w:r>
      <w:r w:rsidRPr="00160DB6">
        <w:rPr>
          <w:b/>
          <w:i/>
          <w:iCs/>
        </w:rPr>
        <w:t>RD</w:t>
      </w:r>
      <w:r w:rsidR="00381CFB" w:rsidRPr="00160DB6">
        <w:rPr>
          <w:b/>
          <w:i/>
          <w:iCs/>
        </w:rPr>
        <w:t>OC</w:t>
      </w:r>
      <w:r w:rsidRPr="00160DB6">
        <w:rPr>
          <w:b/>
          <w:i/>
          <w:iCs/>
        </w:rPr>
        <w:t>1.pdf</w:t>
      </w:r>
    </w:p>
    <w:p w14:paraId="1F38C5FF" w14:textId="77777777" w:rsidR="007601C7" w:rsidRPr="007601C7" w:rsidRDefault="007601C7" w:rsidP="007601C7">
      <w:pPr>
        <w:pStyle w:val="Sansinterligne"/>
        <w:ind w:left="1701"/>
        <w:rPr>
          <w:b/>
          <w:i/>
          <w:iCs/>
          <w:sz w:val="20"/>
          <w:szCs w:val="20"/>
        </w:rPr>
      </w:pPr>
    </w:p>
    <w:p w14:paraId="7FCB18FE" w14:textId="0AB31DED" w:rsidR="00FA1160" w:rsidRPr="007601C7" w:rsidRDefault="007601C7" w:rsidP="007601C7">
      <w:pPr>
        <w:pStyle w:val="Sansinterligne"/>
        <w:ind w:left="1701"/>
        <w:rPr>
          <w:sz w:val="18"/>
          <w:szCs w:val="18"/>
        </w:rPr>
      </w:pPr>
      <w:r w:rsidRPr="007601C7">
        <w:rPr>
          <w:b/>
          <w:sz w:val="18"/>
          <w:szCs w:val="18"/>
          <w:u w:val="single"/>
        </w:rPr>
        <w:t>Remarques</w:t>
      </w:r>
      <w:r w:rsidRPr="007601C7">
        <w:rPr>
          <w:sz w:val="18"/>
          <w:szCs w:val="18"/>
        </w:rPr>
        <w:t xml:space="preserve"> : La qualité de la présentation sera prise en compte dans la note des travaux pratiques. Les connaissances acquises seront réutilisées lors des TP</w:t>
      </w:r>
      <w:r w:rsidR="00763F8E">
        <w:rPr>
          <w:sz w:val="18"/>
          <w:szCs w:val="18"/>
        </w:rPr>
        <w:t>.</w:t>
      </w:r>
    </w:p>
    <w:p w14:paraId="7328FE53" w14:textId="759E4EA1" w:rsidR="008A20D0" w:rsidRDefault="00000000" w:rsidP="007601C7">
      <w:pPr>
        <w:pStyle w:val="Sansinterligne"/>
        <w:rPr>
          <w:rFonts w:asciiTheme="minorHAnsi" w:hAnsiTheme="minorHAnsi"/>
        </w:rPr>
      </w:pPr>
      <w:r>
        <w:rPr>
          <w:rFonts w:asciiTheme="minorHAnsi" w:hAnsiTheme="minorHAnsi"/>
        </w:rPr>
        <w:pict w14:anchorId="1FD97D08">
          <v:rect id="_x0000_i1028" style="width:0;height:1.5pt" o:hralign="center" o:bullet="t" o:hrstd="t" o:hr="t" fillcolor="#a0a0a0" stroked="f"/>
        </w:pict>
      </w:r>
    </w:p>
    <w:p w14:paraId="1BC8C8C8" w14:textId="77777777" w:rsidR="007601C7" w:rsidRDefault="007601C7" w:rsidP="007601C7">
      <w:pPr>
        <w:pStyle w:val="Sansinterligne"/>
      </w:pPr>
    </w:p>
    <w:p w14:paraId="3514367D" w14:textId="77777777" w:rsidR="007601C7" w:rsidRDefault="007601C7" w:rsidP="007601C7">
      <w:pPr>
        <w:pStyle w:val="Sansinterligne"/>
      </w:pPr>
    </w:p>
    <w:p w14:paraId="05D4CDAC" w14:textId="77777777" w:rsidR="007601C7" w:rsidRPr="002D1B8D" w:rsidRDefault="007601C7" w:rsidP="007601C7">
      <w:pPr>
        <w:pStyle w:val="Sansinterligne"/>
      </w:pPr>
    </w:p>
    <w:p w14:paraId="1A424C7C" w14:textId="037779AE" w:rsidR="00574CA5" w:rsidRPr="00D87D27" w:rsidRDefault="00EA5C49" w:rsidP="00D87D27">
      <w:pPr>
        <w:pStyle w:val="Sansinterligne"/>
        <w:numPr>
          <w:ilvl w:val="0"/>
          <w:numId w:val="8"/>
        </w:numPr>
        <w:ind w:left="284"/>
        <w:rPr>
          <w:rFonts w:asciiTheme="minorHAnsi" w:hAnsiTheme="minorHAnsi"/>
          <w:b/>
        </w:rPr>
      </w:pPr>
      <w:r w:rsidRPr="00D87D2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08067D" wp14:editId="4DED8FD9">
                <wp:simplePos x="0" y="0"/>
                <wp:positionH relativeFrom="column">
                  <wp:posOffset>5074920</wp:posOffset>
                </wp:positionH>
                <wp:positionV relativeFrom="paragraph">
                  <wp:posOffset>13970</wp:posOffset>
                </wp:positionV>
                <wp:extent cx="2011680" cy="1151907"/>
                <wp:effectExtent l="0" t="0" r="127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1680" cy="11519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CAAFC" w14:textId="77777777" w:rsidR="00574CA5" w:rsidRPr="001464BA" w:rsidRDefault="00574CA5" w:rsidP="00574CA5">
                            <w:r w:rsidRPr="001464BA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55FD58B4" wp14:editId="7340CDB3">
                                  <wp:extent cx="1441124" cy="1045029"/>
                                  <wp:effectExtent l="0" t="0" r="6985" b="3175"/>
                                  <wp:docPr id="4" name="Image 4" descr="C:\Users\Philippe\Desktop\intr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Philippe\Desktop\intr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3315" cy="10466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8067D" id="Zone de texte 3" o:spid="_x0000_s1027" type="#_x0000_t202" style="position:absolute;left:0;text-align:left;margin-left:399.6pt;margin-top:1.1pt;width:158.4pt;height:90.7pt;z-index:2516577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" fillcolor="white [3201]" stroked="f" strokeweight=".5pt">
                <v:textbox>
                  <w:txbxContent>
                    <w:p w14:paraId="730CAAFC" w14:textId="77777777" w:rsidR="00574CA5" w:rsidRPr="001464BA" w:rsidRDefault="00574CA5" w:rsidP="00574CA5">
                      <w:r w:rsidRPr="001464BA"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55FD58B4" wp14:editId="7340CDB3">
                            <wp:extent cx="1441124" cy="1045029"/>
                            <wp:effectExtent l="0" t="0" r="6985" b="3175"/>
                            <wp:docPr id="4" name="Image 4" descr="C:\Users\Philippe\Desktop\intr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Philippe\Desktop\intr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43315" cy="10466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87D27">
        <w:rPr>
          <w:rFonts w:asciiTheme="minorHAnsi" w:hAnsiTheme="minorHAnsi"/>
          <w:b/>
        </w:rPr>
        <w:t>Le</w:t>
      </w:r>
      <w:r w:rsidR="004B1DC0" w:rsidRPr="00D87D27">
        <w:rPr>
          <w:rFonts w:asciiTheme="minorHAnsi" w:hAnsiTheme="minorHAnsi"/>
          <w:b/>
        </w:rPr>
        <w:t xml:space="preserve"> </w:t>
      </w:r>
      <w:r w:rsidR="00574CA5" w:rsidRPr="00D87D27">
        <w:rPr>
          <w:rFonts w:asciiTheme="minorHAnsi" w:hAnsiTheme="minorHAnsi"/>
          <w:b/>
        </w:rPr>
        <w:t>navigateur</w:t>
      </w:r>
    </w:p>
    <w:p w14:paraId="7C7CF71A" w14:textId="77777777" w:rsidR="00574CA5" w:rsidRPr="00CD21BA" w:rsidRDefault="00C30FC9" w:rsidP="006229AA">
      <w:pPr>
        <w:pStyle w:val="Sansinterligne"/>
        <w:ind w:left="426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1</w:t>
      </w:r>
      <w:r w:rsidR="00AA3C44">
        <w:rPr>
          <w:rFonts w:asciiTheme="minorHAnsi" w:hAnsiTheme="minorHAnsi" w:cs="Arial"/>
          <w:b/>
          <w:sz w:val="20"/>
          <w:szCs w:val="20"/>
        </w:rPr>
        <w:t>.</w:t>
      </w:r>
      <w:r w:rsidR="00574CA5" w:rsidRPr="00CD21BA">
        <w:rPr>
          <w:rFonts w:asciiTheme="minorHAnsi" w:hAnsiTheme="minorHAnsi" w:cs="Arial"/>
          <w:sz w:val="20"/>
          <w:szCs w:val="20"/>
        </w:rPr>
        <w:t xml:space="preserve"> Qu’est-ce qu’un navigateur Web ?</w:t>
      </w:r>
    </w:p>
    <w:p w14:paraId="61209A47" w14:textId="77777777" w:rsidR="00574CA5" w:rsidRPr="00CD21BA" w:rsidRDefault="00C30FC9" w:rsidP="006229AA">
      <w:pPr>
        <w:pStyle w:val="Sansinterligne"/>
        <w:ind w:left="426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2</w:t>
      </w:r>
      <w:r w:rsidR="00AA3C44">
        <w:rPr>
          <w:rFonts w:asciiTheme="minorHAnsi" w:hAnsiTheme="minorHAnsi" w:cs="Arial"/>
          <w:b/>
          <w:sz w:val="20"/>
          <w:szCs w:val="20"/>
        </w:rPr>
        <w:t>.</w:t>
      </w:r>
      <w:r w:rsidR="00574CA5" w:rsidRPr="00CD21BA">
        <w:rPr>
          <w:rFonts w:asciiTheme="minorHAnsi" w:hAnsiTheme="minorHAnsi" w:cs="Arial"/>
          <w:sz w:val="20"/>
          <w:szCs w:val="20"/>
        </w:rPr>
        <w:t xml:space="preserve"> De quoi se compose un navigateur Web ?</w:t>
      </w:r>
    </w:p>
    <w:p w14:paraId="3ACB7D1F" w14:textId="77777777" w:rsidR="00574CA5" w:rsidRPr="00CD21BA" w:rsidRDefault="00C30FC9" w:rsidP="006229AA">
      <w:pPr>
        <w:pStyle w:val="Sansinterligne"/>
        <w:ind w:left="426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3</w:t>
      </w:r>
      <w:r w:rsidR="00AA3C44">
        <w:rPr>
          <w:rFonts w:asciiTheme="minorHAnsi" w:hAnsiTheme="minorHAnsi" w:cs="Arial"/>
          <w:b/>
          <w:sz w:val="20"/>
          <w:szCs w:val="20"/>
        </w:rPr>
        <w:t>.</w:t>
      </w:r>
      <w:r w:rsidR="00574CA5" w:rsidRPr="00CD21BA">
        <w:rPr>
          <w:rFonts w:asciiTheme="minorHAnsi" w:hAnsiTheme="minorHAnsi" w:cs="Arial"/>
          <w:sz w:val="20"/>
          <w:szCs w:val="20"/>
        </w:rPr>
        <w:t xml:space="preserve"> Qu’</w:t>
      </w:r>
      <w:r w:rsidR="004B1DC0">
        <w:rPr>
          <w:rFonts w:asciiTheme="minorHAnsi" w:hAnsiTheme="minorHAnsi" w:cs="Arial"/>
          <w:sz w:val="20"/>
          <w:szCs w:val="20"/>
        </w:rPr>
        <w:t>appelle</w:t>
      </w:r>
      <w:r w:rsidR="003F150B">
        <w:rPr>
          <w:rFonts w:asciiTheme="minorHAnsi" w:hAnsiTheme="minorHAnsi" w:cs="Arial"/>
          <w:sz w:val="20"/>
          <w:szCs w:val="20"/>
        </w:rPr>
        <w:t>-t-</w:t>
      </w:r>
      <w:r w:rsidR="004B1DC0">
        <w:rPr>
          <w:rFonts w:asciiTheme="minorHAnsi" w:hAnsiTheme="minorHAnsi" w:cs="Arial"/>
          <w:sz w:val="20"/>
          <w:szCs w:val="20"/>
        </w:rPr>
        <w:t xml:space="preserve">on </w:t>
      </w:r>
      <w:r w:rsidR="00DB20FD">
        <w:rPr>
          <w:rFonts w:asciiTheme="minorHAnsi" w:hAnsiTheme="minorHAnsi" w:cs="Arial"/>
          <w:sz w:val="20"/>
          <w:szCs w:val="20"/>
        </w:rPr>
        <w:t>"</w:t>
      </w:r>
      <w:r w:rsidR="004B1DC0">
        <w:rPr>
          <w:rFonts w:asciiTheme="minorHAnsi" w:hAnsiTheme="minorHAnsi" w:cs="Arial"/>
          <w:sz w:val="20"/>
          <w:szCs w:val="20"/>
        </w:rPr>
        <w:t>standards du Web</w:t>
      </w:r>
      <w:r w:rsidR="00DB20FD">
        <w:rPr>
          <w:rFonts w:asciiTheme="minorHAnsi" w:hAnsiTheme="minorHAnsi" w:cs="Arial"/>
          <w:sz w:val="20"/>
          <w:szCs w:val="20"/>
        </w:rPr>
        <w:t>"</w:t>
      </w:r>
      <w:r w:rsidR="001B317E">
        <w:rPr>
          <w:rFonts w:asciiTheme="minorHAnsi" w:hAnsiTheme="minorHAnsi" w:cs="Arial"/>
          <w:sz w:val="20"/>
          <w:szCs w:val="20"/>
        </w:rPr>
        <w:t xml:space="preserve"> </w:t>
      </w:r>
      <w:r w:rsidR="00574CA5" w:rsidRPr="00CD21BA">
        <w:rPr>
          <w:rFonts w:asciiTheme="minorHAnsi" w:hAnsiTheme="minorHAnsi" w:cs="Arial"/>
          <w:sz w:val="20"/>
          <w:szCs w:val="20"/>
        </w:rPr>
        <w:t>?</w:t>
      </w:r>
    </w:p>
    <w:p w14:paraId="2B8BD43F" w14:textId="31CD2735" w:rsidR="00574CA5" w:rsidRPr="00CD21BA" w:rsidRDefault="00C30FC9" w:rsidP="006229AA">
      <w:pPr>
        <w:pStyle w:val="Sansinterligne"/>
        <w:ind w:left="426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4</w:t>
      </w:r>
      <w:r w:rsidR="00AA3C44">
        <w:rPr>
          <w:rFonts w:asciiTheme="minorHAnsi" w:hAnsiTheme="minorHAnsi" w:cs="Arial"/>
          <w:b/>
          <w:sz w:val="20"/>
          <w:szCs w:val="20"/>
        </w:rPr>
        <w:t>.</w:t>
      </w:r>
      <w:r w:rsidR="00574CA5" w:rsidRPr="00CD21BA">
        <w:rPr>
          <w:rFonts w:asciiTheme="minorHAnsi" w:hAnsiTheme="minorHAnsi" w:cs="Arial"/>
          <w:sz w:val="20"/>
          <w:szCs w:val="20"/>
        </w:rPr>
        <w:t xml:space="preserve"> Qu’appelle</w:t>
      </w:r>
      <w:r w:rsidR="003F150B">
        <w:rPr>
          <w:rFonts w:asciiTheme="minorHAnsi" w:hAnsiTheme="minorHAnsi" w:cs="Arial"/>
          <w:sz w:val="20"/>
          <w:szCs w:val="20"/>
        </w:rPr>
        <w:t>-t-</w:t>
      </w:r>
      <w:r w:rsidR="00574CA5" w:rsidRPr="00CD21BA">
        <w:rPr>
          <w:rFonts w:asciiTheme="minorHAnsi" w:hAnsiTheme="minorHAnsi" w:cs="Arial"/>
          <w:sz w:val="20"/>
          <w:szCs w:val="20"/>
        </w:rPr>
        <w:t xml:space="preserve">on </w:t>
      </w:r>
      <w:r w:rsidR="00DB20FD">
        <w:rPr>
          <w:rFonts w:asciiTheme="minorHAnsi" w:hAnsiTheme="minorHAnsi" w:cs="Arial"/>
          <w:sz w:val="20"/>
          <w:szCs w:val="20"/>
        </w:rPr>
        <w:t>"</w:t>
      </w:r>
      <w:r w:rsidR="00574CA5" w:rsidRPr="00CD21BA">
        <w:rPr>
          <w:rFonts w:asciiTheme="minorHAnsi" w:hAnsiTheme="minorHAnsi" w:cs="Arial"/>
          <w:sz w:val="20"/>
          <w:szCs w:val="20"/>
        </w:rPr>
        <w:t>interface utilisateur</w:t>
      </w:r>
      <w:r w:rsidR="00160DB6">
        <w:rPr>
          <w:rFonts w:asciiTheme="minorHAnsi" w:hAnsiTheme="minorHAnsi" w:cs="Arial"/>
          <w:sz w:val="20"/>
          <w:szCs w:val="20"/>
        </w:rPr>
        <w:t xml:space="preserve"> Web</w:t>
      </w:r>
      <w:r w:rsidR="00DB20FD">
        <w:rPr>
          <w:rFonts w:asciiTheme="minorHAnsi" w:hAnsiTheme="minorHAnsi" w:cs="Arial"/>
          <w:sz w:val="20"/>
          <w:szCs w:val="20"/>
        </w:rPr>
        <w:t>"</w:t>
      </w:r>
      <w:r w:rsidR="00574CA5" w:rsidRPr="00CD21BA">
        <w:rPr>
          <w:rFonts w:asciiTheme="minorHAnsi" w:hAnsiTheme="minorHAnsi" w:cs="Arial"/>
          <w:sz w:val="20"/>
          <w:szCs w:val="20"/>
        </w:rPr>
        <w:t xml:space="preserve"> ?</w:t>
      </w:r>
    </w:p>
    <w:p w14:paraId="2E5A4164" w14:textId="77777777" w:rsidR="00574CA5" w:rsidRPr="00CD21BA" w:rsidRDefault="00C30FC9" w:rsidP="006229AA">
      <w:pPr>
        <w:pStyle w:val="Sansinterligne"/>
        <w:ind w:left="426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5</w:t>
      </w:r>
      <w:r w:rsidR="00AA3C44">
        <w:rPr>
          <w:rFonts w:asciiTheme="minorHAnsi" w:hAnsiTheme="minorHAnsi" w:cs="Arial"/>
          <w:b/>
          <w:sz w:val="20"/>
          <w:szCs w:val="20"/>
        </w:rPr>
        <w:t>.</w:t>
      </w:r>
      <w:r w:rsidR="00574CA5" w:rsidRPr="00CD21BA">
        <w:rPr>
          <w:rFonts w:asciiTheme="minorHAnsi" w:hAnsiTheme="minorHAnsi" w:cs="Arial"/>
          <w:sz w:val="20"/>
          <w:szCs w:val="20"/>
        </w:rPr>
        <w:t xml:space="preserve"> Qu’appelle</w:t>
      </w:r>
      <w:r w:rsidR="003F150B">
        <w:rPr>
          <w:rFonts w:asciiTheme="minorHAnsi" w:hAnsiTheme="minorHAnsi" w:cs="Arial"/>
          <w:sz w:val="20"/>
          <w:szCs w:val="20"/>
        </w:rPr>
        <w:t>-t-</w:t>
      </w:r>
      <w:r w:rsidR="00574CA5" w:rsidRPr="00CD21BA">
        <w:rPr>
          <w:rFonts w:asciiTheme="minorHAnsi" w:hAnsiTheme="minorHAnsi" w:cs="Arial"/>
          <w:sz w:val="20"/>
          <w:szCs w:val="20"/>
        </w:rPr>
        <w:t xml:space="preserve">on </w:t>
      </w:r>
      <w:r w:rsidR="00DB20FD">
        <w:rPr>
          <w:rFonts w:asciiTheme="minorHAnsi" w:hAnsiTheme="minorHAnsi" w:cs="Arial"/>
          <w:sz w:val="20"/>
          <w:szCs w:val="20"/>
        </w:rPr>
        <w:t>"</w:t>
      </w:r>
      <w:r w:rsidR="00574CA5" w:rsidRPr="00CD21BA">
        <w:rPr>
          <w:rFonts w:asciiTheme="minorHAnsi" w:hAnsiTheme="minorHAnsi" w:cs="Arial"/>
          <w:sz w:val="20"/>
          <w:szCs w:val="20"/>
        </w:rPr>
        <w:t>plug</w:t>
      </w:r>
      <w:r w:rsidR="003F150B">
        <w:rPr>
          <w:rFonts w:asciiTheme="minorHAnsi" w:hAnsiTheme="minorHAnsi" w:cs="Arial"/>
          <w:sz w:val="20"/>
          <w:szCs w:val="20"/>
        </w:rPr>
        <w:t>-</w:t>
      </w:r>
      <w:r w:rsidR="00574CA5" w:rsidRPr="00CD21BA">
        <w:rPr>
          <w:rFonts w:asciiTheme="minorHAnsi" w:hAnsiTheme="minorHAnsi" w:cs="Arial"/>
          <w:sz w:val="20"/>
          <w:szCs w:val="20"/>
        </w:rPr>
        <w:t>in</w:t>
      </w:r>
      <w:r w:rsidR="00DB20FD">
        <w:rPr>
          <w:rFonts w:asciiTheme="minorHAnsi" w:hAnsiTheme="minorHAnsi" w:cs="Arial"/>
          <w:sz w:val="20"/>
          <w:szCs w:val="20"/>
        </w:rPr>
        <w:t>"</w:t>
      </w:r>
      <w:r w:rsidR="00574CA5" w:rsidRPr="00CD21BA">
        <w:rPr>
          <w:rFonts w:asciiTheme="minorHAnsi" w:hAnsiTheme="minorHAnsi" w:cs="Arial"/>
          <w:sz w:val="20"/>
          <w:szCs w:val="20"/>
        </w:rPr>
        <w:t xml:space="preserve"> ?</w:t>
      </w:r>
    </w:p>
    <w:p w14:paraId="3970D3BB" w14:textId="77777777" w:rsidR="00160DB6" w:rsidRDefault="008B213C" w:rsidP="006229AA">
      <w:pPr>
        <w:pStyle w:val="Sansinterligne"/>
        <w:ind w:left="426" w:right="2669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6</w:t>
      </w:r>
      <w:r w:rsidR="00AA3C44">
        <w:rPr>
          <w:rFonts w:asciiTheme="minorHAnsi" w:hAnsiTheme="minorHAnsi"/>
          <w:b/>
          <w:sz w:val="20"/>
          <w:szCs w:val="20"/>
        </w:rPr>
        <w:t>.</w:t>
      </w:r>
      <w:r w:rsidRPr="00CD21BA">
        <w:rPr>
          <w:rFonts w:asciiTheme="minorHAnsi" w:hAnsiTheme="minorHAnsi"/>
          <w:sz w:val="20"/>
          <w:szCs w:val="20"/>
        </w:rPr>
        <w:t xml:space="preserve"> Quelle est l’utilité d’un navigateur</w:t>
      </w:r>
      <w:r w:rsidR="00160DB6">
        <w:rPr>
          <w:rFonts w:asciiTheme="minorHAnsi" w:hAnsiTheme="minorHAnsi"/>
          <w:sz w:val="20"/>
          <w:szCs w:val="20"/>
        </w:rPr>
        <w:t xml:space="preserve"> Web</w:t>
      </w:r>
      <w:r w:rsidRPr="00CD21BA">
        <w:rPr>
          <w:rFonts w:asciiTheme="minorHAnsi" w:hAnsiTheme="minorHAnsi"/>
          <w:sz w:val="20"/>
          <w:szCs w:val="20"/>
        </w:rPr>
        <w:t xml:space="preserve"> ? </w:t>
      </w:r>
    </w:p>
    <w:p w14:paraId="3409C65D" w14:textId="760BB021" w:rsidR="00160DB6" w:rsidRDefault="008B213C" w:rsidP="006229AA">
      <w:pPr>
        <w:pStyle w:val="Sansinterligne"/>
        <w:ind w:left="426" w:right="2669"/>
        <w:rPr>
          <w:rFonts w:asciiTheme="minorHAnsi" w:hAnsiTheme="minorHAnsi"/>
          <w:sz w:val="20"/>
          <w:szCs w:val="20"/>
        </w:rPr>
      </w:pPr>
      <w:r w:rsidRPr="00CD21BA">
        <w:rPr>
          <w:rFonts w:asciiTheme="minorHAnsi" w:hAnsiTheme="minorHAnsi"/>
          <w:sz w:val="20"/>
          <w:szCs w:val="20"/>
        </w:rPr>
        <w:t xml:space="preserve">Citez les navigateurs les plus utilisés actuellement (pour PC et pour mobile). </w:t>
      </w:r>
    </w:p>
    <w:p w14:paraId="18AC0E61" w14:textId="527D82A5" w:rsidR="008B213C" w:rsidRPr="00CD21BA" w:rsidRDefault="008B213C" w:rsidP="006229AA">
      <w:pPr>
        <w:pStyle w:val="Sansinterligne"/>
        <w:ind w:left="426" w:right="2669"/>
        <w:rPr>
          <w:rFonts w:asciiTheme="minorHAnsi" w:hAnsiTheme="minorHAnsi"/>
          <w:sz w:val="20"/>
          <w:szCs w:val="20"/>
        </w:rPr>
      </w:pPr>
      <w:r w:rsidRPr="00CD21BA">
        <w:rPr>
          <w:rFonts w:asciiTheme="minorHAnsi" w:hAnsiTheme="minorHAnsi"/>
          <w:sz w:val="20"/>
          <w:szCs w:val="20"/>
        </w:rPr>
        <w:t>Sur quel site peut-on comparer les fonctionnalités gérées par les différents navigateurs ?</w:t>
      </w:r>
    </w:p>
    <w:p w14:paraId="1BB05125" w14:textId="77777777" w:rsidR="00574CA5" w:rsidRPr="00CD21BA" w:rsidRDefault="00574CA5" w:rsidP="00DB20FD">
      <w:pPr>
        <w:pStyle w:val="Sansinterligne"/>
        <w:rPr>
          <w:rFonts w:asciiTheme="minorHAnsi" w:hAnsiTheme="minorHAnsi"/>
          <w:sz w:val="20"/>
          <w:szCs w:val="20"/>
        </w:rPr>
      </w:pPr>
    </w:p>
    <w:p w14:paraId="5625AADE" w14:textId="77777777" w:rsidR="00574CA5" w:rsidRPr="00CD21BA" w:rsidRDefault="00574CA5" w:rsidP="00574CA5">
      <w:pPr>
        <w:pStyle w:val="Sansinterligne"/>
        <w:rPr>
          <w:rFonts w:asciiTheme="minorHAnsi" w:hAnsiTheme="minorHAnsi"/>
        </w:rPr>
      </w:pPr>
    </w:p>
    <w:p w14:paraId="7E18E9DA" w14:textId="3A92F980" w:rsidR="00574CA5" w:rsidRPr="00D87D27" w:rsidRDefault="00D87D27" w:rsidP="00D87D27">
      <w:pPr>
        <w:pStyle w:val="Sansinterligne"/>
        <w:numPr>
          <w:ilvl w:val="0"/>
          <w:numId w:val="8"/>
        </w:numPr>
        <w:ind w:left="284"/>
        <w:rPr>
          <w:rFonts w:asciiTheme="minorHAnsi" w:hAnsiTheme="minorHAnsi"/>
          <w:b/>
        </w:rPr>
      </w:pPr>
      <w:r w:rsidRPr="00D87D27">
        <w:rPr>
          <w:rFonts w:asciiTheme="minorHAnsi" w:hAnsiTheme="minorHAnsi"/>
          <w:b/>
        </w:rPr>
        <w:t>Les</w:t>
      </w:r>
      <w:r w:rsidR="00CD21BA" w:rsidRPr="00D87D27">
        <w:rPr>
          <w:rFonts w:asciiTheme="minorHAnsi" w:hAnsiTheme="minorHAnsi"/>
          <w:b/>
        </w:rPr>
        <w:t xml:space="preserve"> technologies</w:t>
      </w:r>
      <w:r w:rsidR="001B3263">
        <w:rPr>
          <w:rFonts w:asciiTheme="minorHAnsi" w:hAnsiTheme="minorHAnsi"/>
          <w:b/>
        </w:rPr>
        <w:t xml:space="preserve"> du Web</w:t>
      </w:r>
    </w:p>
    <w:p w14:paraId="1CD03CEB" w14:textId="55756AFE" w:rsidR="00CD21BA" w:rsidRPr="00CD21BA" w:rsidRDefault="008B213C" w:rsidP="006229AA">
      <w:pPr>
        <w:pStyle w:val="Sansinterligne"/>
        <w:ind w:left="42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7</w:t>
      </w:r>
      <w:r w:rsidR="00AA3C44">
        <w:rPr>
          <w:rFonts w:asciiTheme="minorHAnsi" w:hAnsiTheme="minorHAnsi"/>
          <w:b/>
          <w:sz w:val="20"/>
          <w:szCs w:val="20"/>
        </w:rPr>
        <w:t>.</w:t>
      </w:r>
      <w:r w:rsidR="00CD21BA" w:rsidRPr="00CD21BA">
        <w:rPr>
          <w:rFonts w:asciiTheme="minorHAnsi" w:hAnsiTheme="minorHAnsi"/>
          <w:sz w:val="20"/>
          <w:szCs w:val="20"/>
        </w:rPr>
        <w:t xml:space="preserve"> Faites un </w:t>
      </w:r>
      <w:r w:rsidR="00697F9B">
        <w:rPr>
          <w:rFonts w:asciiTheme="minorHAnsi" w:hAnsiTheme="minorHAnsi"/>
          <w:sz w:val="20"/>
          <w:szCs w:val="20"/>
        </w:rPr>
        <w:t xml:space="preserve">bref </w:t>
      </w:r>
      <w:r w:rsidR="00CD21BA" w:rsidRPr="00CD21BA">
        <w:rPr>
          <w:rFonts w:asciiTheme="minorHAnsi" w:hAnsiTheme="minorHAnsi"/>
          <w:sz w:val="20"/>
          <w:szCs w:val="20"/>
        </w:rPr>
        <w:t xml:space="preserve">historique </w:t>
      </w:r>
      <w:r w:rsidR="00012EE6">
        <w:rPr>
          <w:rFonts w:asciiTheme="minorHAnsi" w:hAnsiTheme="minorHAnsi"/>
          <w:sz w:val="20"/>
          <w:szCs w:val="20"/>
        </w:rPr>
        <w:t>(entre 5 et 10 dates</w:t>
      </w:r>
      <w:r w:rsidR="00452CB0">
        <w:rPr>
          <w:rFonts w:asciiTheme="minorHAnsi" w:hAnsiTheme="minorHAnsi"/>
          <w:sz w:val="20"/>
          <w:szCs w:val="20"/>
        </w:rPr>
        <w:t xml:space="preserve"> marquantes</w:t>
      </w:r>
      <w:r w:rsidR="00012EE6">
        <w:rPr>
          <w:rFonts w:asciiTheme="minorHAnsi" w:hAnsiTheme="minorHAnsi"/>
          <w:sz w:val="20"/>
          <w:szCs w:val="20"/>
        </w:rPr>
        <w:t xml:space="preserve">) </w:t>
      </w:r>
      <w:r w:rsidR="00CD21BA" w:rsidRPr="00CD21BA">
        <w:rPr>
          <w:rFonts w:asciiTheme="minorHAnsi" w:hAnsiTheme="minorHAnsi"/>
          <w:sz w:val="20"/>
          <w:szCs w:val="20"/>
        </w:rPr>
        <w:t xml:space="preserve">de l’évolution du </w:t>
      </w:r>
      <w:r w:rsidR="003F150B">
        <w:rPr>
          <w:rFonts w:asciiTheme="minorHAnsi" w:hAnsiTheme="minorHAnsi"/>
          <w:sz w:val="20"/>
          <w:szCs w:val="20"/>
        </w:rPr>
        <w:t>W</w:t>
      </w:r>
      <w:r w:rsidR="00CD21BA" w:rsidRPr="00CD21BA">
        <w:rPr>
          <w:rFonts w:asciiTheme="minorHAnsi" w:hAnsiTheme="minorHAnsi"/>
          <w:sz w:val="20"/>
          <w:szCs w:val="20"/>
        </w:rPr>
        <w:t>eb</w:t>
      </w:r>
      <w:r w:rsidR="00F55936">
        <w:rPr>
          <w:rFonts w:asciiTheme="minorHAnsi" w:hAnsiTheme="minorHAnsi"/>
          <w:sz w:val="20"/>
          <w:szCs w:val="20"/>
        </w:rPr>
        <w:t>.</w:t>
      </w:r>
    </w:p>
    <w:p w14:paraId="7BBDCC6C" w14:textId="57D86C5D" w:rsidR="00CD21BA" w:rsidRDefault="00CD21BA" w:rsidP="006229AA">
      <w:pPr>
        <w:pStyle w:val="Sansinterligne"/>
        <w:ind w:left="42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8</w:t>
      </w:r>
      <w:r w:rsidR="00AA3C44">
        <w:rPr>
          <w:rFonts w:asciiTheme="minorHAnsi" w:hAnsiTheme="minorHAnsi"/>
          <w:b/>
          <w:sz w:val="20"/>
          <w:szCs w:val="20"/>
        </w:rPr>
        <w:t>.</w:t>
      </w:r>
      <w:r w:rsidRPr="00CD21BA">
        <w:rPr>
          <w:rFonts w:asciiTheme="minorHAnsi" w:hAnsiTheme="minorHAnsi"/>
          <w:sz w:val="20"/>
          <w:szCs w:val="20"/>
        </w:rPr>
        <w:t xml:space="preserve"> Que signifie </w:t>
      </w:r>
      <w:r w:rsidR="00160DB6">
        <w:rPr>
          <w:rFonts w:asciiTheme="minorHAnsi" w:hAnsiTheme="minorHAnsi"/>
          <w:sz w:val="20"/>
          <w:szCs w:val="20"/>
        </w:rPr>
        <w:t xml:space="preserve">le sigle </w:t>
      </w:r>
      <w:r w:rsidRPr="00CD21BA">
        <w:rPr>
          <w:rFonts w:asciiTheme="minorHAnsi" w:hAnsiTheme="minorHAnsi"/>
          <w:sz w:val="20"/>
          <w:szCs w:val="20"/>
        </w:rPr>
        <w:t xml:space="preserve">HTML ? Quel est </w:t>
      </w:r>
      <w:r w:rsidR="00160DB6">
        <w:rPr>
          <w:rFonts w:asciiTheme="minorHAnsi" w:hAnsiTheme="minorHAnsi"/>
          <w:sz w:val="20"/>
          <w:szCs w:val="20"/>
        </w:rPr>
        <w:t>le</w:t>
      </w:r>
      <w:r w:rsidRPr="00CD21BA">
        <w:rPr>
          <w:rFonts w:asciiTheme="minorHAnsi" w:hAnsiTheme="minorHAnsi"/>
          <w:sz w:val="20"/>
          <w:szCs w:val="20"/>
        </w:rPr>
        <w:t xml:space="preserve"> rôle </w:t>
      </w:r>
      <w:r w:rsidR="00160DB6">
        <w:rPr>
          <w:rFonts w:asciiTheme="minorHAnsi" w:hAnsiTheme="minorHAnsi"/>
          <w:sz w:val="20"/>
          <w:szCs w:val="20"/>
        </w:rPr>
        <w:t xml:space="preserve">de ce langage </w:t>
      </w:r>
      <w:r w:rsidRPr="00CD21BA">
        <w:rPr>
          <w:rFonts w:asciiTheme="minorHAnsi" w:hAnsiTheme="minorHAnsi"/>
          <w:sz w:val="20"/>
          <w:szCs w:val="20"/>
        </w:rPr>
        <w:t xml:space="preserve">? Quel est le </w:t>
      </w:r>
      <w:r w:rsidR="00160DB6">
        <w:rPr>
          <w:rFonts w:asciiTheme="minorHAnsi" w:hAnsiTheme="minorHAnsi"/>
          <w:sz w:val="20"/>
          <w:szCs w:val="20"/>
        </w:rPr>
        <w:t>sigle</w:t>
      </w:r>
      <w:r w:rsidRPr="00CD21BA">
        <w:rPr>
          <w:rFonts w:asciiTheme="minorHAnsi" w:hAnsiTheme="minorHAnsi"/>
          <w:sz w:val="20"/>
          <w:szCs w:val="20"/>
        </w:rPr>
        <w:t xml:space="preserve"> de sa dernière version ?</w:t>
      </w:r>
    </w:p>
    <w:p w14:paraId="3B584F42" w14:textId="24C20B06" w:rsidR="008B213C" w:rsidRDefault="00477D6D" w:rsidP="006229AA">
      <w:pPr>
        <w:pStyle w:val="Sansinterligne"/>
        <w:ind w:left="42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DB458A4" wp14:editId="05497FAC">
                <wp:simplePos x="0" y="0"/>
                <wp:positionH relativeFrom="column">
                  <wp:posOffset>5408930</wp:posOffset>
                </wp:positionH>
                <wp:positionV relativeFrom="paragraph">
                  <wp:posOffset>101600</wp:posOffset>
                </wp:positionV>
                <wp:extent cx="1383030" cy="925830"/>
                <wp:effectExtent l="0" t="0" r="7620" b="762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3030" cy="925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B80BCF" w14:textId="77777777" w:rsidR="00A412B6" w:rsidRDefault="00A412B6"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drawing>
                                <wp:inline distT="0" distB="0" distL="0" distR="0" wp14:anchorId="182043D7" wp14:editId="28D753AB">
                                  <wp:extent cx="1009578" cy="747251"/>
                                  <wp:effectExtent l="0" t="0" r="635" b="0"/>
                                  <wp:docPr id="12" name="Image 12" descr="C:\Users\Philippe\Desktop\golden-web-hosting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C:\Users\Philippe\Desktop\golden-web-hosting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9571" cy="74724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B458A4" id="Zone de texte 5" o:spid="_x0000_s1028" type="#_x0000_t202" style="position:absolute;left:0;text-align:left;margin-left:425.9pt;margin-top:8pt;width:108.9pt;height:72.9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" fillcolor="white [3201]" stroked="f" strokeweight=".5pt">
                <v:textbox>
                  <w:txbxContent>
                    <w:p w14:paraId="09B80BCF" w14:textId="77777777" w:rsidR="00A412B6" w:rsidRDefault="00A412B6"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fr-FR"/>
                        </w:rPr>
                        <w:drawing>
                          <wp:inline distT="0" distB="0" distL="0" distR="0" wp14:anchorId="182043D7" wp14:editId="28D753AB">
                            <wp:extent cx="1009578" cy="747251"/>
                            <wp:effectExtent l="0" t="0" r="635" b="0"/>
                            <wp:docPr id="12" name="Image 12" descr="C:\Users\Philippe\Desktop\golden-web-hosting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C:\Users\Philippe\Desktop\golden-web-hosting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9571" cy="74724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B213C">
        <w:rPr>
          <w:rFonts w:asciiTheme="minorHAnsi" w:hAnsiTheme="minorHAnsi"/>
          <w:b/>
          <w:sz w:val="20"/>
          <w:szCs w:val="20"/>
        </w:rPr>
        <w:t>9</w:t>
      </w:r>
      <w:r w:rsidR="00AA3C44">
        <w:rPr>
          <w:rFonts w:asciiTheme="minorHAnsi" w:hAnsiTheme="minorHAnsi"/>
          <w:b/>
          <w:sz w:val="20"/>
          <w:szCs w:val="20"/>
        </w:rPr>
        <w:t>.</w:t>
      </w:r>
      <w:r w:rsidR="008B213C" w:rsidRPr="00CD21BA">
        <w:rPr>
          <w:rFonts w:asciiTheme="minorHAnsi" w:hAnsiTheme="minorHAnsi"/>
          <w:sz w:val="20"/>
          <w:szCs w:val="20"/>
        </w:rPr>
        <w:t xml:space="preserve"> </w:t>
      </w:r>
      <w:r w:rsidR="00160DB6">
        <w:rPr>
          <w:rFonts w:asciiTheme="minorHAnsi" w:hAnsiTheme="minorHAnsi"/>
          <w:sz w:val="20"/>
          <w:szCs w:val="20"/>
        </w:rPr>
        <w:t>Qu’est-ce qu’une balise HTML ? De quoi se compose-t-elle</w:t>
      </w:r>
      <w:r w:rsidR="008B213C" w:rsidRPr="00CD21BA">
        <w:rPr>
          <w:rFonts w:asciiTheme="minorHAnsi" w:hAnsiTheme="minorHAnsi"/>
          <w:sz w:val="20"/>
          <w:szCs w:val="20"/>
        </w:rPr>
        <w:t xml:space="preserve"> ? </w:t>
      </w:r>
      <w:r w:rsidR="00160DB6">
        <w:rPr>
          <w:rFonts w:asciiTheme="minorHAnsi" w:hAnsiTheme="minorHAnsi"/>
          <w:sz w:val="20"/>
          <w:szCs w:val="20"/>
        </w:rPr>
        <w:t>Donner un exemple.</w:t>
      </w:r>
    </w:p>
    <w:p w14:paraId="45E572EA" w14:textId="62738D7C" w:rsidR="008B213C" w:rsidRPr="00CD21BA" w:rsidRDefault="008B213C" w:rsidP="006229AA">
      <w:pPr>
        <w:pStyle w:val="Sansinterligne"/>
        <w:ind w:left="42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10</w:t>
      </w:r>
      <w:r w:rsidR="00AA3C44">
        <w:rPr>
          <w:rFonts w:asciiTheme="minorHAnsi" w:hAnsiTheme="minorHAnsi"/>
          <w:b/>
          <w:sz w:val="20"/>
          <w:szCs w:val="20"/>
        </w:rPr>
        <w:t>.</w:t>
      </w:r>
      <w:r w:rsidRPr="00CD21BA">
        <w:rPr>
          <w:rFonts w:asciiTheme="minorHAnsi" w:hAnsiTheme="minorHAnsi"/>
          <w:sz w:val="20"/>
          <w:szCs w:val="20"/>
        </w:rPr>
        <w:t xml:space="preserve"> Qu</w:t>
      </w:r>
      <w:r w:rsidR="003F150B">
        <w:rPr>
          <w:rFonts w:asciiTheme="minorHAnsi" w:hAnsiTheme="minorHAnsi"/>
          <w:sz w:val="20"/>
          <w:szCs w:val="20"/>
        </w:rPr>
        <w:t>elle</w:t>
      </w:r>
      <w:r w:rsidRPr="00CD21BA">
        <w:rPr>
          <w:rFonts w:asciiTheme="minorHAnsi" w:hAnsiTheme="minorHAnsi"/>
          <w:sz w:val="20"/>
          <w:szCs w:val="20"/>
        </w:rPr>
        <w:t xml:space="preserve"> est l’utilité de l’attribut d’une balise HTML ?</w:t>
      </w:r>
      <w:r w:rsidR="007B0A2A">
        <w:rPr>
          <w:rFonts w:asciiTheme="minorHAnsi" w:hAnsiTheme="minorHAnsi"/>
          <w:sz w:val="20"/>
          <w:szCs w:val="20"/>
        </w:rPr>
        <w:t xml:space="preserve"> Donner un exemple.</w:t>
      </w:r>
    </w:p>
    <w:p w14:paraId="0E764FFB" w14:textId="7306DA04" w:rsidR="00CD21BA" w:rsidRDefault="008B213C" w:rsidP="007B0A2A">
      <w:pPr>
        <w:pStyle w:val="Sansinterligne"/>
        <w:ind w:left="426" w:right="2102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11</w:t>
      </w:r>
      <w:r w:rsidR="00AA3C44">
        <w:rPr>
          <w:rFonts w:asciiTheme="minorHAnsi" w:hAnsiTheme="minorHAnsi"/>
          <w:b/>
          <w:sz w:val="20"/>
          <w:szCs w:val="20"/>
        </w:rPr>
        <w:t>.</w:t>
      </w:r>
      <w:r w:rsidR="00CD21BA" w:rsidRPr="00CD21BA">
        <w:rPr>
          <w:rFonts w:asciiTheme="minorHAnsi" w:hAnsiTheme="minorHAnsi"/>
          <w:sz w:val="20"/>
          <w:szCs w:val="20"/>
        </w:rPr>
        <w:t xml:space="preserve"> Que signifie </w:t>
      </w:r>
      <w:r w:rsidR="007B0A2A">
        <w:rPr>
          <w:rFonts w:asciiTheme="minorHAnsi" w:hAnsiTheme="minorHAnsi"/>
          <w:sz w:val="20"/>
          <w:szCs w:val="20"/>
        </w:rPr>
        <w:t xml:space="preserve">le sigle </w:t>
      </w:r>
      <w:r w:rsidR="00CD21BA" w:rsidRPr="00CD21BA">
        <w:rPr>
          <w:rFonts w:asciiTheme="minorHAnsi" w:hAnsiTheme="minorHAnsi"/>
          <w:sz w:val="20"/>
          <w:szCs w:val="20"/>
        </w:rPr>
        <w:t xml:space="preserve">CSS ? </w:t>
      </w:r>
      <w:r w:rsidR="007B0A2A" w:rsidRPr="00CD21BA">
        <w:rPr>
          <w:rFonts w:asciiTheme="minorHAnsi" w:hAnsiTheme="minorHAnsi"/>
          <w:sz w:val="20"/>
          <w:szCs w:val="20"/>
        </w:rPr>
        <w:t xml:space="preserve">Quel est </w:t>
      </w:r>
      <w:r w:rsidR="007B0A2A">
        <w:rPr>
          <w:rFonts w:asciiTheme="minorHAnsi" w:hAnsiTheme="minorHAnsi"/>
          <w:sz w:val="20"/>
          <w:szCs w:val="20"/>
        </w:rPr>
        <w:t>le</w:t>
      </w:r>
      <w:r w:rsidR="007B0A2A" w:rsidRPr="00CD21BA">
        <w:rPr>
          <w:rFonts w:asciiTheme="minorHAnsi" w:hAnsiTheme="minorHAnsi"/>
          <w:sz w:val="20"/>
          <w:szCs w:val="20"/>
        </w:rPr>
        <w:t xml:space="preserve"> rôle </w:t>
      </w:r>
      <w:r w:rsidR="007B0A2A">
        <w:rPr>
          <w:rFonts w:asciiTheme="minorHAnsi" w:hAnsiTheme="minorHAnsi"/>
          <w:sz w:val="20"/>
          <w:szCs w:val="20"/>
        </w:rPr>
        <w:t>de ce langage</w:t>
      </w:r>
      <w:r w:rsidR="00CD21BA" w:rsidRPr="00CD21BA">
        <w:rPr>
          <w:rFonts w:asciiTheme="minorHAnsi" w:hAnsiTheme="minorHAnsi"/>
          <w:sz w:val="20"/>
          <w:szCs w:val="20"/>
        </w:rPr>
        <w:t xml:space="preserve"> ? Quel est le </w:t>
      </w:r>
      <w:r w:rsidR="007B0A2A">
        <w:rPr>
          <w:rFonts w:asciiTheme="minorHAnsi" w:hAnsiTheme="minorHAnsi"/>
          <w:sz w:val="20"/>
          <w:szCs w:val="20"/>
        </w:rPr>
        <w:t>sigle</w:t>
      </w:r>
      <w:r w:rsidR="00CD21BA" w:rsidRPr="00CD21BA">
        <w:rPr>
          <w:rFonts w:asciiTheme="minorHAnsi" w:hAnsiTheme="minorHAnsi"/>
          <w:sz w:val="20"/>
          <w:szCs w:val="20"/>
        </w:rPr>
        <w:t xml:space="preserve"> de sa dernière version ?</w:t>
      </w:r>
    </w:p>
    <w:p w14:paraId="6BE702E8" w14:textId="406240BE" w:rsidR="00CD21BA" w:rsidRPr="00CD21BA" w:rsidRDefault="008B213C" w:rsidP="006229AA">
      <w:pPr>
        <w:pStyle w:val="Sansinterligne"/>
        <w:ind w:left="42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1</w:t>
      </w:r>
      <w:r w:rsidR="007601C7">
        <w:rPr>
          <w:rFonts w:asciiTheme="minorHAnsi" w:hAnsiTheme="minorHAnsi"/>
          <w:b/>
          <w:sz w:val="20"/>
          <w:szCs w:val="20"/>
        </w:rPr>
        <w:t>2</w:t>
      </w:r>
      <w:r w:rsidR="00AA3C44">
        <w:rPr>
          <w:rFonts w:asciiTheme="minorHAnsi" w:hAnsiTheme="minorHAnsi"/>
          <w:b/>
          <w:sz w:val="20"/>
          <w:szCs w:val="20"/>
        </w:rPr>
        <w:t>.</w:t>
      </w:r>
      <w:r w:rsidR="00CD21BA" w:rsidRPr="00CD21BA">
        <w:rPr>
          <w:rFonts w:asciiTheme="minorHAnsi" w:hAnsiTheme="minorHAnsi"/>
          <w:sz w:val="20"/>
          <w:szCs w:val="20"/>
        </w:rPr>
        <w:t xml:space="preserve"> Avec quels </w:t>
      </w:r>
      <w:r w:rsidR="00452CB0">
        <w:rPr>
          <w:rFonts w:asciiTheme="minorHAnsi" w:hAnsiTheme="minorHAnsi"/>
          <w:sz w:val="20"/>
          <w:szCs w:val="20"/>
        </w:rPr>
        <w:t xml:space="preserve">types de </w:t>
      </w:r>
      <w:r w:rsidR="00CD21BA" w:rsidRPr="00CD21BA">
        <w:rPr>
          <w:rFonts w:asciiTheme="minorHAnsi" w:hAnsiTheme="minorHAnsi"/>
          <w:sz w:val="20"/>
          <w:szCs w:val="20"/>
        </w:rPr>
        <w:t>logiciel</w:t>
      </w:r>
      <w:r w:rsidR="006455F3">
        <w:rPr>
          <w:rFonts w:asciiTheme="minorHAnsi" w:hAnsiTheme="minorHAnsi"/>
          <w:sz w:val="20"/>
          <w:szCs w:val="20"/>
        </w:rPr>
        <w:t>s</w:t>
      </w:r>
      <w:r w:rsidR="00CD21BA" w:rsidRPr="00CD21BA">
        <w:rPr>
          <w:rFonts w:asciiTheme="minorHAnsi" w:hAnsiTheme="minorHAnsi"/>
          <w:sz w:val="20"/>
          <w:szCs w:val="20"/>
        </w:rPr>
        <w:t xml:space="preserve"> peut-on créer un site Web ?</w:t>
      </w:r>
    </w:p>
    <w:p w14:paraId="18677D5D" w14:textId="730B8B15" w:rsidR="00CD21BA" w:rsidRDefault="008B213C" w:rsidP="006229AA">
      <w:pPr>
        <w:pStyle w:val="Sansinterligne"/>
        <w:ind w:left="42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1</w:t>
      </w:r>
      <w:r w:rsidR="007601C7">
        <w:rPr>
          <w:rFonts w:asciiTheme="minorHAnsi" w:hAnsiTheme="minorHAnsi"/>
          <w:b/>
          <w:sz w:val="20"/>
          <w:szCs w:val="20"/>
        </w:rPr>
        <w:t>3</w:t>
      </w:r>
      <w:r w:rsidR="00AA3C44">
        <w:rPr>
          <w:rFonts w:asciiTheme="minorHAnsi" w:hAnsiTheme="minorHAnsi"/>
          <w:b/>
          <w:sz w:val="20"/>
          <w:szCs w:val="20"/>
        </w:rPr>
        <w:t>.</w:t>
      </w:r>
      <w:r w:rsidR="00CD21BA" w:rsidRPr="00CD21BA">
        <w:rPr>
          <w:rFonts w:asciiTheme="minorHAnsi" w:hAnsiTheme="minorHAnsi"/>
          <w:sz w:val="20"/>
          <w:szCs w:val="20"/>
        </w:rPr>
        <w:t xml:space="preserve"> Comment peut-on savoir si le code </w:t>
      </w:r>
      <w:r w:rsidR="004B1DC0">
        <w:rPr>
          <w:rFonts w:asciiTheme="minorHAnsi" w:hAnsiTheme="minorHAnsi"/>
          <w:sz w:val="20"/>
          <w:szCs w:val="20"/>
        </w:rPr>
        <w:t>d’une</w:t>
      </w:r>
      <w:r w:rsidR="00CD21BA" w:rsidRPr="00CD21BA">
        <w:rPr>
          <w:rFonts w:asciiTheme="minorHAnsi" w:hAnsiTheme="minorHAnsi"/>
          <w:sz w:val="20"/>
          <w:szCs w:val="20"/>
        </w:rPr>
        <w:t xml:space="preserve"> page Web </w:t>
      </w:r>
      <w:r w:rsidR="007B0A2A">
        <w:rPr>
          <w:rFonts w:asciiTheme="minorHAnsi" w:hAnsiTheme="minorHAnsi"/>
          <w:sz w:val="20"/>
          <w:szCs w:val="20"/>
        </w:rPr>
        <w:t>répond aux</w:t>
      </w:r>
      <w:r w:rsidR="00CD21BA" w:rsidRPr="00CD21BA">
        <w:rPr>
          <w:rFonts w:asciiTheme="minorHAnsi" w:hAnsiTheme="minorHAnsi"/>
          <w:sz w:val="20"/>
          <w:szCs w:val="20"/>
        </w:rPr>
        <w:t> </w:t>
      </w:r>
      <w:r w:rsidR="007B0A2A">
        <w:rPr>
          <w:rFonts w:asciiTheme="minorHAnsi" w:hAnsiTheme="minorHAnsi"/>
          <w:sz w:val="20"/>
          <w:szCs w:val="20"/>
        </w:rPr>
        <w:t xml:space="preserve">standards du Web </w:t>
      </w:r>
      <w:r w:rsidR="00CD21BA" w:rsidRPr="00CD21BA">
        <w:rPr>
          <w:rFonts w:asciiTheme="minorHAnsi" w:hAnsiTheme="minorHAnsi"/>
          <w:sz w:val="20"/>
          <w:szCs w:val="20"/>
        </w:rPr>
        <w:t>?</w:t>
      </w:r>
    </w:p>
    <w:p w14:paraId="17E958D3" w14:textId="621DC93C" w:rsidR="00452CB0" w:rsidRPr="00CD21BA" w:rsidRDefault="00452CB0" w:rsidP="006229AA">
      <w:pPr>
        <w:pStyle w:val="Sansinterligne"/>
        <w:ind w:left="42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1</w:t>
      </w:r>
      <w:r w:rsidR="007601C7">
        <w:rPr>
          <w:rFonts w:asciiTheme="minorHAnsi" w:hAnsiTheme="minorHAnsi"/>
          <w:b/>
          <w:sz w:val="20"/>
          <w:szCs w:val="20"/>
        </w:rPr>
        <w:t>4</w:t>
      </w:r>
      <w:r>
        <w:rPr>
          <w:rFonts w:asciiTheme="minorHAnsi" w:hAnsiTheme="minorHAnsi"/>
          <w:b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 xml:space="preserve"> Qu’est-ce que le W3C ?</w:t>
      </w:r>
    </w:p>
    <w:p w14:paraId="3BDC33E0" w14:textId="60C5A9B9" w:rsidR="00A412B6" w:rsidRDefault="00A412B6" w:rsidP="00F55936">
      <w:pPr>
        <w:pStyle w:val="Sansinterligne"/>
        <w:rPr>
          <w:rFonts w:asciiTheme="minorHAnsi" w:hAnsiTheme="minorHAnsi"/>
          <w:sz w:val="20"/>
          <w:szCs w:val="20"/>
        </w:rPr>
      </w:pPr>
    </w:p>
    <w:p w14:paraId="1A0D15F2" w14:textId="47F3DF7E" w:rsidR="002D1B8D" w:rsidRDefault="002D1B8D" w:rsidP="00F55936">
      <w:pPr>
        <w:pStyle w:val="Sansinterligne"/>
        <w:rPr>
          <w:rFonts w:asciiTheme="minorHAnsi" w:hAnsiTheme="minorHAnsi"/>
          <w:sz w:val="20"/>
          <w:szCs w:val="20"/>
        </w:rPr>
      </w:pPr>
      <w:bookmarkStart w:id="0" w:name="_Hlk202169557"/>
      <w:r w:rsidRPr="002D1B8D">
        <w:rPr>
          <w:rFonts w:asciiTheme="minorHAnsi" w:hAnsiTheme="minorHAnsi"/>
          <w:sz w:val="20"/>
          <w:szCs w:val="20"/>
          <w:u w:val="single"/>
        </w:rPr>
        <w:t>Remarque</w:t>
      </w:r>
      <w:r>
        <w:rPr>
          <w:rFonts w:asciiTheme="minorHAnsi" w:hAnsiTheme="minorHAnsi"/>
          <w:sz w:val="20"/>
          <w:szCs w:val="20"/>
        </w:rPr>
        <w:t xml:space="preserve"> : mettre les mots-clés </w:t>
      </w:r>
      <w:r w:rsidRPr="002D1B8D">
        <w:rPr>
          <w:rFonts w:asciiTheme="minorHAnsi" w:hAnsiTheme="minorHAnsi"/>
          <w:b/>
          <w:bCs/>
          <w:sz w:val="20"/>
          <w:szCs w:val="20"/>
        </w:rPr>
        <w:t>en gras</w:t>
      </w:r>
      <w:r>
        <w:rPr>
          <w:rFonts w:asciiTheme="minorHAnsi" w:hAnsiTheme="minorHAnsi"/>
          <w:sz w:val="20"/>
          <w:szCs w:val="20"/>
        </w:rPr>
        <w:t xml:space="preserve"> dans vos réponses.</w:t>
      </w:r>
    </w:p>
    <w:bookmarkEnd w:id="0"/>
    <w:p w14:paraId="09BEE0FC" w14:textId="77777777" w:rsidR="00CD21BA" w:rsidRPr="00CD21BA" w:rsidRDefault="00000000" w:rsidP="00F55936">
      <w:pPr>
        <w:pStyle w:val="Sansinterligne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pict w14:anchorId="339D20C1">
          <v:rect id="_x0000_i1029" style="width:0;height:1.5pt" o:hralign="center" o:hrstd="t" o:hr="t" fillcolor="#a0a0a0" stroked="f"/>
        </w:pict>
      </w:r>
    </w:p>
    <w:p w14:paraId="2EE088A7" w14:textId="5288601C" w:rsidR="008D5F81" w:rsidRPr="008D5F81" w:rsidRDefault="008D5F81" w:rsidP="00FA1160">
      <w:pPr>
        <w:tabs>
          <w:tab w:val="left" w:pos="1530"/>
        </w:tabs>
      </w:pPr>
    </w:p>
    <w:sectPr w:rsidR="008D5F81" w:rsidRPr="008D5F81" w:rsidSect="00596DBC">
      <w:headerReference w:type="default" r:id="rId16"/>
      <w:footerReference w:type="default" r:id="rId17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EE979" w14:textId="77777777" w:rsidR="00EB761A" w:rsidRDefault="00EB761A" w:rsidP="00596DBC">
      <w:pPr>
        <w:spacing w:after="0" w:line="240" w:lineRule="auto"/>
      </w:pPr>
      <w:r>
        <w:separator/>
      </w:r>
    </w:p>
  </w:endnote>
  <w:endnote w:type="continuationSeparator" w:id="0">
    <w:p w14:paraId="255567EC" w14:textId="77777777" w:rsidR="00EB761A" w:rsidRDefault="00EB761A" w:rsidP="00596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5EE6E" w14:textId="68F3E4EB" w:rsidR="00596DBC" w:rsidRPr="00EB1215" w:rsidRDefault="00C22110" w:rsidP="00C22110">
    <w:pPr>
      <w:pStyle w:val="Pieddepage"/>
      <w:pBdr>
        <w:top w:val="thinThickSmallGap" w:sz="24" w:space="1" w:color="622423" w:themeColor="accent2" w:themeShade="7F"/>
      </w:pBdr>
      <w:rPr>
        <w:rFonts w:eastAsiaTheme="majorEastAsia" w:cstheme="minorHAnsi"/>
        <w:sz w:val="16"/>
        <w:szCs w:val="16"/>
        <w:lang w:val="en-US"/>
      </w:rPr>
    </w:pPr>
    <w:r w:rsidRPr="006F6D8F">
      <w:rPr>
        <w:rFonts w:eastAsiaTheme="majorEastAsia" w:cstheme="minorHAnsi"/>
        <w:sz w:val="16"/>
        <w:szCs w:val="16"/>
      </w:rPr>
      <w:fldChar w:fldCharType="begin"/>
    </w:r>
    <w:r w:rsidRPr="00EB1215">
      <w:rPr>
        <w:rFonts w:eastAsiaTheme="majorEastAsia" w:cstheme="minorHAnsi"/>
        <w:sz w:val="16"/>
        <w:szCs w:val="16"/>
        <w:lang w:val="en-US"/>
      </w:rPr>
      <w:instrText xml:space="preserve"> FILENAME   \* MERGEFORMAT </w:instrText>
    </w:r>
    <w:r w:rsidRPr="006F6D8F">
      <w:rPr>
        <w:rFonts w:eastAsiaTheme="majorEastAsia" w:cstheme="minorHAnsi"/>
        <w:sz w:val="16"/>
        <w:szCs w:val="16"/>
      </w:rPr>
      <w:fldChar w:fldCharType="separate"/>
    </w:r>
    <w:r w:rsidR="00231F86">
      <w:rPr>
        <w:rFonts w:eastAsiaTheme="majorEastAsia" w:cstheme="minorHAnsi"/>
        <w:noProof/>
        <w:sz w:val="16"/>
        <w:szCs w:val="16"/>
        <w:lang w:val="en-US"/>
      </w:rPr>
      <w:t>RDOC1_WEB</w:t>
    </w:r>
    <w:r w:rsidRPr="006F6D8F">
      <w:rPr>
        <w:rFonts w:eastAsiaTheme="majorEastAsia" w:cstheme="minorHAnsi"/>
        <w:sz w:val="16"/>
        <w:szCs w:val="16"/>
      </w:rPr>
      <w:fldChar w:fldCharType="end"/>
    </w:r>
    <w:r w:rsidR="00A412B6" w:rsidRPr="00EB1215">
      <w:rPr>
        <w:rFonts w:eastAsiaTheme="majorEastAsia" w:cstheme="minorHAnsi"/>
        <w:sz w:val="16"/>
        <w:szCs w:val="16"/>
        <w:lang w:val="en-US"/>
      </w:rPr>
      <w:t xml:space="preserve"> </w:t>
    </w:r>
    <w:r w:rsidR="00A412B6" w:rsidRPr="00EB1215">
      <w:rPr>
        <w:rFonts w:eastAsiaTheme="majorEastAsia" w:cstheme="minorHAnsi"/>
        <w:sz w:val="14"/>
        <w:szCs w:val="14"/>
        <w:lang w:val="en-US"/>
      </w:rPr>
      <w:t>[MN</w:t>
    </w:r>
    <w:r w:rsidR="0030742C" w:rsidRPr="00EB1215">
      <w:rPr>
        <w:rFonts w:eastAsiaTheme="majorEastAsia" w:cstheme="minorHAnsi"/>
        <w:sz w:val="14"/>
        <w:szCs w:val="14"/>
        <w:lang w:val="en-US"/>
      </w:rPr>
      <w:t>O</w:t>
    </w:r>
    <w:r w:rsidR="00FA1160">
      <w:rPr>
        <w:rFonts w:eastAsiaTheme="majorEastAsia" w:cstheme="minorHAnsi"/>
        <w:sz w:val="14"/>
        <w:szCs w:val="14"/>
        <w:lang w:val="en-US"/>
      </w:rPr>
      <w:t>30062025</w:t>
    </w:r>
    <w:r w:rsidR="00A412B6" w:rsidRPr="00EB1215">
      <w:rPr>
        <w:rFonts w:eastAsiaTheme="majorEastAsia" w:cstheme="minorHAnsi"/>
        <w:sz w:val="14"/>
        <w:szCs w:val="14"/>
        <w:lang w:val="en-US"/>
      </w:rPr>
      <w:t>]</w:t>
    </w:r>
    <w:r w:rsidRPr="006F6D8F">
      <w:rPr>
        <w:rFonts w:eastAsiaTheme="majorEastAsia" w:cstheme="minorHAnsi"/>
        <w:sz w:val="16"/>
        <w:szCs w:val="16"/>
      </w:rPr>
      <w:ptab w:relativeTo="margin" w:alignment="right" w:leader="none"/>
    </w:r>
    <w:r w:rsidRPr="00EB1215">
      <w:rPr>
        <w:rFonts w:eastAsiaTheme="majorEastAsia" w:cstheme="minorHAnsi"/>
        <w:sz w:val="16"/>
        <w:szCs w:val="16"/>
        <w:lang w:val="en-US"/>
      </w:rPr>
      <w:t xml:space="preserve">Page </w:t>
    </w:r>
    <w:r w:rsidRPr="006F6D8F">
      <w:rPr>
        <w:rFonts w:eastAsiaTheme="minorEastAsia" w:cstheme="minorHAnsi"/>
        <w:sz w:val="16"/>
        <w:szCs w:val="16"/>
      </w:rPr>
      <w:fldChar w:fldCharType="begin"/>
    </w:r>
    <w:r w:rsidRPr="00EB1215">
      <w:rPr>
        <w:rFonts w:cstheme="minorHAnsi"/>
        <w:sz w:val="16"/>
        <w:szCs w:val="16"/>
        <w:lang w:val="en-US"/>
      </w:rPr>
      <w:instrText>PAGE   \* MERGEFORMAT</w:instrText>
    </w:r>
    <w:r w:rsidRPr="006F6D8F">
      <w:rPr>
        <w:rFonts w:eastAsiaTheme="minorEastAsia" w:cstheme="minorHAnsi"/>
        <w:sz w:val="16"/>
        <w:szCs w:val="16"/>
      </w:rPr>
      <w:fldChar w:fldCharType="separate"/>
    </w:r>
    <w:r w:rsidR="009F6A4E" w:rsidRPr="00EB1215">
      <w:rPr>
        <w:rFonts w:eastAsiaTheme="majorEastAsia" w:cstheme="minorHAnsi"/>
        <w:noProof/>
        <w:sz w:val="16"/>
        <w:szCs w:val="16"/>
        <w:lang w:val="en-US"/>
      </w:rPr>
      <w:t>1</w:t>
    </w:r>
    <w:r w:rsidRPr="006F6D8F">
      <w:rPr>
        <w:rFonts w:eastAsiaTheme="majorEastAsia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D5EFE" w14:textId="77777777" w:rsidR="00EB761A" w:rsidRDefault="00EB761A" w:rsidP="00596DBC">
      <w:pPr>
        <w:spacing w:after="0" w:line="240" w:lineRule="auto"/>
      </w:pPr>
      <w:r>
        <w:separator/>
      </w:r>
    </w:p>
  </w:footnote>
  <w:footnote w:type="continuationSeparator" w:id="0">
    <w:p w14:paraId="0942D2AB" w14:textId="77777777" w:rsidR="00EB761A" w:rsidRDefault="00EB761A" w:rsidP="00596D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50106" w14:textId="7B32DBC4" w:rsidR="00596DBC" w:rsidRPr="007E4E6B" w:rsidRDefault="007E4E6B" w:rsidP="00D1074C">
    <w:pPr>
      <w:pStyle w:val="En-tte"/>
      <w:pBdr>
        <w:bottom w:val="thickThinSmallGap" w:sz="24" w:space="1" w:color="622423"/>
      </w:pBdr>
      <w:jc w:val="right"/>
      <w:rPr>
        <w:rFonts w:eastAsia="Times New Roman" w:cstheme="minorHAnsi"/>
        <w:bCs/>
        <w:sz w:val="20"/>
        <w:szCs w:val="20"/>
      </w:rPr>
    </w:pPr>
    <w:bookmarkStart w:id="1" w:name="_Hlk24439442"/>
    <w:bookmarkStart w:id="2" w:name="_Hlk24439443"/>
    <w:r w:rsidRPr="007E4E6B">
      <w:rPr>
        <w:rFonts w:cstheme="minorHAnsi"/>
        <w:bCs/>
        <w:i/>
        <w:sz w:val="20"/>
        <w:szCs w:val="20"/>
      </w:rPr>
      <w:t xml:space="preserve">Technologies du Web. </w:t>
    </w:r>
    <w:r w:rsidR="00763F8E">
      <w:rPr>
        <w:rFonts w:cstheme="minorHAnsi"/>
        <w:bCs/>
        <w:i/>
        <w:sz w:val="20"/>
        <w:szCs w:val="20"/>
      </w:rPr>
      <w:t>Navigateur</w:t>
    </w:r>
    <w:r w:rsidRPr="007E4E6B">
      <w:rPr>
        <w:rFonts w:cstheme="minorHAnsi"/>
        <w:bCs/>
        <w:i/>
        <w:sz w:val="20"/>
        <w:szCs w:val="20"/>
      </w:rPr>
      <w:t>, HTML, CSS</w:t>
    </w:r>
  </w:p>
  <w:bookmarkEnd w:id="1"/>
  <w:bookmarkEnd w:id="2"/>
  <w:p w14:paraId="1B8508B7" w14:textId="77777777" w:rsidR="00596DBC" w:rsidRDefault="00596DB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rect id="_x0000_i1036" style="width:0;height:1.5pt" o:hralign="center" o:bullet="t" o:hrstd="t" o:hr="t" fillcolor="#a0a0a0" stroked="f"/>
    </w:pict>
  </w:numPicBullet>
  <w:numPicBullet w:numPicBulletId="1">
    <w:pict>
      <v:rect id="_x0000_i1037" style="width:0;height:1.5pt" o:hralign="center" o:bullet="t" o:hrstd="t" o:hr="t" fillcolor="#a0a0a0" stroked="f"/>
    </w:pict>
  </w:numPicBullet>
  <w:abstractNum w:abstractNumId="0" w15:restartNumberingAfterBreak="0">
    <w:nsid w:val="24352D3C"/>
    <w:multiLevelType w:val="hybridMultilevel"/>
    <w:tmpl w:val="1A3A9024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A27A95"/>
    <w:multiLevelType w:val="hybridMultilevel"/>
    <w:tmpl w:val="A052EB08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9BB6C96"/>
    <w:multiLevelType w:val="hybridMultilevel"/>
    <w:tmpl w:val="34C8346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BF60D1"/>
    <w:multiLevelType w:val="multilevel"/>
    <w:tmpl w:val="F2206F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D25E20"/>
    <w:multiLevelType w:val="hybridMultilevel"/>
    <w:tmpl w:val="AFB4FE54"/>
    <w:lvl w:ilvl="0" w:tplc="513A88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3405F"/>
    <w:multiLevelType w:val="hybridMultilevel"/>
    <w:tmpl w:val="69E268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D61537"/>
    <w:multiLevelType w:val="hybridMultilevel"/>
    <w:tmpl w:val="2AE27EBC"/>
    <w:lvl w:ilvl="0" w:tplc="CCCC45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516E25"/>
    <w:multiLevelType w:val="hybridMultilevel"/>
    <w:tmpl w:val="F4B43BE8"/>
    <w:lvl w:ilvl="0" w:tplc="BD6211FA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02023883">
    <w:abstractNumId w:val="0"/>
  </w:num>
  <w:num w:numId="2" w16cid:durableId="1273513095">
    <w:abstractNumId w:val="2"/>
  </w:num>
  <w:num w:numId="3" w16cid:durableId="1602184022">
    <w:abstractNumId w:val="3"/>
  </w:num>
  <w:num w:numId="4" w16cid:durableId="1318076593">
    <w:abstractNumId w:val="5"/>
  </w:num>
  <w:num w:numId="5" w16cid:durableId="101343580">
    <w:abstractNumId w:val="1"/>
  </w:num>
  <w:num w:numId="6" w16cid:durableId="1248267768">
    <w:abstractNumId w:val="4"/>
  </w:num>
  <w:num w:numId="7" w16cid:durableId="1459684666">
    <w:abstractNumId w:val="6"/>
  </w:num>
  <w:num w:numId="8" w16cid:durableId="18763117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939"/>
    <w:rsid w:val="000041CA"/>
    <w:rsid w:val="00012EE6"/>
    <w:rsid w:val="00025958"/>
    <w:rsid w:val="000268F4"/>
    <w:rsid w:val="0004548C"/>
    <w:rsid w:val="0005155D"/>
    <w:rsid w:val="000750E3"/>
    <w:rsid w:val="00077C4E"/>
    <w:rsid w:val="00077DF6"/>
    <w:rsid w:val="000901C6"/>
    <w:rsid w:val="00091DA5"/>
    <w:rsid w:val="000B4550"/>
    <w:rsid w:val="000B5B76"/>
    <w:rsid w:val="000C0705"/>
    <w:rsid w:val="000C791C"/>
    <w:rsid w:val="000F2144"/>
    <w:rsid w:val="000F4914"/>
    <w:rsid w:val="00110FBB"/>
    <w:rsid w:val="001163F0"/>
    <w:rsid w:val="00122419"/>
    <w:rsid w:val="00135A33"/>
    <w:rsid w:val="00142A83"/>
    <w:rsid w:val="00145039"/>
    <w:rsid w:val="001479F9"/>
    <w:rsid w:val="001540B0"/>
    <w:rsid w:val="00160DB6"/>
    <w:rsid w:val="00180C8E"/>
    <w:rsid w:val="00181035"/>
    <w:rsid w:val="0018416E"/>
    <w:rsid w:val="00186BF1"/>
    <w:rsid w:val="001A0DDB"/>
    <w:rsid w:val="001A7596"/>
    <w:rsid w:val="001B1F3B"/>
    <w:rsid w:val="001B317E"/>
    <w:rsid w:val="001B3263"/>
    <w:rsid w:val="00200CA2"/>
    <w:rsid w:val="002074A9"/>
    <w:rsid w:val="0022604E"/>
    <w:rsid w:val="00227774"/>
    <w:rsid w:val="00231F86"/>
    <w:rsid w:val="00234884"/>
    <w:rsid w:val="002526AF"/>
    <w:rsid w:val="002611F7"/>
    <w:rsid w:val="0026639C"/>
    <w:rsid w:val="0027029F"/>
    <w:rsid w:val="0028691F"/>
    <w:rsid w:val="00287FC2"/>
    <w:rsid w:val="00291AB7"/>
    <w:rsid w:val="00294190"/>
    <w:rsid w:val="002976AF"/>
    <w:rsid w:val="002B45C5"/>
    <w:rsid w:val="002B4AAE"/>
    <w:rsid w:val="002C0939"/>
    <w:rsid w:val="002C103B"/>
    <w:rsid w:val="002D1B8D"/>
    <w:rsid w:val="002E0338"/>
    <w:rsid w:val="002E5618"/>
    <w:rsid w:val="002F6DBD"/>
    <w:rsid w:val="003039F9"/>
    <w:rsid w:val="0030742C"/>
    <w:rsid w:val="00315252"/>
    <w:rsid w:val="00325ECE"/>
    <w:rsid w:val="00337C92"/>
    <w:rsid w:val="00346224"/>
    <w:rsid w:val="00362EEE"/>
    <w:rsid w:val="00364029"/>
    <w:rsid w:val="00373084"/>
    <w:rsid w:val="003759C4"/>
    <w:rsid w:val="00381CFB"/>
    <w:rsid w:val="00386D9E"/>
    <w:rsid w:val="003907AF"/>
    <w:rsid w:val="003A6EA8"/>
    <w:rsid w:val="003B1F9C"/>
    <w:rsid w:val="003B201C"/>
    <w:rsid w:val="003B5551"/>
    <w:rsid w:val="003C1B73"/>
    <w:rsid w:val="003D176E"/>
    <w:rsid w:val="003D514C"/>
    <w:rsid w:val="003E124C"/>
    <w:rsid w:val="003E1B70"/>
    <w:rsid w:val="003F150B"/>
    <w:rsid w:val="003F58DC"/>
    <w:rsid w:val="003F61EB"/>
    <w:rsid w:val="0040222B"/>
    <w:rsid w:val="00403F73"/>
    <w:rsid w:val="00405D7F"/>
    <w:rsid w:val="00411297"/>
    <w:rsid w:val="00417468"/>
    <w:rsid w:val="0043316D"/>
    <w:rsid w:val="00442C4E"/>
    <w:rsid w:val="00443B99"/>
    <w:rsid w:val="00450197"/>
    <w:rsid w:val="004511F8"/>
    <w:rsid w:val="00452CB0"/>
    <w:rsid w:val="00455ECD"/>
    <w:rsid w:val="00457E92"/>
    <w:rsid w:val="004610A0"/>
    <w:rsid w:val="00477D6D"/>
    <w:rsid w:val="00480376"/>
    <w:rsid w:val="00483543"/>
    <w:rsid w:val="004910E2"/>
    <w:rsid w:val="00494693"/>
    <w:rsid w:val="004A56BA"/>
    <w:rsid w:val="004B1DC0"/>
    <w:rsid w:val="004B461F"/>
    <w:rsid w:val="004B526A"/>
    <w:rsid w:val="004C01E8"/>
    <w:rsid w:val="004D02BB"/>
    <w:rsid w:val="004D041D"/>
    <w:rsid w:val="004E6A6D"/>
    <w:rsid w:val="004F069B"/>
    <w:rsid w:val="004F6895"/>
    <w:rsid w:val="00506A8F"/>
    <w:rsid w:val="005228B9"/>
    <w:rsid w:val="0052537B"/>
    <w:rsid w:val="005326B4"/>
    <w:rsid w:val="00535C87"/>
    <w:rsid w:val="00541BD1"/>
    <w:rsid w:val="005437C5"/>
    <w:rsid w:val="005576F0"/>
    <w:rsid w:val="0057113C"/>
    <w:rsid w:val="00574CA5"/>
    <w:rsid w:val="00575512"/>
    <w:rsid w:val="0059070A"/>
    <w:rsid w:val="00596DBC"/>
    <w:rsid w:val="005B1FDF"/>
    <w:rsid w:val="005B686C"/>
    <w:rsid w:val="005D3DCF"/>
    <w:rsid w:val="005D7685"/>
    <w:rsid w:val="005F59DD"/>
    <w:rsid w:val="00601042"/>
    <w:rsid w:val="006064E1"/>
    <w:rsid w:val="006229AA"/>
    <w:rsid w:val="00622EDB"/>
    <w:rsid w:val="006319BC"/>
    <w:rsid w:val="006320DD"/>
    <w:rsid w:val="00640083"/>
    <w:rsid w:val="006455F3"/>
    <w:rsid w:val="00645F76"/>
    <w:rsid w:val="00656D61"/>
    <w:rsid w:val="00662C10"/>
    <w:rsid w:val="00684E10"/>
    <w:rsid w:val="006977AB"/>
    <w:rsid w:val="00697F9B"/>
    <w:rsid w:val="006A1D4B"/>
    <w:rsid w:val="006D1107"/>
    <w:rsid w:val="006D4098"/>
    <w:rsid w:val="006E6C44"/>
    <w:rsid w:val="006F6D8F"/>
    <w:rsid w:val="00701C07"/>
    <w:rsid w:val="00706686"/>
    <w:rsid w:val="00710D47"/>
    <w:rsid w:val="00722F9D"/>
    <w:rsid w:val="00736171"/>
    <w:rsid w:val="00743084"/>
    <w:rsid w:val="007539CE"/>
    <w:rsid w:val="007601C7"/>
    <w:rsid w:val="00763F8E"/>
    <w:rsid w:val="00766990"/>
    <w:rsid w:val="00786187"/>
    <w:rsid w:val="00797550"/>
    <w:rsid w:val="00797959"/>
    <w:rsid w:val="007B0A2A"/>
    <w:rsid w:val="007C0CE4"/>
    <w:rsid w:val="007E4E6B"/>
    <w:rsid w:val="008040D4"/>
    <w:rsid w:val="00811EA6"/>
    <w:rsid w:val="00814FC8"/>
    <w:rsid w:val="008A20D0"/>
    <w:rsid w:val="008A5D44"/>
    <w:rsid w:val="008A7AEA"/>
    <w:rsid w:val="008B213C"/>
    <w:rsid w:val="008B2E61"/>
    <w:rsid w:val="008C642C"/>
    <w:rsid w:val="008D5F81"/>
    <w:rsid w:val="008D74FD"/>
    <w:rsid w:val="008E6A87"/>
    <w:rsid w:val="008F03DA"/>
    <w:rsid w:val="008F5CF1"/>
    <w:rsid w:val="00906B32"/>
    <w:rsid w:val="009136E3"/>
    <w:rsid w:val="00917DE6"/>
    <w:rsid w:val="009306DD"/>
    <w:rsid w:val="00935C9C"/>
    <w:rsid w:val="00950159"/>
    <w:rsid w:val="00960AA4"/>
    <w:rsid w:val="0096713B"/>
    <w:rsid w:val="00975119"/>
    <w:rsid w:val="009860E9"/>
    <w:rsid w:val="009A5B73"/>
    <w:rsid w:val="009A65C1"/>
    <w:rsid w:val="009B480A"/>
    <w:rsid w:val="009B5E3A"/>
    <w:rsid w:val="009C1AA9"/>
    <w:rsid w:val="009C6584"/>
    <w:rsid w:val="009D1A8C"/>
    <w:rsid w:val="009E51BD"/>
    <w:rsid w:val="009F0AA6"/>
    <w:rsid w:val="009F6A4E"/>
    <w:rsid w:val="00A05686"/>
    <w:rsid w:val="00A07780"/>
    <w:rsid w:val="00A1474C"/>
    <w:rsid w:val="00A27438"/>
    <w:rsid w:val="00A35535"/>
    <w:rsid w:val="00A36764"/>
    <w:rsid w:val="00A412B6"/>
    <w:rsid w:val="00A45EFF"/>
    <w:rsid w:val="00A60FD0"/>
    <w:rsid w:val="00A701CE"/>
    <w:rsid w:val="00A80E69"/>
    <w:rsid w:val="00A81EDE"/>
    <w:rsid w:val="00A91921"/>
    <w:rsid w:val="00A921B3"/>
    <w:rsid w:val="00A96C98"/>
    <w:rsid w:val="00AA3C44"/>
    <w:rsid w:val="00AB5FEC"/>
    <w:rsid w:val="00AC3B5A"/>
    <w:rsid w:val="00AD47F0"/>
    <w:rsid w:val="00AE4FA6"/>
    <w:rsid w:val="00B06CF7"/>
    <w:rsid w:val="00B21E14"/>
    <w:rsid w:val="00B36E79"/>
    <w:rsid w:val="00B43E73"/>
    <w:rsid w:val="00B44B1A"/>
    <w:rsid w:val="00B66B5A"/>
    <w:rsid w:val="00B7458F"/>
    <w:rsid w:val="00B83309"/>
    <w:rsid w:val="00BB1DD8"/>
    <w:rsid w:val="00BC19F7"/>
    <w:rsid w:val="00BC4F6C"/>
    <w:rsid w:val="00BC689E"/>
    <w:rsid w:val="00BD3250"/>
    <w:rsid w:val="00BD3897"/>
    <w:rsid w:val="00BE773D"/>
    <w:rsid w:val="00BF2468"/>
    <w:rsid w:val="00BF7B31"/>
    <w:rsid w:val="00C06277"/>
    <w:rsid w:val="00C06756"/>
    <w:rsid w:val="00C16C5C"/>
    <w:rsid w:val="00C22110"/>
    <w:rsid w:val="00C3077A"/>
    <w:rsid w:val="00C30B1E"/>
    <w:rsid w:val="00C30FC9"/>
    <w:rsid w:val="00C31C9E"/>
    <w:rsid w:val="00C36010"/>
    <w:rsid w:val="00C46752"/>
    <w:rsid w:val="00C92E1C"/>
    <w:rsid w:val="00CA2CE2"/>
    <w:rsid w:val="00CA6C9A"/>
    <w:rsid w:val="00CB03C1"/>
    <w:rsid w:val="00CD21BA"/>
    <w:rsid w:val="00D035A0"/>
    <w:rsid w:val="00D04A7D"/>
    <w:rsid w:val="00D1074C"/>
    <w:rsid w:val="00D133B8"/>
    <w:rsid w:val="00D15C6C"/>
    <w:rsid w:val="00D316EE"/>
    <w:rsid w:val="00D408F2"/>
    <w:rsid w:val="00D55E0A"/>
    <w:rsid w:val="00D83E12"/>
    <w:rsid w:val="00D85C45"/>
    <w:rsid w:val="00D87D27"/>
    <w:rsid w:val="00DA2114"/>
    <w:rsid w:val="00DA2F50"/>
    <w:rsid w:val="00DB20FD"/>
    <w:rsid w:val="00DB6BDD"/>
    <w:rsid w:val="00DF1AC6"/>
    <w:rsid w:val="00E019DF"/>
    <w:rsid w:val="00E06904"/>
    <w:rsid w:val="00E23987"/>
    <w:rsid w:val="00E27944"/>
    <w:rsid w:val="00E34C59"/>
    <w:rsid w:val="00E40330"/>
    <w:rsid w:val="00E50D1B"/>
    <w:rsid w:val="00E53470"/>
    <w:rsid w:val="00E54831"/>
    <w:rsid w:val="00E563AA"/>
    <w:rsid w:val="00E565FE"/>
    <w:rsid w:val="00E802BC"/>
    <w:rsid w:val="00E85245"/>
    <w:rsid w:val="00EA38C7"/>
    <w:rsid w:val="00EA5C49"/>
    <w:rsid w:val="00EA7661"/>
    <w:rsid w:val="00EB1215"/>
    <w:rsid w:val="00EB761A"/>
    <w:rsid w:val="00EC6A98"/>
    <w:rsid w:val="00EF48E1"/>
    <w:rsid w:val="00F026F5"/>
    <w:rsid w:val="00F13809"/>
    <w:rsid w:val="00F32E59"/>
    <w:rsid w:val="00F376A8"/>
    <w:rsid w:val="00F44917"/>
    <w:rsid w:val="00F55936"/>
    <w:rsid w:val="00F55F04"/>
    <w:rsid w:val="00F578FE"/>
    <w:rsid w:val="00F73489"/>
    <w:rsid w:val="00F80263"/>
    <w:rsid w:val="00F86F0E"/>
    <w:rsid w:val="00F928BA"/>
    <w:rsid w:val="00F9686E"/>
    <w:rsid w:val="00FA0E98"/>
    <w:rsid w:val="00FA1160"/>
    <w:rsid w:val="00FA42FD"/>
    <w:rsid w:val="00FB541D"/>
    <w:rsid w:val="00FC4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E123F0"/>
  <w15:docId w15:val="{AFC9072F-3A63-403F-94D5-2D04DF55A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4CA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re2">
    <w:name w:val="heading 2"/>
    <w:basedOn w:val="Normal"/>
    <w:link w:val="Titre2Car"/>
    <w:uiPriority w:val="9"/>
    <w:qFormat/>
    <w:rsid w:val="005755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6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6DBC"/>
  </w:style>
  <w:style w:type="paragraph" w:styleId="Pieddepage">
    <w:name w:val="footer"/>
    <w:basedOn w:val="Normal"/>
    <w:link w:val="PieddepageCar"/>
    <w:uiPriority w:val="99"/>
    <w:unhideWhenUsed/>
    <w:rsid w:val="00596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6DBC"/>
  </w:style>
  <w:style w:type="paragraph" w:styleId="Textedebulles">
    <w:name w:val="Balloon Text"/>
    <w:basedOn w:val="Normal"/>
    <w:link w:val="TextedebullesCar"/>
    <w:uiPriority w:val="99"/>
    <w:semiHidden/>
    <w:unhideWhenUsed/>
    <w:rsid w:val="00596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96DBC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596DBC"/>
    <w:rPr>
      <w:sz w:val="22"/>
      <w:szCs w:val="22"/>
      <w:lang w:eastAsia="en-US"/>
    </w:rPr>
  </w:style>
  <w:style w:type="paragraph" w:styleId="Retraitcorpsdetexte3">
    <w:name w:val="Body Text Indent 3"/>
    <w:basedOn w:val="Normal"/>
    <w:link w:val="Retraitcorpsdetexte3Car"/>
    <w:rsid w:val="0022604E"/>
    <w:pPr>
      <w:spacing w:after="0" w:line="240" w:lineRule="auto"/>
      <w:ind w:left="708" w:firstLine="708"/>
    </w:pPr>
    <w:rPr>
      <w:rFonts w:ascii="Comic Sans MS" w:eastAsia="Times New Roman" w:hAnsi="Comic Sans MS"/>
      <w:sz w:val="20"/>
      <w:szCs w:val="24"/>
      <w:lang w:eastAsia="fr-FR"/>
    </w:rPr>
  </w:style>
  <w:style w:type="character" w:customStyle="1" w:styleId="Retraitcorpsdetexte3Car">
    <w:name w:val="Retrait corps de texte 3 Car"/>
    <w:link w:val="Retraitcorpsdetexte3"/>
    <w:rsid w:val="0022604E"/>
    <w:rPr>
      <w:rFonts w:ascii="Comic Sans MS" w:eastAsia="Times New Roman" w:hAnsi="Comic Sans MS"/>
      <w:szCs w:val="24"/>
    </w:rPr>
  </w:style>
  <w:style w:type="table" w:styleId="Grilledutableau">
    <w:name w:val="Table Grid"/>
    <w:basedOn w:val="TableauNormal"/>
    <w:uiPriority w:val="59"/>
    <w:rsid w:val="009860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43316D"/>
  </w:style>
  <w:style w:type="character" w:customStyle="1" w:styleId="lang-en">
    <w:name w:val="lang-en"/>
    <w:rsid w:val="0043316D"/>
  </w:style>
  <w:style w:type="character" w:styleId="Lienhypertexte">
    <w:name w:val="Hyperlink"/>
    <w:uiPriority w:val="99"/>
    <w:unhideWhenUsed/>
    <w:rsid w:val="0043316D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4C01E8"/>
    <w:pPr>
      <w:ind w:left="708"/>
    </w:pPr>
  </w:style>
  <w:style w:type="paragraph" w:styleId="NormalWeb">
    <w:name w:val="Normal (Web)"/>
    <w:basedOn w:val="Normal"/>
    <w:uiPriority w:val="99"/>
    <w:semiHidden/>
    <w:unhideWhenUsed/>
    <w:rsid w:val="002277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lev">
    <w:name w:val="Strong"/>
    <w:uiPriority w:val="22"/>
    <w:qFormat/>
    <w:rsid w:val="00227774"/>
    <w:rPr>
      <w:b/>
      <w:bCs/>
    </w:rPr>
  </w:style>
  <w:style w:type="character" w:styleId="CodeHTML">
    <w:name w:val="HTML Code"/>
    <w:uiPriority w:val="99"/>
    <w:semiHidden/>
    <w:unhideWhenUsed/>
    <w:rsid w:val="009B480A"/>
    <w:rPr>
      <w:rFonts w:ascii="Courier New" w:eastAsia="Times New Roman" w:hAnsi="Courier New" w:cs="Courier New"/>
      <w:sz w:val="20"/>
      <w:szCs w:val="20"/>
    </w:rPr>
  </w:style>
  <w:style w:type="character" w:customStyle="1" w:styleId="Titre2Car">
    <w:name w:val="Titre 2 Car"/>
    <w:link w:val="Titre2"/>
    <w:uiPriority w:val="9"/>
    <w:rsid w:val="00575512"/>
    <w:rPr>
      <w:rFonts w:ascii="Times New Roman" w:eastAsia="Times New Roman" w:hAnsi="Times New Roman"/>
      <w:b/>
      <w:bCs/>
      <w:sz w:val="36"/>
      <w:szCs w:val="36"/>
    </w:rPr>
  </w:style>
  <w:style w:type="character" w:styleId="Lienhypertextesuivivisit">
    <w:name w:val="FollowedHyperlink"/>
    <w:uiPriority w:val="99"/>
    <w:semiHidden/>
    <w:unhideWhenUsed/>
    <w:rsid w:val="004A56BA"/>
    <w:rPr>
      <w:color w:val="800080"/>
      <w:u w:val="single"/>
    </w:rPr>
  </w:style>
  <w:style w:type="character" w:customStyle="1" w:styleId="syno-fontsize-xx-small">
    <w:name w:val="syno-fontsize-xx-small"/>
    <w:basedOn w:val="Policepardfaut"/>
    <w:rsid w:val="00F928BA"/>
  </w:style>
  <w:style w:type="character" w:styleId="Mentionnonrsolue">
    <w:name w:val="Unresolved Mention"/>
    <w:basedOn w:val="Policepardfaut"/>
    <w:uiPriority w:val="99"/>
    <w:semiHidden/>
    <w:unhideWhenUsed/>
    <w:rsid w:val="00C067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2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bit.ly/3Qxp6p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hilippe\CloudTSSI\00_Cours_ISN\Mod&#232;le%20IS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218E6-2B07-460D-BF62-438511CD7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ISN</Template>
  <TotalTime>74</TotalTime>
  <Pages>1</Pages>
  <Words>272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Classe de terminale STI2D. Système d’Information et Numérique</vt:lpstr>
    </vt:vector>
  </TitlesOfParts>
  <Company/>
  <LinksUpToDate>false</LinksUpToDate>
  <CharactersWithSpaces>1767</CharactersWithSpaces>
  <SharedDoc>false</SharedDoc>
  <HLinks>
    <vt:vector size="24" baseType="variant">
      <vt:variant>
        <vt:i4>6160473</vt:i4>
      </vt:variant>
      <vt:variant>
        <vt:i4>9</vt:i4>
      </vt:variant>
      <vt:variant>
        <vt:i4>0</vt:i4>
      </vt:variant>
      <vt:variant>
        <vt:i4>5</vt:i4>
      </vt:variant>
      <vt:variant>
        <vt:lpwstr>http://www.alsacreations.com/tuto/lire/530-La-structure-des-balises-bloc-et-en-ligne.html</vt:lpwstr>
      </vt:variant>
      <vt:variant>
        <vt:lpwstr/>
      </vt:variant>
      <vt:variant>
        <vt:i4>2883638</vt:i4>
      </vt:variant>
      <vt:variant>
        <vt:i4>6</vt:i4>
      </vt:variant>
      <vt:variant>
        <vt:i4>0</vt:i4>
      </vt:variant>
      <vt:variant>
        <vt:i4>5</vt:i4>
      </vt:variant>
      <vt:variant>
        <vt:lpwstr>http://blog.html.it/layoutgala/</vt:lpwstr>
      </vt:variant>
      <vt:variant>
        <vt:lpwstr/>
      </vt:variant>
      <vt:variant>
        <vt:i4>2883638</vt:i4>
      </vt:variant>
      <vt:variant>
        <vt:i4>3</vt:i4>
      </vt:variant>
      <vt:variant>
        <vt:i4>0</vt:i4>
      </vt:variant>
      <vt:variant>
        <vt:i4>5</vt:i4>
      </vt:variant>
      <vt:variant>
        <vt:lpwstr>http://blog.html.it/layoutgala/</vt:lpwstr>
      </vt:variant>
      <vt:variant>
        <vt:lpwstr/>
      </vt:variant>
      <vt:variant>
        <vt:i4>1114190</vt:i4>
      </vt:variant>
      <vt:variant>
        <vt:i4>0</vt:i4>
      </vt:variant>
      <vt:variant>
        <vt:i4>0</vt:i4>
      </vt:variant>
      <vt:variant>
        <vt:i4>5</vt:i4>
      </vt:variant>
      <vt:variant>
        <vt:lpwstr>http://romy.tetue.net/structure-html-de-base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Classe de terminale STI2D. Système d’Information et Numérique</dc:title>
  <dc:subject/>
  <dc:creator>Philippe Mariano</dc:creator>
  <cp:keywords/>
  <dc:description/>
  <cp:lastModifiedBy>Philippe MARIANO</cp:lastModifiedBy>
  <cp:revision>9</cp:revision>
  <cp:lastPrinted>2025-06-30T08:28:00Z</cp:lastPrinted>
  <dcterms:created xsi:type="dcterms:W3CDTF">2025-06-30T06:49:00Z</dcterms:created>
  <dcterms:modified xsi:type="dcterms:W3CDTF">2025-06-30T09:07:00Z</dcterms:modified>
</cp:coreProperties>
</file>